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single" w:sz="2" w:space="0" w:color="FFFFFF"/>
          <w:left w:val="single" w:sz="2" w:space="0" w:color="FFFFFF"/>
          <w:bottom w:val="single" w:sz="2" w:space="0" w:color="FFFFFF"/>
          <w:right w:val="single" w:sz="2" w:space="0" w:color="FFFFFF"/>
          <w:insideH w:val="none" w:sz="0" w:space="0" w:color="auto"/>
          <w:insideV w:val="none" w:sz="0" w:space="0" w:color="auto"/>
        </w:tblBorders>
        <w:tblCellMar>
          <w:left w:w="0" w:type="dxa"/>
          <w:right w:w="0" w:type="dxa"/>
        </w:tblCellMar>
        <w:tblLook w:val="01E0" w:firstRow="1" w:lastRow="1" w:firstColumn="1" w:lastColumn="1" w:noHBand="0" w:noVBand="0"/>
      </w:tblPr>
      <w:tblGrid>
        <w:gridCol w:w="57"/>
      </w:tblGrid>
      <w:tr w:rsidR="000B5CBE" w:rsidRPr="00480E47" w:rsidTr="00707ECF">
        <w:trPr>
          <w:trHeight w:hRule="exact" w:val="20"/>
        </w:trPr>
        <w:tc>
          <w:tcPr>
            <w:tcW w:w="57" w:type="dxa"/>
          </w:tcPr>
          <w:p w:rsidR="000B5CBE" w:rsidRPr="00480E47" w:rsidRDefault="000B5CBE" w:rsidP="007B4E91">
            <w:pPr>
              <w:pStyle w:val="1pt"/>
            </w:pPr>
          </w:p>
        </w:tc>
      </w:tr>
    </w:tbl>
    <w:p w:rsidR="000B5CBE" w:rsidRPr="00480E47" w:rsidRDefault="000B5CBE" w:rsidP="000B5CBE">
      <w:pPr>
        <w:sectPr w:rsidR="000B5CBE" w:rsidRPr="00480E47" w:rsidSect="00480E47">
          <w:headerReference w:type="default" r:id="rId13"/>
          <w:footerReference w:type="default" r:id="rId14"/>
          <w:type w:val="continuous"/>
          <w:pgSz w:w="11906" w:h="16838" w:code="9"/>
          <w:pgMar w:top="2778" w:right="1134" w:bottom="1389" w:left="1247" w:header="567" w:footer="635" w:gutter="0"/>
          <w:cols w:space="708"/>
          <w:docGrid w:linePitch="360"/>
        </w:sectPr>
      </w:pPr>
    </w:p>
    <w:p w:rsidR="00480E47" w:rsidRPr="003B33B7" w:rsidRDefault="0075043F" w:rsidP="00480E47">
      <w:pPr>
        <w:pStyle w:val="Titel"/>
        <w:spacing w:after="600"/>
        <w:rPr>
          <w:spacing w:val="-4"/>
        </w:rPr>
      </w:pPr>
      <w:r w:rsidRPr="0075043F">
        <w:rPr>
          <w:spacing w:val="-4"/>
        </w:rPr>
        <w:lastRenderedPageBreak/>
        <w:t>Konsultation zu Änderungen in der Schullaufbahnverordnung (SLV)</w:t>
      </w:r>
    </w:p>
    <w:tbl>
      <w:tblPr>
        <w:tblStyle w:val="Tabellenraster"/>
        <w:tblW w:w="0" w:type="auto"/>
        <w:tblBorders>
          <w:top w:val="single" w:sz="2" w:space="0" w:color="auto"/>
          <w:left w:val="none" w:sz="0" w:space="0" w:color="auto"/>
          <w:bottom w:val="single" w:sz="2" w:space="0" w:color="auto"/>
          <w:right w:val="none" w:sz="0" w:space="0" w:color="auto"/>
          <w:insideH w:val="single" w:sz="2" w:space="0" w:color="auto"/>
          <w:insideV w:val="single" w:sz="2" w:space="0" w:color="auto"/>
        </w:tblBorders>
        <w:tblLook w:val="04A0" w:firstRow="1" w:lastRow="0" w:firstColumn="1" w:lastColumn="0" w:noHBand="0" w:noVBand="1"/>
      </w:tblPr>
      <w:tblGrid>
        <w:gridCol w:w="9639"/>
      </w:tblGrid>
      <w:tr w:rsidR="00480E47" w:rsidTr="00E62116">
        <w:tc>
          <w:tcPr>
            <w:tcW w:w="9639" w:type="dxa"/>
            <w:tcMar>
              <w:top w:w="85" w:type="dxa"/>
              <w:bottom w:w="57" w:type="dxa"/>
            </w:tcMar>
          </w:tcPr>
          <w:p w:rsidR="00480E47" w:rsidRPr="003B33B7" w:rsidRDefault="00480E47" w:rsidP="00E62116">
            <w:pPr>
              <w:spacing w:after="0"/>
              <w:rPr>
                <w:rFonts w:cs="Arial"/>
              </w:rPr>
            </w:pPr>
            <w:r w:rsidRPr="003B33B7">
              <w:rPr>
                <w:rFonts w:cs="Arial"/>
              </w:rPr>
              <w:t>Name/Organisation:</w:t>
            </w:r>
          </w:p>
          <w:sdt>
            <w:sdtPr>
              <w:rPr>
                <w:rStyle w:val="Formatvorlage1"/>
              </w:rPr>
              <w:id w:val="158437008"/>
              <w:placeholder>
                <w:docPart w:val="81CD53FCC87A49D9AC6230642C930489"/>
              </w:placeholder>
              <w:showingPlcHdr/>
            </w:sdtPr>
            <w:sdtEndPr>
              <w:rPr>
                <w:rStyle w:val="Absatz-Standardschriftart"/>
                <w:rFonts w:cs="Arial"/>
                <w:b w:val="0"/>
              </w:rPr>
            </w:sdtEndPr>
            <w:sdtContent>
              <w:bookmarkStart w:id="1" w:name="_GoBack" w:displacedByCustomXml="prev"/>
              <w:p w:rsidR="00480E47" w:rsidRDefault="00480E47" w:rsidP="00E62116">
                <w:pPr>
                  <w:spacing w:after="60"/>
                  <w:rPr>
                    <w:rFonts w:cs="Arial"/>
                  </w:rPr>
                </w:pPr>
                <w:r w:rsidRPr="005112BB">
                  <w:rPr>
                    <w:rStyle w:val="Platzhaltertext"/>
                    <w:rFonts w:cs="Arial"/>
                  </w:rPr>
                  <w:t>Klicken Sie hier, um Text einzugeben.</w:t>
                </w:r>
              </w:p>
              <w:bookmarkEnd w:id="1" w:displacedByCustomXml="next"/>
            </w:sdtContent>
          </w:sdt>
          <w:p w:rsidR="00480E47" w:rsidRPr="003B33B7" w:rsidRDefault="00480E47" w:rsidP="00E62116">
            <w:pPr>
              <w:spacing w:before="120" w:after="60"/>
              <w:rPr>
                <w:rFonts w:cs="Arial"/>
              </w:rPr>
            </w:pPr>
            <w:r w:rsidRPr="003B33B7">
              <w:rPr>
                <w:rFonts w:cs="Arial"/>
              </w:rPr>
              <w:t>Adresse:</w:t>
            </w:r>
          </w:p>
          <w:sdt>
            <w:sdtPr>
              <w:rPr>
                <w:rStyle w:val="Formatvorlage1"/>
              </w:rPr>
              <w:id w:val="1372643324"/>
              <w:placeholder>
                <w:docPart w:val="32643C4B63F24553B0AE4B39CDA3F289"/>
              </w:placeholder>
              <w:showingPlcHdr/>
            </w:sdtPr>
            <w:sdtEndPr>
              <w:rPr>
                <w:rStyle w:val="Absatz-Standardschriftart"/>
                <w:rFonts w:cs="Arial"/>
                <w:b w:val="0"/>
              </w:rPr>
            </w:sdtEndPr>
            <w:sdtContent>
              <w:p w:rsidR="00480E47" w:rsidRDefault="00480E47" w:rsidP="00E62116">
                <w:pPr>
                  <w:spacing w:after="60"/>
                  <w:rPr>
                    <w:rStyle w:val="Formatvorlage1"/>
                  </w:rPr>
                </w:pPr>
                <w:r w:rsidRPr="005112BB">
                  <w:rPr>
                    <w:rStyle w:val="Platzhaltertext"/>
                    <w:rFonts w:cs="Arial"/>
                  </w:rPr>
                  <w:t>Klicken Sie hier, um Text einzugeben.</w:t>
                </w:r>
              </w:p>
            </w:sdtContent>
          </w:sdt>
          <w:p w:rsidR="00480E47" w:rsidRPr="003B33B7" w:rsidRDefault="00480E47" w:rsidP="00E62116">
            <w:pPr>
              <w:spacing w:before="120" w:after="60"/>
              <w:rPr>
                <w:rFonts w:cs="Arial"/>
              </w:rPr>
            </w:pPr>
            <w:r w:rsidRPr="003B33B7">
              <w:rPr>
                <w:rFonts w:cs="Arial"/>
              </w:rPr>
              <w:t>E-Mail:</w:t>
            </w:r>
          </w:p>
          <w:sdt>
            <w:sdtPr>
              <w:rPr>
                <w:rStyle w:val="Formatvorlage1"/>
              </w:rPr>
              <w:id w:val="-1384939907"/>
              <w:placeholder>
                <w:docPart w:val="CEDBF22D12F24D32A80C559FF3A00DE6"/>
              </w:placeholder>
              <w:showingPlcHdr/>
            </w:sdtPr>
            <w:sdtEndPr>
              <w:rPr>
                <w:rStyle w:val="Absatz-Standardschriftart"/>
                <w:rFonts w:cs="Arial"/>
                <w:b w:val="0"/>
              </w:rPr>
            </w:sdtEndPr>
            <w:sdtContent>
              <w:p w:rsidR="00480E47" w:rsidRPr="005112BB" w:rsidRDefault="00480E47" w:rsidP="00E62116">
                <w:pPr>
                  <w:spacing w:after="60"/>
                  <w:rPr>
                    <w:b/>
                  </w:rPr>
                </w:pPr>
                <w:r w:rsidRPr="005112BB">
                  <w:rPr>
                    <w:rStyle w:val="Platzhaltertext"/>
                    <w:rFonts w:cs="Arial"/>
                  </w:rPr>
                  <w:t>Klicken Sie hier, um Text einzugeben.</w:t>
                </w:r>
              </w:p>
            </w:sdtContent>
          </w:sdt>
        </w:tc>
      </w:tr>
    </w:tbl>
    <w:p w:rsidR="00480E47" w:rsidRPr="00914529" w:rsidRDefault="00480E47" w:rsidP="00480E47">
      <w:pPr>
        <w:pStyle w:val="Zwischentitel"/>
        <w:spacing w:before="600"/>
      </w:pPr>
      <w:r w:rsidRPr="00914529">
        <w:t>Einleitung</w:t>
      </w:r>
      <w:r>
        <w:t xml:space="preserve"> zum Teil Volksschulen</w:t>
      </w:r>
    </w:p>
    <w:p w:rsidR="00480E47" w:rsidRDefault="00480E47" w:rsidP="00480E47">
      <w:r>
        <w:t>Im Rahmen dieser Konsultation stellt die Volksschulleitungskonferenz (VSLK: Volksschulleitung und Leitung der Gemeindeschulen Bettingen und Riehen) Anpassungen der SLV zur Diskussion. Die Änderungsvorschläge basieren auf den Aussagen der eigens zur Überprüfung der SLV-Bestimmungen eingesetzten Arbeitsgruppe (Lehrpersonen und Schulleitungen). Sie wurden von der VSLK unter Einbezug der Schulleitungen formuliert. Die Schulleitungen werden deshalb nicht mehr zur Konsultation eingeladen.</w:t>
      </w:r>
    </w:p>
    <w:p w:rsidR="00480E47" w:rsidRDefault="00480E47" w:rsidP="00480E47">
      <w:r>
        <w:t>Die VSLK favorisiert gegenüber dem Status quo die von ihr vorgeschlagenen Anpassungen.</w:t>
      </w:r>
    </w:p>
    <w:p w:rsidR="00480E47" w:rsidRDefault="00480E47" w:rsidP="00480E47">
      <w:r>
        <w:t>Eine grundsätzliche Neuerarbeitung der SLV war und ist durch die VSLK nicht geplant.</w:t>
      </w:r>
    </w:p>
    <w:p w:rsidR="00480E47" w:rsidRDefault="00480E47" w:rsidP="00480E47">
      <w:r>
        <w:t>Zur Überarbeitung von Handreichungen und weiteren Informationsmaterialien wird nach allfälliger Genehmigung der SLV-Änderungen durch den Regierungsrat eine neue Arbeitsgruppe eing</w:t>
      </w:r>
      <w:r>
        <w:t>e</w:t>
      </w:r>
      <w:r>
        <w:t>setzt.</w:t>
      </w:r>
    </w:p>
    <w:p w:rsidR="00480E47" w:rsidRDefault="00480E47" w:rsidP="00480E47">
      <w:r>
        <w:t>Der Übergang von der Sekundarstufe I in die weiterführenden Schulen wird ausserhalb dieses Rahmens gemeinsam mit dem Bereich Mittelschulen und Berufsbildung des Erziehungsdepart</w:t>
      </w:r>
      <w:r>
        <w:t>e</w:t>
      </w:r>
      <w:r>
        <w:t>ments bearbeitet.</w:t>
      </w:r>
    </w:p>
    <w:p w:rsidR="00480E47" w:rsidRPr="005112BB" w:rsidRDefault="00480E47" w:rsidP="00480E47">
      <w:pPr>
        <w:pStyle w:val="Zwischentitel"/>
      </w:pPr>
      <w:r w:rsidRPr="005112BB">
        <w:t>Einleitung zum Teil Mittelschulen und Berufsbildung</w:t>
      </w:r>
    </w:p>
    <w:p w:rsidR="00480E47" w:rsidRDefault="00480E47" w:rsidP="0075043F">
      <w:pPr>
        <w:spacing w:after="720"/>
      </w:pPr>
      <w:r>
        <w:t>Ihre Bemerkungen zu den vorgeschlagenen Änderungen den Teil Mittelschulen und Berufsbi</w:t>
      </w:r>
      <w:r>
        <w:t>l</w:t>
      </w:r>
      <w:r>
        <w:t>dung betreffend können Sie im Bemerkungsfeld unter Ziffer 4 eingeben.</w:t>
      </w:r>
      <w:r>
        <w:br w:type="page"/>
      </w:r>
    </w:p>
    <w:p w:rsidR="00480E47" w:rsidRPr="00480E47" w:rsidRDefault="00480E47" w:rsidP="00480E47">
      <w:pPr>
        <w:pStyle w:val="berschrift1"/>
      </w:pPr>
      <w:r w:rsidRPr="00480E47">
        <w:lastRenderedPageBreak/>
        <w:t>Primarstufe</w:t>
      </w:r>
    </w:p>
    <w:p w:rsidR="00480E47" w:rsidRPr="00BA5FAF" w:rsidRDefault="00480E47" w:rsidP="00930825">
      <w:pPr>
        <w:pStyle w:val="berschrift2"/>
        <w:numPr>
          <w:ilvl w:val="1"/>
          <w:numId w:val="11"/>
        </w:numPr>
        <w:tabs>
          <w:tab w:val="clear" w:pos="992"/>
        </w:tabs>
        <w:spacing w:before="240"/>
        <w:ind w:left="567" w:hanging="567"/>
      </w:pPr>
      <w:r w:rsidRPr="00BA5FAF">
        <w:t>Im Zeugnis zu beurteilende Fächer und Fachbereiche</w:t>
      </w:r>
    </w:p>
    <w:p w:rsidR="00480E47" w:rsidRDefault="00480E47" w:rsidP="00480E47">
      <w:pPr>
        <w:pStyle w:val="Zwischentitel"/>
      </w:pPr>
      <w:r w:rsidRPr="00BA5FAF">
        <w:t>Status quo</w:t>
      </w:r>
    </w:p>
    <w:p w:rsidR="00480E47" w:rsidRDefault="00480E47" w:rsidP="00480E47">
      <w:r>
        <w:t>Der Erziehungsrat bestimmt gemäss § 27 der SLV, welche Pflichtfächer im Zeugnis bewertet werden. Im Zeugnis der Primarstufe werden derzeit folgende Fächer bewertet:</w:t>
      </w:r>
    </w:p>
    <w:tbl>
      <w:tblPr>
        <w:tblStyle w:val="Tabellenraster"/>
        <w:tblW w:w="0" w:type="auto"/>
        <w:tblInd w:w="5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687"/>
        <w:gridCol w:w="7375"/>
        <w:gridCol w:w="1067"/>
      </w:tblGrid>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1.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Prädikat</w:t>
            </w:r>
          </w:p>
        </w:tc>
      </w:tr>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2.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Prädikat</w:t>
            </w:r>
          </w:p>
        </w:tc>
      </w:tr>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3.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Französisch,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Prädikat</w:t>
            </w:r>
          </w:p>
        </w:tc>
      </w:tr>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4.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Französisch,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Prädikat</w:t>
            </w:r>
          </w:p>
        </w:tc>
      </w:tr>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5.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Französisch, Englisch,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Note</w:t>
            </w:r>
          </w:p>
        </w:tc>
      </w:tr>
      <w:tr w:rsidR="00480E47" w:rsidRPr="005748D9" w:rsidTr="00480E47">
        <w:tc>
          <w:tcPr>
            <w:tcW w:w="68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6. Kl.</w:t>
            </w:r>
          </w:p>
        </w:tc>
        <w:tc>
          <w:tcPr>
            <w:tcW w:w="7375"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Deutsch, Mathematik, Französisch, Englisch, NMG, Musik, Gestalten, Sport</w:t>
            </w:r>
          </w:p>
        </w:tc>
        <w:tc>
          <w:tcPr>
            <w:tcW w:w="1067" w:type="dxa"/>
            <w:tcMar>
              <w:top w:w="45" w:type="dxa"/>
              <w:bottom w:w="45" w:type="dxa"/>
            </w:tcMar>
          </w:tcPr>
          <w:p w:rsidR="00480E47" w:rsidRPr="005748D9" w:rsidRDefault="00480E47" w:rsidP="00E62116">
            <w:pPr>
              <w:spacing w:before="0" w:after="0"/>
              <w:rPr>
                <w:rFonts w:eastAsiaTheme="minorHAnsi" w:cs="Arial"/>
                <w:sz w:val="20"/>
                <w:szCs w:val="20"/>
                <w:lang w:eastAsia="en-US"/>
              </w:rPr>
            </w:pPr>
            <w:r w:rsidRPr="005748D9">
              <w:rPr>
                <w:rFonts w:eastAsiaTheme="minorHAnsi" w:cs="Arial"/>
                <w:sz w:val="20"/>
                <w:szCs w:val="20"/>
                <w:lang w:eastAsia="en-US"/>
              </w:rPr>
              <w:t>Note</w:t>
            </w:r>
          </w:p>
        </w:tc>
      </w:tr>
    </w:tbl>
    <w:p w:rsidR="00480E47" w:rsidRDefault="00480E47" w:rsidP="00480E47">
      <w:pPr>
        <w:pStyle w:val="Zwischentitel"/>
      </w:pPr>
      <w:r w:rsidRPr="00BA5FAF">
        <w:t>Vorschlag der VSLK</w:t>
      </w:r>
    </w:p>
    <w:p w:rsidR="00480E47" w:rsidRDefault="00480E47" w:rsidP="00480E47">
      <w:r>
        <w:t>Im Zeugnis der Primarstufe werden neu folgende Fächer bewertet:</w:t>
      </w:r>
    </w:p>
    <w:tbl>
      <w:tblPr>
        <w:tblStyle w:val="Tabellenraster"/>
        <w:tblW w:w="0" w:type="auto"/>
        <w:tblInd w:w="57"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4A0" w:firstRow="1" w:lastRow="0" w:firstColumn="1" w:lastColumn="0" w:noHBand="0" w:noVBand="1"/>
      </w:tblPr>
      <w:tblGrid>
        <w:gridCol w:w="687"/>
        <w:gridCol w:w="7375"/>
        <w:gridCol w:w="1067"/>
      </w:tblGrid>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1.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Prädikat</w:t>
            </w:r>
          </w:p>
        </w:tc>
      </w:tr>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2.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Prädikat</w:t>
            </w:r>
          </w:p>
        </w:tc>
      </w:tr>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3.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 Französisch, NMG, Musik, Gestalten, Sport</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Prädikat</w:t>
            </w:r>
          </w:p>
        </w:tc>
      </w:tr>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4.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 Französisch, NMG, Musik, Gestalten, Sport</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Prädikat</w:t>
            </w:r>
          </w:p>
        </w:tc>
      </w:tr>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5.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 Französisch, Englisch, NMG, Musik, Gestalten, Sport</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Note</w:t>
            </w:r>
          </w:p>
        </w:tc>
      </w:tr>
      <w:tr w:rsidR="00480E47" w:rsidRPr="000B1401" w:rsidTr="00480E47">
        <w:tc>
          <w:tcPr>
            <w:tcW w:w="68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6. Kl.</w:t>
            </w:r>
          </w:p>
        </w:tc>
        <w:tc>
          <w:tcPr>
            <w:tcW w:w="7375"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Deutsch, Mathematik, Französisch, Englisch, NMG, Musik, Gestalten, Sport</w:t>
            </w:r>
          </w:p>
        </w:tc>
        <w:tc>
          <w:tcPr>
            <w:tcW w:w="1067" w:type="dxa"/>
            <w:tcMar>
              <w:top w:w="45" w:type="dxa"/>
              <w:bottom w:w="45" w:type="dxa"/>
            </w:tcMar>
          </w:tcPr>
          <w:p w:rsidR="00480E47" w:rsidRPr="000B1401" w:rsidRDefault="00480E47" w:rsidP="00E62116">
            <w:pPr>
              <w:spacing w:before="0" w:after="0"/>
              <w:rPr>
                <w:rFonts w:eastAsiaTheme="minorHAnsi" w:cs="Arial"/>
                <w:sz w:val="20"/>
                <w:szCs w:val="20"/>
                <w:lang w:eastAsia="en-US"/>
              </w:rPr>
            </w:pPr>
            <w:r w:rsidRPr="000B1401">
              <w:rPr>
                <w:rFonts w:eastAsiaTheme="minorHAnsi" w:cs="Arial"/>
                <w:sz w:val="20"/>
                <w:szCs w:val="20"/>
                <w:lang w:eastAsia="en-US"/>
              </w:rPr>
              <w:t>Note</w:t>
            </w:r>
          </w:p>
        </w:tc>
      </w:tr>
    </w:tbl>
    <w:p w:rsidR="00480E47" w:rsidRDefault="00480E47" w:rsidP="00480E47">
      <w:pPr>
        <w:pStyle w:val="Zwischentitel"/>
      </w:pPr>
      <w:r w:rsidRPr="005748D9">
        <w:t>Begründung</w:t>
      </w:r>
    </w:p>
    <w:p w:rsidR="00480E47" w:rsidRDefault="00480E47" w:rsidP="00480E47">
      <w:pPr>
        <w:jc w:val="both"/>
      </w:pPr>
      <w:r>
        <w:t>Der Leistungsdruck</w:t>
      </w:r>
      <w:r w:rsidRPr="000B1401">
        <w:t xml:space="preserve"> auf die Schülerinnen und Schüler nimmt</w:t>
      </w:r>
      <w:r>
        <w:t xml:space="preserve"> mit dieser neuen Regelung</w:t>
      </w:r>
      <w:r w:rsidRPr="000B1401">
        <w:t xml:space="preserve"> </w:t>
      </w:r>
      <w:r>
        <w:t>zu B</w:t>
      </w:r>
      <w:r>
        <w:t>e</w:t>
      </w:r>
      <w:r>
        <w:t xml:space="preserve">ginn der Primarschulzeit markant </w:t>
      </w:r>
      <w:r w:rsidRPr="000B1401">
        <w:t xml:space="preserve">ab. </w:t>
      </w:r>
      <w:r>
        <w:t>Dadurch, dass in den Fächern NMG, Musik, Gestalten und Sport in den ersten beiden Klassen keine summativen Leistungserhebungen mehr zwingend vo</w:t>
      </w:r>
      <w:r>
        <w:t>r</w:t>
      </w:r>
      <w:r>
        <w:t>gegeben sind, gestaltet sich der Übergang vom Kindergarten in die Primarschule ruhiger und w</w:t>
      </w:r>
      <w:r>
        <w:t>e</w:t>
      </w:r>
      <w:r>
        <w:t>niger belastend.</w:t>
      </w:r>
      <w:r w:rsidR="00A4443B">
        <w:t xml:space="preserve"> </w:t>
      </w:r>
    </w:p>
    <w:p w:rsidR="00480E47" w:rsidRDefault="00480E47" w:rsidP="00480E47">
      <w:pPr>
        <w:jc w:val="both"/>
      </w:pPr>
      <w:r>
        <w:t>Die von der VSLK vorgeschlagene Massnahme entspricht einem von Seiten der Eltern und Leh</w:t>
      </w:r>
      <w:r>
        <w:t>r</w:t>
      </w:r>
      <w:r>
        <w:t>personen oft geäusserten Bedürfnis.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A14797">
        <w:trPr>
          <w:cantSplit/>
          <w:trHeight w:hRule="exact" w:val="567"/>
        </w:trPr>
        <w:tc>
          <w:tcPr>
            <w:tcW w:w="9639" w:type="dxa"/>
            <w:gridSpan w:val="3"/>
            <w:vAlign w:val="bottom"/>
          </w:tcPr>
          <w:p w:rsidR="00A14797" w:rsidRPr="00DA6D78" w:rsidRDefault="00A14797" w:rsidP="00A14797">
            <w:pPr>
              <w:keepNext/>
              <w:spacing w:before="0" w:after="0" w:line="312" w:lineRule="auto"/>
              <w:rPr>
                <w:i/>
                <w:sz w:val="18"/>
                <w:szCs w:val="18"/>
              </w:rPr>
            </w:pPr>
            <w:r w:rsidRPr="00437CB3">
              <w:rPr>
                <w:b/>
              </w:rPr>
              <w:t>Konsultation</w:t>
            </w:r>
          </w:p>
        </w:tc>
      </w:tr>
      <w:tr w:rsidR="00480E47" w:rsidTr="00437CB3">
        <w:trPr>
          <w:trHeight w:hRule="exact" w:val="284"/>
        </w:trPr>
        <w:tc>
          <w:tcPr>
            <w:tcW w:w="4168" w:type="dxa"/>
            <w:tcBorders>
              <w:bottom w:val="single" w:sz="2" w:space="0" w:color="auto"/>
            </w:tcBorders>
          </w:tcPr>
          <w:p w:rsidR="00480E47" w:rsidRDefault="00480E47" w:rsidP="00437CB3">
            <w:pPr>
              <w:keepNext/>
              <w:spacing w:line="276" w:lineRule="auto"/>
              <w:rPr>
                <w:b/>
              </w:rPr>
            </w:pPr>
          </w:p>
        </w:tc>
        <w:tc>
          <w:tcPr>
            <w:tcW w:w="425" w:type="dxa"/>
            <w:tcBorders>
              <w:bottom w:val="single" w:sz="2" w:space="0" w:color="auto"/>
            </w:tcBorders>
          </w:tcPr>
          <w:p w:rsidR="00480E47" w:rsidRDefault="00480E47" w:rsidP="00437CB3">
            <w:pPr>
              <w:keepNext/>
              <w:rPr>
                <w:b/>
              </w:rPr>
            </w:pPr>
          </w:p>
        </w:tc>
        <w:tc>
          <w:tcPr>
            <w:tcW w:w="5046" w:type="dxa"/>
            <w:tcBorders>
              <w:bottom w:val="single" w:sz="2" w:space="0" w:color="auto"/>
            </w:tcBorders>
            <w:vAlign w:val="bottom"/>
          </w:tcPr>
          <w:p w:rsidR="00480E47" w:rsidRPr="00DA6D78" w:rsidRDefault="00480E47" w:rsidP="00437CB3">
            <w:pPr>
              <w:keepNext/>
              <w:spacing w:before="0" w:line="312" w:lineRule="auto"/>
              <w:rPr>
                <w:i/>
                <w:sz w:val="18"/>
                <w:szCs w:val="18"/>
              </w:rPr>
            </w:pPr>
            <w:r w:rsidRPr="00DA6D78">
              <w:rPr>
                <w:i/>
                <w:sz w:val="18"/>
                <w:szCs w:val="18"/>
              </w:rPr>
              <w:t>(optional)</w:t>
            </w:r>
          </w:p>
        </w:tc>
      </w:tr>
      <w:tr w:rsidR="00480E47" w:rsidTr="00437CB3">
        <w:trPr>
          <w:cantSplit/>
        </w:trPr>
        <w:tc>
          <w:tcPr>
            <w:tcW w:w="4168" w:type="dxa"/>
            <w:tcBorders>
              <w:top w:val="single" w:sz="2" w:space="0" w:color="auto"/>
              <w:bottom w:val="single" w:sz="2" w:space="0" w:color="auto"/>
            </w:tcBorders>
            <w:tcMar>
              <w:top w:w="57" w:type="dxa"/>
              <w:bottom w:w="0" w:type="dxa"/>
            </w:tcMar>
          </w:tcPr>
          <w:p w:rsidR="00480E47" w:rsidRDefault="00C74AB0" w:rsidP="00E62116">
            <w:pPr>
              <w:spacing w:line="276" w:lineRule="auto"/>
              <w:rPr>
                <w:b/>
              </w:rPr>
            </w:pPr>
            <w:sdt>
              <w:sdtPr>
                <w:rPr>
                  <w:b/>
                </w:rPr>
                <w:id w:val="-968661163"/>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w:t>
            </w:r>
            <w:r w:rsidR="00480E47" w:rsidRPr="00415349">
              <w:rPr>
                <w:b/>
              </w:rPr>
              <w:t>Bevorzugung Variante Status quo</w:t>
            </w:r>
          </w:p>
          <w:p w:rsidR="00480E47" w:rsidRDefault="00C74AB0" w:rsidP="00E62116">
            <w:pPr>
              <w:spacing w:line="276" w:lineRule="auto"/>
              <w:rPr>
                <w:b/>
              </w:rPr>
            </w:pPr>
            <w:sdt>
              <w:sdtPr>
                <w:rPr>
                  <w:b/>
                </w:rPr>
                <w:id w:val="901259904"/>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w:t>
            </w:r>
            <w:r w:rsidR="00480E47" w:rsidRPr="00415349">
              <w:rPr>
                <w:b/>
              </w:rPr>
              <w:t>Bevorzugung Variante VSLK</w:t>
            </w:r>
          </w:p>
          <w:p w:rsidR="00480E47" w:rsidRDefault="00C74AB0" w:rsidP="00A4443B">
            <w:pPr>
              <w:spacing w:after="60" w:line="276" w:lineRule="auto"/>
              <w:rPr>
                <w:b/>
              </w:rPr>
            </w:pPr>
            <w:sdt>
              <w:sdtPr>
                <w:rPr>
                  <w:b/>
                </w:rPr>
                <w:id w:val="1145010731"/>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w:t>
            </w:r>
            <w:r w:rsidR="00480E47" w:rsidRPr="00415349">
              <w:rPr>
                <w:b/>
              </w:rPr>
              <w:t>Enthaltung</w:t>
            </w:r>
          </w:p>
        </w:tc>
        <w:tc>
          <w:tcPr>
            <w:tcW w:w="425" w:type="dxa"/>
            <w:tcBorders>
              <w:top w:val="single" w:sz="2" w:space="0" w:color="auto"/>
              <w:bottom w:val="single" w:sz="2" w:space="0" w:color="auto"/>
            </w:tcBorders>
            <w:tcMar>
              <w:top w:w="57" w:type="dxa"/>
              <w:bottom w:w="0" w:type="dxa"/>
            </w:tcMar>
          </w:tcPr>
          <w:p w:rsidR="00480E47" w:rsidRDefault="00480E47" w:rsidP="00E62116">
            <w:pPr>
              <w:rPr>
                <w:b/>
              </w:rPr>
            </w:pPr>
          </w:p>
        </w:tc>
        <w:tc>
          <w:tcPr>
            <w:tcW w:w="5046" w:type="dxa"/>
            <w:tcBorders>
              <w:top w:val="single" w:sz="2" w:space="0" w:color="auto"/>
              <w:bottom w:val="single" w:sz="2" w:space="0" w:color="auto"/>
            </w:tcBorders>
            <w:tcMar>
              <w:top w:w="57" w:type="dxa"/>
              <w:bottom w:w="0" w:type="dxa"/>
            </w:tcMar>
          </w:tcPr>
          <w:p w:rsidR="00480E47" w:rsidRPr="001463CF" w:rsidRDefault="00480E47" w:rsidP="00A4443B">
            <w:pPr>
              <w:spacing w:line="312" w:lineRule="auto"/>
            </w:pPr>
            <w:r>
              <w:t>Anzahl z</w:t>
            </w:r>
            <w:r w:rsidRPr="001463CF">
              <w:t xml:space="preserve">ustimmende Personen: </w:t>
            </w:r>
            <w:sdt>
              <w:sdtPr>
                <w:id w:val="1383908131"/>
                <w:placeholder>
                  <w:docPart w:val="93CFDABED5FB47DB80C3CA30E4D3EAE9"/>
                </w:placeholder>
                <w:showingPlcHdr/>
                <w:text/>
              </w:sdtPr>
              <w:sdtEndPr/>
              <w:sdtContent>
                <w:r>
                  <w:rPr>
                    <w:rStyle w:val="Platzhaltertext"/>
                  </w:rPr>
                  <w:t>…</w:t>
                </w:r>
              </w:sdtContent>
            </w:sdt>
          </w:p>
          <w:p w:rsidR="00480E47" w:rsidRPr="001463CF" w:rsidRDefault="00480E47" w:rsidP="00E62116">
            <w:pPr>
              <w:spacing w:before="120" w:line="312" w:lineRule="auto"/>
            </w:pPr>
            <w:r>
              <w:t>Anzahl z</w:t>
            </w:r>
            <w:r w:rsidRPr="001463CF">
              <w:t xml:space="preserve">ustimmende Personen: </w:t>
            </w:r>
            <w:sdt>
              <w:sdtPr>
                <w:id w:val="1819305732"/>
                <w:showingPlcHdr/>
                <w:text/>
              </w:sdtPr>
              <w:sdtEndPr/>
              <w:sdtContent>
                <w:r>
                  <w:rPr>
                    <w:rStyle w:val="Platzhaltertext"/>
                  </w:rPr>
                  <w:t>…</w:t>
                </w:r>
              </w:sdtContent>
            </w:sdt>
          </w:p>
          <w:p w:rsidR="00480E47" w:rsidRDefault="00480E47" w:rsidP="00A4443B">
            <w:pPr>
              <w:spacing w:before="120" w:after="60" w:line="312" w:lineRule="auto"/>
              <w:rPr>
                <w:b/>
              </w:rPr>
            </w:pPr>
            <w:r>
              <w:t xml:space="preserve">Anzahl </w:t>
            </w:r>
            <w:r w:rsidRPr="001463CF">
              <w:t xml:space="preserve">Enthaltungen: </w:t>
            </w:r>
            <w:sdt>
              <w:sdtPr>
                <w:id w:val="-255755898"/>
                <w:showingPlcHdr/>
                <w:text/>
              </w:sdtPr>
              <w:sdtEndPr/>
              <w:sdtContent>
                <w:r>
                  <w:rPr>
                    <w:rStyle w:val="Platzhaltertext"/>
                  </w:rPr>
                  <w:t>…</w:t>
                </w:r>
              </w:sdtContent>
            </w:sdt>
          </w:p>
        </w:tc>
      </w:tr>
    </w:tbl>
    <w:p w:rsidR="00480E47" w:rsidRDefault="00480E47"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480E47" w:rsidTr="00A4443B">
        <w:tc>
          <w:tcPr>
            <w:tcW w:w="9639" w:type="dxa"/>
            <w:tcMar>
              <w:top w:w="57" w:type="dxa"/>
              <w:bottom w:w="57" w:type="dxa"/>
            </w:tcMar>
          </w:tcPr>
          <w:p w:rsidR="00480E47" w:rsidRPr="00DA6D78" w:rsidRDefault="00480E47" w:rsidP="00E62116">
            <w:pPr>
              <w:spacing w:after="60"/>
              <w:rPr>
                <w:rFonts w:cs="Arial"/>
                <w:sz w:val="18"/>
                <w:szCs w:val="18"/>
              </w:rPr>
            </w:pPr>
            <w:r w:rsidRPr="00DA6D78">
              <w:rPr>
                <w:rFonts w:cs="Arial"/>
                <w:sz w:val="18"/>
                <w:szCs w:val="18"/>
              </w:rPr>
              <w:t>Bemerkungen/Ergänzungen:</w:t>
            </w:r>
          </w:p>
          <w:p w:rsidR="00480E47" w:rsidRDefault="00C74AB0" w:rsidP="00E62116">
            <w:pPr>
              <w:rPr>
                <w:rFonts w:cs="Arial"/>
              </w:rPr>
            </w:pPr>
            <w:sdt>
              <w:sdtPr>
                <w:rPr>
                  <w:rStyle w:val="Formatvorlage2"/>
                </w:rPr>
                <w:id w:val="1873958850"/>
                <w:showingPlcHdr/>
              </w:sdtPr>
              <w:sdtEndPr>
                <w:rPr>
                  <w:rStyle w:val="Absatz-Standardschriftart"/>
                  <w:rFonts w:cs="Arial"/>
                  <w:sz w:val="20"/>
                  <w:szCs w:val="20"/>
                </w:rPr>
              </w:sdtEndPr>
              <w:sdtContent>
                <w:r w:rsidR="00480E47" w:rsidRPr="00ED58B0">
                  <w:rPr>
                    <w:rStyle w:val="Platzhaltertext"/>
                    <w:rFonts w:cs="Arial"/>
                    <w:sz w:val="20"/>
                    <w:szCs w:val="20"/>
                  </w:rPr>
                  <w:t>Klicken Sie hier, um Text einzugeben.</w:t>
                </w:r>
              </w:sdtContent>
            </w:sdt>
          </w:p>
        </w:tc>
      </w:tr>
    </w:tbl>
    <w:p w:rsidR="00480E47" w:rsidRDefault="00480E47" w:rsidP="00480E47"/>
    <w:p w:rsidR="00480E47" w:rsidRDefault="00480E47" w:rsidP="00480E47">
      <w:pPr>
        <w:pStyle w:val="berschrift2"/>
        <w:numPr>
          <w:ilvl w:val="1"/>
          <w:numId w:val="11"/>
        </w:numPr>
        <w:tabs>
          <w:tab w:val="clear" w:pos="992"/>
        </w:tabs>
        <w:spacing w:before="360"/>
        <w:ind w:left="567" w:hanging="567"/>
      </w:pPr>
      <w:r>
        <w:t>Algorithmus zur Berechnung der Berechtigung zur Leistungszugzuteilung</w:t>
      </w:r>
    </w:p>
    <w:p w:rsidR="00480E47" w:rsidRPr="00AA551A" w:rsidRDefault="00480E47" w:rsidP="00480E47">
      <w:pPr>
        <w:pStyle w:val="Zwischentitel"/>
      </w:pPr>
      <w:r w:rsidRPr="00AA551A">
        <w:t>Status quo</w:t>
      </w:r>
    </w:p>
    <w:p w:rsidR="00480E47" w:rsidRPr="00AA551A" w:rsidRDefault="00480E47" w:rsidP="00480E47">
      <w:r w:rsidRPr="00AA551A">
        <w:t>Gemäss § 57 und 58 der SLV wird die Übertrittsberechtigung für die Leistungszüge der Seku</w:t>
      </w:r>
      <w:r w:rsidRPr="00AA551A">
        <w:t>n</w:t>
      </w:r>
      <w:r w:rsidRPr="00AA551A">
        <w:t>darschule wie folgt berechnet:</w:t>
      </w:r>
    </w:p>
    <w:p w:rsidR="00480E47" w:rsidRPr="00AA551A" w:rsidRDefault="00480E47" w:rsidP="00480E47">
      <w:pPr>
        <w:rPr>
          <w:sz w:val="18"/>
          <w:szCs w:val="18"/>
        </w:rPr>
      </w:pPr>
      <w:r w:rsidRPr="00AA551A">
        <w:rPr>
          <w:sz w:val="18"/>
          <w:szCs w:val="18"/>
        </w:rPr>
        <w:t>3*Deutsch + 3*Mathematik + 3*NMG + 1,5*Französisch + 1,5*Englisch + 1*Gestalten + 1*Musik + 1*Sport = X Punkte</w:t>
      </w:r>
    </w:p>
    <w:p w:rsidR="00480E47" w:rsidRPr="00AA551A" w:rsidRDefault="00480E47" w:rsidP="00480E47">
      <w:r w:rsidRPr="00AA551A">
        <w:t>Um in den P-Zug übertreten zu können, braucht es 78,75 Punkte (dies entspricht einem Note</w:t>
      </w:r>
      <w:r w:rsidRPr="00AA551A">
        <w:t>n</w:t>
      </w:r>
      <w:r w:rsidRPr="00AA551A">
        <w:t>durchschnitt von 5,25).</w:t>
      </w:r>
    </w:p>
    <w:p w:rsidR="00480E47" w:rsidRPr="00AA551A" w:rsidRDefault="00480E47" w:rsidP="00480E47">
      <w:r w:rsidRPr="00AA551A">
        <w:t>Um in den E-Zug übertreten zu können, braucht es 67,5 Punkte (dies entspricht einem Note</w:t>
      </w:r>
      <w:r w:rsidRPr="00AA551A">
        <w:t>n</w:t>
      </w:r>
      <w:r w:rsidRPr="00AA551A">
        <w:t>durchschnitt von 4,5).</w:t>
      </w:r>
    </w:p>
    <w:p w:rsidR="00480E47" w:rsidRPr="00AA551A" w:rsidRDefault="00480E47" w:rsidP="00480E47">
      <w:r w:rsidRPr="00AA551A">
        <w:t>In den A-Zug treten alle Schülerinnen und Schüler ein, die weniger als 67,5 Punkte erreicht h</w:t>
      </w:r>
      <w:r w:rsidRPr="00AA551A">
        <w:t>a</w:t>
      </w:r>
      <w:r w:rsidRPr="00AA551A">
        <w:t>ben.</w:t>
      </w:r>
    </w:p>
    <w:p w:rsidR="00480E47" w:rsidRPr="00AA551A" w:rsidRDefault="00480E47" w:rsidP="00480E47">
      <w:pPr>
        <w:pStyle w:val="Zwischentitel"/>
      </w:pPr>
      <w:r w:rsidRPr="00AA551A">
        <w:t>Vorschlag der VSLK</w:t>
      </w:r>
    </w:p>
    <w:p w:rsidR="00480E47" w:rsidRPr="00AA551A" w:rsidRDefault="00480E47" w:rsidP="00480E47">
      <w:r w:rsidRPr="00AA551A">
        <w:t>Für die Übertrittsberechtigung in die Leistungszüge der Sekundarschule werden die Zeugnisn</w:t>
      </w:r>
      <w:r w:rsidRPr="00AA551A">
        <w:t>o</w:t>
      </w:r>
      <w:r w:rsidRPr="00AA551A">
        <w:t>ten im Fach Deutsch und Mathematik berücksichtigt.</w:t>
      </w:r>
    </w:p>
    <w:p w:rsidR="00480E47" w:rsidRPr="00AA551A" w:rsidRDefault="00480E47" w:rsidP="00480E47">
      <w:r w:rsidRPr="00AA551A">
        <w:t>Um eine Berechtigung für den P-Zug zu erhalten, braucht es einen Notendurchschnitt der beiden Fächer Deutsch und Mathematik von 5,25.</w:t>
      </w:r>
    </w:p>
    <w:p w:rsidR="00480E47" w:rsidRPr="00AA551A" w:rsidRDefault="00480E47" w:rsidP="00480E47">
      <w:r w:rsidRPr="00AA551A">
        <w:t>Um eine Berechtigung für den E-Zug zu erhalten, braucht es einen Notendurchschnitt der beiden Fächer Deutsch und Mathematik von 4,5.</w:t>
      </w:r>
    </w:p>
    <w:p w:rsidR="00480E47" w:rsidRPr="00AA551A" w:rsidRDefault="00480E47" w:rsidP="00480E47">
      <w:pPr>
        <w:pStyle w:val="Zwischentitel"/>
      </w:pPr>
      <w:r w:rsidRPr="00AA551A">
        <w:t>Begründung</w:t>
      </w:r>
    </w:p>
    <w:p w:rsidR="00480E47" w:rsidRPr="00AA551A" w:rsidRDefault="00480E47" w:rsidP="00480E47">
      <w:r w:rsidRPr="00AA551A">
        <w:t>Der Leistungsdruck auf die Schülerinnen und Schüler nimmt mit dieser neuen Regelung durch die Reduktion von acht auf zwei relevante Fächer markant ab. Die statistische Auswertung der let</w:t>
      </w:r>
      <w:r w:rsidRPr="00AA551A">
        <w:t>z</w:t>
      </w:r>
      <w:r w:rsidRPr="00AA551A">
        <w:t>ten vier Jahre zeigt, dass mit dieser neuen Regelung 4% in einen Leistungszug mit höheren A</w:t>
      </w:r>
      <w:r w:rsidRPr="00AA551A">
        <w:t>n</w:t>
      </w:r>
      <w:r w:rsidRPr="00AA551A">
        <w:t>forderungen und 13% in einen Leistungszug mit tieferen Anforderungen eingeteilt worden wären.</w:t>
      </w:r>
    </w:p>
    <w:p w:rsidR="00480E47" w:rsidRDefault="00480E47" w:rsidP="00480E47">
      <w:r w:rsidRPr="00AA551A">
        <w:t xml:space="preserve">Für 83% aller Schülerinnen und Schüler hätte die neue Regelung somit zu keiner Veränderung in der Leistungszugzuteilung geführt, der </w:t>
      </w:r>
      <w:r>
        <w:t>D</w:t>
      </w:r>
      <w:r w:rsidRPr="00AA551A">
        <w:t>ruck auf alle Fächer wäre aber dadurch zweifellos deu</w:t>
      </w:r>
      <w:r w:rsidRPr="00AA551A">
        <w:t>t</w:t>
      </w:r>
      <w:r w:rsidRPr="00AA551A">
        <w:t>lich geringer gewesen.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E62116">
        <w:trPr>
          <w:cantSplit/>
          <w:trHeight w:hRule="exact" w:val="567"/>
        </w:trPr>
        <w:tc>
          <w:tcPr>
            <w:tcW w:w="9639" w:type="dxa"/>
            <w:gridSpan w:val="3"/>
            <w:vAlign w:val="bottom"/>
          </w:tcPr>
          <w:p w:rsidR="00A14797" w:rsidRPr="00DA6D78" w:rsidRDefault="00A14797" w:rsidP="00E62116">
            <w:pPr>
              <w:keepNext/>
              <w:spacing w:before="0" w:after="0" w:line="312" w:lineRule="auto"/>
              <w:rPr>
                <w:i/>
                <w:sz w:val="18"/>
                <w:szCs w:val="18"/>
              </w:rPr>
            </w:pPr>
            <w:r w:rsidRPr="00437CB3">
              <w:rPr>
                <w:b/>
              </w:rPr>
              <w:t>Konsultation</w:t>
            </w:r>
          </w:p>
        </w:tc>
      </w:tr>
      <w:tr w:rsidR="00A14797" w:rsidTr="00E62116">
        <w:trPr>
          <w:trHeight w:hRule="exact" w:val="284"/>
        </w:trPr>
        <w:tc>
          <w:tcPr>
            <w:tcW w:w="4168" w:type="dxa"/>
            <w:tcBorders>
              <w:bottom w:val="single" w:sz="2" w:space="0" w:color="auto"/>
            </w:tcBorders>
          </w:tcPr>
          <w:p w:rsidR="00A14797" w:rsidRDefault="00A14797" w:rsidP="00E62116">
            <w:pPr>
              <w:keepNext/>
              <w:spacing w:line="276" w:lineRule="auto"/>
              <w:rPr>
                <w:b/>
              </w:rPr>
            </w:pPr>
          </w:p>
        </w:tc>
        <w:tc>
          <w:tcPr>
            <w:tcW w:w="425" w:type="dxa"/>
            <w:tcBorders>
              <w:bottom w:val="single" w:sz="2" w:space="0" w:color="auto"/>
            </w:tcBorders>
          </w:tcPr>
          <w:p w:rsidR="00A14797" w:rsidRDefault="00A14797" w:rsidP="00E62116">
            <w:pPr>
              <w:keepNext/>
              <w:rPr>
                <w:b/>
              </w:rPr>
            </w:pPr>
          </w:p>
        </w:tc>
        <w:tc>
          <w:tcPr>
            <w:tcW w:w="5046" w:type="dxa"/>
            <w:tcBorders>
              <w:bottom w:val="single" w:sz="2" w:space="0" w:color="auto"/>
            </w:tcBorders>
            <w:vAlign w:val="bottom"/>
          </w:tcPr>
          <w:p w:rsidR="00A14797" w:rsidRPr="00DA6D78" w:rsidRDefault="00A14797" w:rsidP="00E62116">
            <w:pPr>
              <w:keepNext/>
              <w:spacing w:before="0" w:line="312" w:lineRule="auto"/>
              <w:rPr>
                <w:i/>
                <w:sz w:val="18"/>
                <w:szCs w:val="18"/>
              </w:rPr>
            </w:pPr>
            <w:r w:rsidRPr="00DA6D78">
              <w:rPr>
                <w:i/>
                <w:sz w:val="18"/>
                <w:szCs w:val="18"/>
              </w:rPr>
              <w:t>(optional)</w:t>
            </w:r>
          </w:p>
        </w:tc>
      </w:tr>
      <w:tr w:rsidR="00A14797" w:rsidTr="00E62116">
        <w:trPr>
          <w:cantSplit/>
        </w:trPr>
        <w:tc>
          <w:tcPr>
            <w:tcW w:w="4168" w:type="dxa"/>
            <w:tcBorders>
              <w:top w:val="single" w:sz="2" w:space="0" w:color="auto"/>
              <w:bottom w:val="single" w:sz="2" w:space="0" w:color="auto"/>
            </w:tcBorders>
            <w:tcMar>
              <w:top w:w="57" w:type="dxa"/>
              <w:bottom w:w="0" w:type="dxa"/>
            </w:tcMar>
          </w:tcPr>
          <w:p w:rsidR="00A14797" w:rsidRDefault="00C74AB0" w:rsidP="00E62116">
            <w:pPr>
              <w:spacing w:line="276" w:lineRule="auto"/>
              <w:rPr>
                <w:b/>
              </w:rPr>
            </w:pPr>
            <w:sdt>
              <w:sdtPr>
                <w:rPr>
                  <w:b/>
                </w:rPr>
                <w:id w:val="757181302"/>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Status quo</w:t>
            </w:r>
          </w:p>
          <w:p w:rsidR="00A14797" w:rsidRDefault="00C74AB0" w:rsidP="00E62116">
            <w:pPr>
              <w:spacing w:line="276" w:lineRule="auto"/>
              <w:rPr>
                <w:b/>
              </w:rPr>
            </w:pPr>
            <w:sdt>
              <w:sdtPr>
                <w:rPr>
                  <w:b/>
                </w:rPr>
                <w:id w:val="1133830385"/>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VSLK</w:t>
            </w:r>
          </w:p>
          <w:p w:rsidR="00A14797" w:rsidRDefault="00C74AB0" w:rsidP="00E62116">
            <w:pPr>
              <w:spacing w:after="60" w:line="276" w:lineRule="auto"/>
              <w:rPr>
                <w:b/>
              </w:rPr>
            </w:pPr>
            <w:sdt>
              <w:sdtPr>
                <w:rPr>
                  <w:b/>
                </w:rPr>
                <w:id w:val="-537596309"/>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Enthaltung</w:t>
            </w:r>
          </w:p>
        </w:tc>
        <w:tc>
          <w:tcPr>
            <w:tcW w:w="425" w:type="dxa"/>
            <w:tcBorders>
              <w:top w:val="single" w:sz="2" w:space="0" w:color="auto"/>
              <w:bottom w:val="single" w:sz="2" w:space="0" w:color="auto"/>
            </w:tcBorders>
            <w:tcMar>
              <w:top w:w="57" w:type="dxa"/>
              <w:bottom w:w="0" w:type="dxa"/>
            </w:tcMar>
          </w:tcPr>
          <w:p w:rsidR="00A14797" w:rsidRDefault="00A14797" w:rsidP="00E62116">
            <w:pPr>
              <w:rPr>
                <w:b/>
              </w:rPr>
            </w:pPr>
          </w:p>
        </w:tc>
        <w:tc>
          <w:tcPr>
            <w:tcW w:w="5046" w:type="dxa"/>
            <w:tcBorders>
              <w:top w:val="single" w:sz="2" w:space="0" w:color="auto"/>
              <w:bottom w:val="single" w:sz="2" w:space="0" w:color="auto"/>
            </w:tcBorders>
            <w:tcMar>
              <w:top w:w="57" w:type="dxa"/>
              <w:bottom w:w="0" w:type="dxa"/>
            </w:tcMar>
          </w:tcPr>
          <w:p w:rsidR="00A14797" w:rsidRPr="001463CF" w:rsidRDefault="00A14797" w:rsidP="00E62116">
            <w:pPr>
              <w:spacing w:line="312" w:lineRule="auto"/>
            </w:pPr>
            <w:r>
              <w:t>Anzahl z</w:t>
            </w:r>
            <w:r w:rsidRPr="001463CF">
              <w:t xml:space="preserve">ustimmende Personen: </w:t>
            </w:r>
            <w:sdt>
              <w:sdtPr>
                <w:id w:val="-413943015"/>
                <w:showingPlcHdr/>
                <w:text/>
              </w:sdtPr>
              <w:sdtEndPr/>
              <w:sdtContent>
                <w:r>
                  <w:rPr>
                    <w:rStyle w:val="Platzhaltertext"/>
                  </w:rPr>
                  <w:t>…</w:t>
                </w:r>
              </w:sdtContent>
            </w:sdt>
          </w:p>
          <w:p w:rsidR="00A14797" w:rsidRPr="001463CF" w:rsidRDefault="00A14797" w:rsidP="00E62116">
            <w:pPr>
              <w:spacing w:before="120" w:line="312" w:lineRule="auto"/>
            </w:pPr>
            <w:r>
              <w:t>Anzahl z</w:t>
            </w:r>
            <w:r w:rsidRPr="001463CF">
              <w:t xml:space="preserve">ustimmende Personen: </w:t>
            </w:r>
            <w:sdt>
              <w:sdtPr>
                <w:id w:val="25070032"/>
                <w:showingPlcHdr/>
                <w:text/>
              </w:sdtPr>
              <w:sdtEndPr/>
              <w:sdtContent>
                <w:r>
                  <w:rPr>
                    <w:rStyle w:val="Platzhaltertext"/>
                  </w:rPr>
                  <w:t>…</w:t>
                </w:r>
              </w:sdtContent>
            </w:sdt>
          </w:p>
          <w:p w:rsidR="00A14797" w:rsidRDefault="00A14797" w:rsidP="00E62116">
            <w:pPr>
              <w:spacing w:before="120" w:after="60" w:line="312" w:lineRule="auto"/>
              <w:rPr>
                <w:b/>
              </w:rPr>
            </w:pPr>
            <w:r>
              <w:t xml:space="preserve">Anzahl </w:t>
            </w:r>
            <w:r w:rsidRPr="001463CF">
              <w:t xml:space="preserve">Enthaltungen: </w:t>
            </w:r>
            <w:sdt>
              <w:sdtPr>
                <w:id w:val="1061133953"/>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2111805978"/>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480E47"/>
    <w:p w:rsidR="00480E47" w:rsidRPr="005570D8" w:rsidRDefault="00480E47" w:rsidP="00480E47">
      <w:pPr>
        <w:pStyle w:val="berschrift2"/>
        <w:numPr>
          <w:ilvl w:val="1"/>
          <w:numId w:val="11"/>
        </w:numPr>
        <w:tabs>
          <w:tab w:val="clear" w:pos="992"/>
        </w:tabs>
        <w:spacing w:before="360"/>
        <w:ind w:left="567" w:hanging="567"/>
      </w:pPr>
      <w:r w:rsidRPr="005570D8">
        <w:lastRenderedPageBreak/>
        <w:t>Anzahl Leistungserhebungen für die Bewertung der Sachkompetenz im</w:t>
      </w:r>
      <w:r w:rsidR="00E344ED">
        <w:br/>
      </w:r>
      <w:r w:rsidRPr="005570D8">
        <w:t>Zeugnis</w:t>
      </w:r>
    </w:p>
    <w:p w:rsidR="00480E47" w:rsidRDefault="00480E47" w:rsidP="00480E47">
      <w:pPr>
        <w:pStyle w:val="Zwischentitel"/>
      </w:pPr>
      <w:r>
        <w:t>Status quo</w:t>
      </w:r>
    </w:p>
    <w:p w:rsidR="00480E47" w:rsidRDefault="00480E47" w:rsidP="00480E47">
      <w:r>
        <w:t>Gemäss § 30 der SLV sind für jedes Fach mindestens drei Leistungserhebungen für eine Bewe</w:t>
      </w:r>
      <w:r>
        <w:t>r</w:t>
      </w:r>
      <w:r>
        <w:t>tung der Sachkompetenz im Zeugnis notwendig.</w:t>
      </w:r>
    </w:p>
    <w:p w:rsidR="00480E47" w:rsidRDefault="00480E47" w:rsidP="00480E47">
      <w:pPr>
        <w:pStyle w:val="Zwischentitel"/>
      </w:pPr>
      <w:r>
        <w:t>Vorschlag der VSLK</w:t>
      </w:r>
    </w:p>
    <w:p w:rsidR="00480E47" w:rsidRDefault="00480E47" w:rsidP="00480E47">
      <w:r>
        <w:t>Für die Bewertung der Sachkompetenz im Zeugnis sind nur noch mindestens zwei Leistungse</w:t>
      </w:r>
      <w:r>
        <w:t>r</w:t>
      </w:r>
      <w:r>
        <w:t>hebungen pro Schuljahr (in der 6. Klasse pro Semester) nötig. Ausnahmen bilden die Fächer, die zur Berechnung der Leistungszugzuteilung für die Sekundarschule benötigt werden.</w:t>
      </w:r>
    </w:p>
    <w:p w:rsidR="00480E47" w:rsidRDefault="00480E47" w:rsidP="00480E47">
      <w:pPr>
        <w:pStyle w:val="Zwischentitel"/>
      </w:pPr>
      <w:r>
        <w:t>Begründung</w:t>
      </w:r>
    </w:p>
    <w:p w:rsidR="00480E47" w:rsidRPr="00D92D1A" w:rsidRDefault="00480E47" w:rsidP="00480E47">
      <w:r>
        <w:t>Die gültige Regelung führt zu einer sehr grossen Anzahl von erforderlichen Leistungserhebungen, was insbesondere in Fächern mit einer geringen Lektionendotation pro Woche zu einer grossen Belastung für die Schülerinnen und Schüler führt. Mit einer Reduktion der durchzuführenden Lei</w:t>
      </w:r>
      <w:r>
        <w:t>s</w:t>
      </w:r>
      <w:r>
        <w:t>tungserhebungen in den nicht für den Übertritt relevanten Fächern erfolgt die Beurteilung der Sachkompetenz gleichermassen seriös, zumal die formulierte Anzahl Leistungserhebungen einer Minimalanzahl entspricht. Eine grössere Anzahl von Leistungserhebungen ist möglich und in vi</w:t>
      </w:r>
      <w:r>
        <w:t>e</w:t>
      </w:r>
      <w:r>
        <w:t>len Fächern durchaus auch erwünscht.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E62116">
        <w:trPr>
          <w:cantSplit/>
          <w:trHeight w:hRule="exact" w:val="567"/>
        </w:trPr>
        <w:tc>
          <w:tcPr>
            <w:tcW w:w="9639" w:type="dxa"/>
            <w:gridSpan w:val="3"/>
            <w:vAlign w:val="bottom"/>
          </w:tcPr>
          <w:p w:rsidR="00A14797" w:rsidRPr="00DA6D78" w:rsidRDefault="00A14797" w:rsidP="00E62116">
            <w:pPr>
              <w:keepNext/>
              <w:spacing w:before="0" w:after="0" w:line="312" w:lineRule="auto"/>
              <w:rPr>
                <w:i/>
                <w:sz w:val="18"/>
                <w:szCs w:val="18"/>
              </w:rPr>
            </w:pPr>
            <w:r w:rsidRPr="00437CB3">
              <w:rPr>
                <w:b/>
              </w:rPr>
              <w:t>Konsultation</w:t>
            </w:r>
          </w:p>
        </w:tc>
      </w:tr>
      <w:tr w:rsidR="00A14797" w:rsidTr="00E62116">
        <w:trPr>
          <w:trHeight w:hRule="exact" w:val="284"/>
        </w:trPr>
        <w:tc>
          <w:tcPr>
            <w:tcW w:w="4168" w:type="dxa"/>
            <w:tcBorders>
              <w:bottom w:val="single" w:sz="2" w:space="0" w:color="auto"/>
            </w:tcBorders>
          </w:tcPr>
          <w:p w:rsidR="00A14797" w:rsidRDefault="00A14797" w:rsidP="00E62116">
            <w:pPr>
              <w:keepNext/>
              <w:spacing w:line="276" w:lineRule="auto"/>
              <w:rPr>
                <w:b/>
              </w:rPr>
            </w:pPr>
          </w:p>
        </w:tc>
        <w:tc>
          <w:tcPr>
            <w:tcW w:w="425" w:type="dxa"/>
            <w:tcBorders>
              <w:bottom w:val="single" w:sz="2" w:space="0" w:color="auto"/>
            </w:tcBorders>
          </w:tcPr>
          <w:p w:rsidR="00A14797" w:rsidRDefault="00A14797" w:rsidP="00E62116">
            <w:pPr>
              <w:keepNext/>
              <w:rPr>
                <w:b/>
              </w:rPr>
            </w:pPr>
          </w:p>
        </w:tc>
        <w:tc>
          <w:tcPr>
            <w:tcW w:w="5046" w:type="dxa"/>
            <w:tcBorders>
              <w:bottom w:val="single" w:sz="2" w:space="0" w:color="auto"/>
            </w:tcBorders>
            <w:vAlign w:val="bottom"/>
          </w:tcPr>
          <w:p w:rsidR="00A14797" w:rsidRPr="00DA6D78" w:rsidRDefault="00A14797" w:rsidP="00E62116">
            <w:pPr>
              <w:keepNext/>
              <w:spacing w:before="0" w:line="312" w:lineRule="auto"/>
              <w:rPr>
                <w:i/>
                <w:sz w:val="18"/>
                <w:szCs w:val="18"/>
              </w:rPr>
            </w:pPr>
            <w:r w:rsidRPr="00DA6D78">
              <w:rPr>
                <w:i/>
                <w:sz w:val="18"/>
                <w:szCs w:val="18"/>
              </w:rPr>
              <w:t>(optional)</w:t>
            </w:r>
          </w:p>
        </w:tc>
      </w:tr>
      <w:tr w:rsidR="00A14797" w:rsidTr="00E62116">
        <w:trPr>
          <w:cantSplit/>
        </w:trPr>
        <w:tc>
          <w:tcPr>
            <w:tcW w:w="4168" w:type="dxa"/>
            <w:tcBorders>
              <w:top w:val="single" w:sz="2" w:space="0" w:color="auto"/>
              <w:bottom w:val="single" w:sz="2" w:space="0" w:color="auto"/>
            </w:tcBorders>
            <w:tcMar>
              <w:top w:w="57" w:type="dxa"/>
              <w:bottom w:w="0" w:type="dxa"/>
            </w:tcMar>
          </w:tcPr>
          <w:p w:rsidR="00A14797" w:rsidRDefault="00C74AB0" w:rsidP="00E62116">
            <w:pPr>
              <w:spacing w:line="276" w:lineRule="auto"/>
              <w:rPr>
                <w:b/>
              </w:rPr>
            </w:pPr>
            <w:sdt>
              <w:sdtPr>
                <w:rPr>
                  <w:b/>
                </w:rPr>
                <w:id w:val="283239733"/>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Status quo</w:t>
            </w:r>
          </w:p>
          <w:p w:rsidR="00A14797" w:rsidRDefault="00C74AB0" w:rsidP="00E62116">
            <w:pPr>
              <w:spacing w:line="276" w:lineRule="auto"/>
              <w:rPr>
                <w:b/>
              </w:rPr>
            </w:pPr>
            <w:sdt>
              <w:sdtPr>
                <w:rPr>
                  <w:b/>
                </w:rPr>
                <w:id w:val="2109077254"/>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VSLK</w:t>
            </w:r>
          </w:p>
          <w:p w:rsidR="00A14797" w:rsidRDefault="00C74AB0" w:rsidP="00E62116">
            <w:pPr>
              <w:spacing w:after="60" w:line="276" w:lineRule="auto"/>
              <w:rPr>
                <w:b/>
              </w:rPr>
            </w:pPr>
            <w:sdt>
              <w:sdtPr>
                <w:rPr>
                  <w:b/>
                </w:rPr>
                <w:id w:val="270215233"/>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Enthaltung</w:t>
            </w:r>
          </w:p>
        </w:tc>
        <w:tc>
          <w:tcPr>
            <w:tcW w:w="425" w:type="dxa"/>
            <w:tcBorders>
              <w:top w:val="single" w:sz="2" w:space="0" w:color="auto"/>
              <w:bottom w:val="single" w:sz="2" w:space="0" w:color="auto"/>
            </w:tcBorders>
            <w:tcMar>
              <w:top w:w="57" w:type="dxa"/>
              <w:bottom w:w="0" w:type="dxa"/>
            </w:tcMar>
          </w:tcPr>
          <w:p w:rsidR="00A14797" w:rsidRDefault="00A14797" w:rsidP="00E62116">
            <w:pPr>
              <w:rPr>
                <w:b/>
              </w:rPr>
            </w:pPr>
          </w:p>
        </w:tc>
        <w:tc>
          <w:tcPr>
            <w:tcW w:w="5046" w:type="dxa"/>
            <w:tcBorders>
              <w:top w:val="single" w:sz="2" w:space="0" w:color="auto"/>
              <w:bottom w:val="single" w:sz="2" w:space="0" w:color="auto"/>
            </w:tcBorders>
            <w:tcMar>
              <w:top w:w="57" w:type="dxa"/>
              <w:bottom w:w="0" w:type="dxa"/>
            </w:tcMar>
          </w:tcPr>
          <w:p w:rsidR="00A14797" w:rsidRPr="001463CF" w:rsidRDefault="00A14797" w:rsidP="00E62116">
            <w:pPr>
              <w:spacing w:line="312" w:lineRule="auto"/>
            </w:pPr>
            <w:r>
              <w:t>Anzahl z</w:t>
            </w:r>
            <w:r w:rsidRPr="001463CF">
              <w:t xml:space="preserve">ustimmende Personen: </w:t>
            </w:r>
            <w:sdt>
              <w:sdtPr>
                <w:id w:val="-1951306294"/>
                <w:showingPlcHdr/>
                <w:text/>
              </w:sdtPr>
              <w:sdtEndPr/>
              <w:sdtContent>
                <w:r>
                  <w:rPr>
                    <w:rStyle w:val="Platzhaltertext"/>
                  </w:rPr>
                  <w:t>…</w:t>
                </w:r>
              </w:sdtContent>
            </w:sdt>
          </w:p>
          <w:p w:rsidR="00A14797" w:rsidRPr="001463CF" w:rsidRDefault="00A14797" w:rsidP="00E62116">
            <w:pPr>
              <w:spacing w:before="120" w:line="312" w:lineRule="auto"/>
            </w:pPr>
            <w:r>
              <w:t>Anzahl z</w:t>
            </w:r>
            <w:r w:rsidRPr="001463CF">
              <w:t xml:space="preserve">ustimmende Personen: </w:t>
            </w:r>
            <w:sdt>
              <w:sdtPr>
                <w:id w:val="1236827297"/>
                <w:showingPlcHdr/>
                <w:text/>
              </w:sdtPr>
              <w:sdtEndPr/>
              <w:sdtContent>
                <w:r>
                  <w:rPr>
                    <w:rStyle w:val="Platzhaltertext"/>
                  </w:rPr>
                  <w:t>…</w:t>
                </w:r>
              </w:sdtContent>
            </w:sdt>
          </w:p>
          <w:p w:rsidR="00A14797" w:rsidRDefault="00A14797" w:rsidP="00E62116">
            <w:pPr>
              <w:spacing w:before="120" w:after="60" w:line="312" w:lineRule="auto"/>
              <w:rPr>
                <w:b/>
              </w:rPr>
            </w:pPr>
            <w:r>
              <w:t xml:space="preserve">Anzahl </w:t>
            </w:r>
            <w:r w:rsidRPr="001463CF">
              <w:t xml:space="preserve">Enthaltungen: </w:t>
            </w:r>
            <w:sdt>
              <w:sdtPr>
                <w:id w:val="1983105737"/>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1683655576"/>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480E47"/>
    <w:p w:rsidR="00480E47" w:rsidRPr="00C344D1" w:rsidRDefault="00480E47" w:rsidP="00480E47">
      <w:pPr>
        <w:pStyle w:val="berschrift1"/>
      </w:pPr>
      <w:r>
        <w:t>Sekundarstufe I</w:t>
      </w:r>
    </w:p>
    <w:p w:rsidR="00480E47" w:rsidRPr="00B90F4C" w:rsidRDefault="00480E47" w:rsidP="00930825">
      <w:pPr>
        <w:pStyle w:val="berschrift2"/>
        <w:numPr>
          <w:ilvl w:val="1"/>
          <w:numId w:val="11"/>
        </w:numPr>
        <w:tabs>
          <w:tab w:val="clear" w:pos="992"/>
        </w:tabs>
        <w:spacing w:before="240"/>
        <w:ind w:left="567" w:hanging="567"/>
      </w:pPr>
      <w:r w:rsidRPr="00B90F4C">
        <w:t>Beurteilungsperiode Zwischenzeugnis/Zeugnis</w:t>
      </w:r>
    </w:p>
    <w:p w:rsidR="00480E47" w:rsidRDefault="00480E47" w:rsidP="00480E47">
      <w:pPr>
        <w:pStyle w:val="Zwischentitel"/>
      </w:pPr>
      <w:r>
        <w:t>Status quo</w:t>
      </w:r>
    </w:p>
    <w:p w:rsidR="00480E47" w:rsidRDefault="00480E47" w:rsidP="00480E47">
      <w:r>
        <w:t>Gemäss § 25 der SLV erhalten die Schülerinnen und Schüler in der 1. und 2. Klasse der Seku</w:t>
      </w:r>
      <w:r>
        <w:t>n</w:t>
      </w:r>
      <w:r>
        <w:t>darschule ein Zwischenzeugnis nach einem Semester und ein Zeugnis am Ende des Schuljahrs. Die Beurteilungsperiode beträgt folglich ein Schuljahr. In der 3. Klasse der Sekundarschule gibt es zwei Zeugnisse. Die Beurteilungsperiode dauert ein Semester. Da auch auf Basis des Zw</w:t>
      </w:r>
      <w:r>
        <w:t>i</w:t>
      </w:r>
      <w:r>
        <w:t xml:space="preserve">schenzeugnisses ein Wechsel in einen höheren Leistungszug möglich ist, sind bereits jetzt in </w:t>
      </w:r>
      <w:r>
        <w:lastRenderedPageBreak/>
        <w:t>jedem Semester mindestens drei Leistungserhebungen pro Fach für die Bewertung der Sac</w:t>
      </w:r>
      <w:r>
        <w:t>h</w:t>
      </w:r>
      <w:r>
        <w:t>kompetenz (mit einer Zeugnisnote) notwendig.</w:t>
      </w:r>
    </w:p>
    <w:p w:rsidR="00480E47" w:rsidRDefault="00480E47" w:rsidP="00480E47">
      <w:pPr>
        <w:pStyle w:val="Zwischentitel"/>
      </w:pPr>
      <w:r>
        <w:t>Vorschlag der VSLK</w:t>
      </w:r>
    </w:p>
    <w:p w:rsidR="00480E47" w:rsidRDefault="00480E47" w:rsidP="00480E47">
      <w:r>
        <w:t>Als Beurteilungsperiode wird neu für alle drei Schuljahre der Sekundarschule ein Semester fes</w:t>
      </w:r>
      <w:r>
        <w:t>t</w:t>
      </w:r>
      <w:r>
        <w:t>gelegt. Es gibt in der Folge keine Zwischenzeugnisse mehr. Die Anzahl der mindestens benöti</w:t>
      </w:r>
      <w:r>
        <w:t>g</w:t>
      </w:r>
      <w:r>
        <w:t>ten Leistungserhebungen pro Semester bleibt gleich.</w:t>
      </w:r>
    </w:p>
    <w:p w:rsidR="00480E47" w:rsidRDefault="00480E47" w:rsidP="00480E47">
      <w:pPr>
        <w:pStyle w:val="Zwischentitel"/>
      </w:pPr>
      <w:r>
        <w:t>Begründung</w:t>
      </w:r>
    </w:p>
    <w:p w:rsidR="00480E47" w:rsidRPr="0034541B" w:rsidRDefault="00480E47" w:rsidP="00480E47">
      <w:r>
        <w:t>Bereits in der 6. Klasse der Primarschule und in der 3. Klasse der Sekundarschule erhalten die Schülerinnen und Schüler aufgrund der bevorstehenden Übertritte ein Zeugnis pro Semester. Die VSLK möchte die Beurteilungsperioden ab der 6. Klasse der Primarschule bis zum Ende der obl</w:t>
      </w:r>
      <w:r>
        <w:t>i</w:t>
      </w:r>
      <w:r>
        <w:t>gatorischen Schulzeit vereinheitlichen. Gleichzeitig möchte sie erreichen, dass die erteilten Beu</w:t>
      </w:r>
      <w:r>
        <w:t>r</w:t>
      </w:r>
      <w:r>
        <w:t>teilungen im jeweils 1. Semester der 1. und 2. Klasse der Sekundarschule nicht sowohl für das Zwischenzeugnis wie auch für das reguläre Zeugnis zählen, insbesondere, weil die Leistungen im Zwischenzeugnis für einen allfälligen Wechsel in einen höheren Leistungszug relevant sind.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E62116">
        <w:trPr>
          <w:cantSplit/>
          <w:trHeight w:hRule="exact" w:val="567"/>
        </w:trPr>
        <w:tc>
          <w:tcPr>
            <w:tcW w:w="9639" w:type="dxa"/>
            <w:gridSpan w:val="3"/>
            <w:vAlign w:val="bottom"/>
          </w:tcPr>
          <w:p w:rsidR="00A14797" w:rsidRPr="00DA6D78" w:rsidRDefault="00A14797" w:rsidP="00E62116">
            <w:pPr>
              <w:keepNext/>
              <w:spacing w:before="0" w:after="0" w:line="312" w:lineRule="auto"/>
              <w:rPr>
                <w:i/>
                <w:sz w:val="18"/>
                <w:szCs w:val="18"/>
              </w:rPr>
            </w:pPr>
            <w:r w:rsidRPr="00437CB3">
              <w:rPr>
                <w:b/>
              </w:rPr>
              <w:t>Konsultation</w:t>
            </w:r>
          </w:p>
        </w:tc>
      </w:tr>
      <w:tr w:rsidR="00A14797" w:rsidTr="00E62116">
        <w:trPr>
          <w:trHeight w:hRule="exact" w:val="284"/>
        </w:trPr>
        <w:tc>
          <w:tcPr>
            <w:tcW w:w="4168" w:type="dxa"/>
            <w:tcBorders>
              <w:bottom w:val="single" w:sz="2" w:space="0" w:color="auto"/>
            </w:tcBorders>
          </w:tcPr>
          <w:p w:rsidR="00A14797" w:rsidRDefault="00A14797" w:rsidP="00E62116">
            <w:pPr>
              <w:keepNext/>
              <w:spacing w:line="276" w:lineRule="auto"/>
              <w:rPr>
                <w:b/>
              </w:rPr>
            </w:pPr>
          </w:p>
        </w:tc>
        <w:tc>
          <w:tcPr>
            <w:tcW w:w="425" w:type="dxa"/>
            <w:tcBorders>
              <w:bottom w:val="single" w:sz="2" w:space="0" w:color="auto"/>
            </w:tcBorders>
          </w:tcPr>
          <w:p w:rsidR="00A14797" w:rsidRDefault="00A14797" w:rsidP="00E62116">
            <w:pPr>
              <w:keepNext/>
              <w:rPr>
                <w:b/>
              </w:rPr>
            </w:pPr>
          </w:p>
        </w:tc>
        <w:tc>
          <w:tcPr>
            <w:tcW w:w="5046" w:type="dxa"/>
            <w:tcBorders>
              <w:bottom w:val="single" w:sz="2" w:space="0" w:color="auto"/>
            </w:tcBorders>
            <w:vAlign w:val="bottom"/>
          </w:tcPr>
          <w:p w:rsidR="00A14797" w:rsidRPr="00DA6D78" w:rsidRDefault="00A14797" w:rsidP="00E62116">
            <w:pPr>
              <w:keepNext/>
              <w:spacing w:before="0" w:line="312" w:lineRule="auto"/>
              <w:rPr>
                <w:i/>
                <w:sz w:val="18"/>
                <w:szCs w:val="18"/>
              </w:rPr>
            </w:pPr>
            <w:r w:rsidRPr="00DA6D78">
              <w:rPr>
                <w:i/>
                <w:sz w:val="18"/>
                <w:szCs w:val="18"/>
              </w:rPr>
              <w:t>(optional)</w:t>
            </w:r>
          </w:p>
        </w:tc>
      </w:tr>
      <w:tr w:rsidR="00A14797" w:rsidTr="00E62116">
        <w:trPr>
          <w:cantSplit/>
        </w:trPr>
        <w:tc>
          <w:tcPr>
            <w:tcW w:w="4168" w:type="dxa"/>
            <w:tcBorders>
              <w:top w:val="single" w:sz="2" w:space="0" w:color="auto"/>
              <w:bottom w:val="single" w:sz="2" w:space="0" w:color="auto"/>
            </w:tcBorders>
            <w:tcMar>
              <w:top w:w="57" w:type="dxa"/>
              <w:bottom w:w="0" w:type="dxa"/>
            </w:tcMar>
          </w:tcPr>
          <w:p w:rsidR="00A14797" w:rsidRDefault="00C74AB0" w:rsidP="00E62116">
            <w:pPr>
              <w:spacing w:line="276" w:lineRule="auto"/>
              <w:rPr>
                <w:b/>
              </w:rPr>
            </w:pPr>
            <w:sdt>
              <w:sdtPr>
                <w:rPr>
                  <w:b/>
                </w:rPr>
                <w:id w:val="1121956521"/>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Status quo</w:t>
            </w:r>
          </w:p>
          <w:p w:rsidR="00A14797" w:rsidRDefault="00C74AB0" w:rsidP="00E62116">
            <w:pPr>
              <w:spacing w:line="276" w:lineRule="auto"/>
              <w:rPr>
                <w:b/>
              </w:rPr>
            </w:pPr>
            <w:sdt>
              <w:sdtPr>
                <w:rPr>
                  <w:b/>
                </w:rPr>
                <w:id w:val="1619798492"/>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VSLK</w:t>
            </w:r>
          </w:p>
          <w:p w:rsidR="00A14797" w:rsidRDefault="00C74AB0" w:rsidP="00E62116">
            <w:pPr>
              <w:spacing w:after="60" w:line="276" w:lineRule="auto"/>
              <w:rPr>
                <w:b/>
              </w:rPr>
            </w:pPr>
            <w:sdt>
              <w:sdtPr>
                <w:rPr>
                  <w:b/>
                </w:rPr>
                <w:id w:val="448900230"/>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Enthaltung</w:t>
            </w:r>
          </w:p>
        </w:tc>
        <w:tc>
          <w:tcPr>
            <w:tcW w:w="425" w:type="dxa"/>
            <w:tcBorders>
              <w:top w:val="single" w:sz="2" w:space="0" w:color="auto"/>
              <w:bottom w:val="single" w:sz="2" w:space="0" w:color="auto"/>
            </w:tcBorders>
            <w:tcMar>
              <w:top w:w="57" w:type="dxa"/>
              <w:bottom w:w="0" w:type="dxa"/>
            </w:tcMar>
          </w:tcPr>
          <w:p w:rsidR="00A14797" w:rsidRDefault="00A14797" w:rsidP="00E62116">
            <w:pPr>
              <w:rPr>
                <w:b/>
              </w:rPr>
            </w:pPr>
          </w:p>
        </w:tc>
        <w:tc>
          <w:tcPr>
            <w:tcW w:w="5046" w:type="dxa"/>
            <w:tcBorders>
              <w:top w:val="single" w:sz="2" w:space="0" w:color="auto"/>
              <w:bottom w:val="single" w:sz="2" w:space="0" w:color="auto"/>
            </w:tcBorders>
            <w:tcMar>
              <w:top w:w="57" w:type="dxa"/>
              <w:bottom w:w="0" w:type="dxa"/>
            </w:tcMar>
          </w:tcPr>
          <w:p w:rsidR="00A14797" w:rsidRPr="001463CF" w:rsidRDefault="00A14797" w:rsidP="00E62116">
            <w:pPr>
              <w:spacing w:line="312" w:lineRule="auto"/>
            </w:pPr>
            <w:r>
              <w:t>Anzahl z</w:t>
            </w:r>
            <w:r w:rsidRPr="001463CF">
              <w:t xml:space="preserve">ustimmende Personen: </w:t>
            </w:r>
            <w:sdt>
              <w:sdtPr>
                <w:id w:val="-388962790"/>
                <w:showingPlcHdr/>
                <w:text/>
              </w:sdtPr>
              <w:sdtEndPr/>
              <w:sdtContent>
                <w:r>
                  <w:rPr>
                    <w:rStyle w:val="Platzhaltertext"/>
                  </w:rPr>
                  <w:t>…</w:t>
                </w:r>
              </w:sdtContent>
            </w:sdt>
          </w:p>
          <w:p w:rsidR="00A14797" w:rsidRPr="001463CF" w:rsidRDefault="00A14797" w:rsidP="00E62116">
            <w:pPr>
              <w:spacing w:before="120" w:line="312" w:lineRule="auto"/>
            </w:pPr>
            <w:r>
              <w:t>Anzahl z</w:t>
            </w:r>
            <w:r w:rsidRPr="001463CF">
              <w:t xml:space="preserve">ustimmende Personen: </w:t>
            </w:r>
            <w:sdt>
              <w:sdtPr>
                <w:id w:val="-398056458"/>
                <w:showingPlcHdr/>
                <w:text/>
              </w:sdtPr>
              <w:sdtEndPr/>
              <w:sdtContent>
                <w:r>
                  <w:rPr>
                    <w:rStyle w:val="Platzhaltertext"/>
                  </w:rPr>
                  <w:t>…</w:t>
                </w:r>
              </w:sdtContent>
            </w:sdt>
          </w:p>
          <w:p w:rsidR="00A14797" w:rsidRDefault="00A14797" w:rsidP="00E62116">
            <w:pPr>
              <w:spacing w:before="120" w:after="60" w:line="312" w:lineRule="auto"/>
              <w:rPr>
                <w:b/>
              </w:rPr>
            </w:pPr>
            <w:r>
              <w:t xml:space="preserve">Anzahl </w:t>
            </w:r>
            <w:r w:rsidRPr="001463CF">
              <w:t xml:space="preserve">Enthaltungen: </w:t>
            </w:r>
            <w:sdt>
              <w:sdtPr>
                <w:id w:val="-335310361"/>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316032277"/>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930825"/>
    <w:p w:rsidR="00480E47" w:rsidRPr="000601B9" w:rsidRDefault="00480E47" w:rsidP="00480E47">
      <w:pPr>
        <w:pStyle w:val="berschrift2"/>
        <w:numPr>
          <w:ilvl w:val="1"/>
          <w:numId w:val="11"/>
        </w:numPr>
        <w:tabs>
          <w:tab w:val="clear" w:pos="992"/>
        </w:tabs>
        <w:spacing w:before="360"/>
        <w:ind w:left="567" w:hanging="567"/>
      </w:pPr>
      <w:r w:rsidRPr="000601B9">
        <w:t>Wechsel in einen Leistungszug mit tieferen Anforderungen</w:t>
      </w:r>
    </w:p>
    <w:p w:rsidR="00480E47" w:rsidRDefault="00480E47" w:rsidP="00480E47">
      <w:pPr>
        <w:pStyle w:val="Zwischentitel"/>
      </w:pPr>
      <w:r>
        <w:t>Status quo</w:t>
      </w:r>
    </w:p>
    <w:p w:rsidR="00480E47" w:rsidRDefault="00480E47" w:rsidP="00480E47">
      <w:r>
        <w:t>Gemäss § 63 der SLV wechselt eine Schülerin oder ein Schüler am Ende der 1. resp. 2. Klasse in einen Leistungszug mit tieferen Anforderungen, wenn die Summe der Notenabweichungen der Pflichtfächer im Zeugnis (und ab der 2. Klasse auch der Wahlpflichtfächer) unter 4,0 nicht mit der doppelten Summe der Notenabweichungen über 4,0 kompensiert werden kann (doppelte Ko</w:t>
      </w:r>
      <w:r>
        <w:t>m</w:t>
      </w:r>
      <w:r>
        <w:t>pensation) oder wenn mehr als drei Noten unter 4,0 vorliegen.</w:t>
      </w:r>
    </w:p>
    <w:p w:rsidR="00480E47" w:rsidRDefault="00480E47" w:rsidP="00480E47">
      <w:pPr>
        <w:pStyle w:val="Zwischentitel"/>
      </w:pPr>
      <w:r>
        <w:t>Vorschlag der VSLK</w:t>
      </w:r>
    </w:p>
    <w:p w:rsidR="00480E47" w:rsidRDefault="00480E47" w:rsidP="00480E47">
      <w:r>
        <w:t>Ein Wechsel in einen tieferen Leistungszug soll analog zum Wechsel in einen höheren Leistung</w:t>
      </w:r>
      <w:r>
        <w:t>s</w:t>
      </w:r>
      <w:r>
        <w:t>zug nach jedem Semester vollzogen werden.</w:t>
      </w:r>
    </w:p>
    <w:p w:rsidR="00480E47" w:rsidRDefault="00480E47" w:rsidP="00480E47">
      <w:pPr>
        <w:pStyle w:val="Zwischentitel"/>
      </w:pPr>
      <w:r>
        <w:t>Begründung</w:t>
      </w:r>
    </w:p>
    <w:p w:rsidR="00480E47" w:rsidRDefault="00480E47" w:rsidP="00480E47">
      <w:r w:rsidRPr="0075043F">
        <w:t>Zur</w:t>
      </w:r>
      <w:r w:rsidR="0075043F" w:rsidRPr="0075043F">
        <w:t>z</w:t>
      </w:r>
      <w:r w:rsidRPr="0075043F">
        <w:t>eit i</w:t>
      </w:r>
      <w:r>
        <w:t>st ein Wechsel in einen Leistungszug mit höheren Anforderungen auch nach dem 1. und 3. Semester möglich, mit einer Beurteilungsperiode von einem Semester aufgrund des Zwische</w:t>
      </w:r>
      <w:r>
        <w:t>n</w:t>
      </w:r>
      <w:r>
        <w:lastRenderedPageBreak/>
        <w:t>zeugnisses. Ein Wechsel in einen Leistungszug mit tieferen Anforderungen kann jedoch nur nach jedem Schuljahr erfolgen (mit einer Beurteilungsperiode von einem ganzen Jahr). Die VSLK möchte alle Wechsel eines Leistungszugs gleich behandeln, aufgrund einer gleich langen Beu</w:t>
      </w:r>
      <w:r>
        <w:t>r</w:t>
      </w:r>
      <w:r>
        <w:t>teilungsperiode und zum jeweils gleichen Zeitpunkt. Durch die vorgeschlagene Änderung wird die Durchlässigkeit ausgeglichener gestaltet. Ein Wechsel des Leistungszugs ist für die Schülerinnen und Schüler nach jedem Semester aufgrund der erbrachten Leistungen in beide Richtungen mö</w:t>
      </w:r>
      <w:r>
        <w:t>g</w:t>
      </w:r>
      <w:r>
        <w:t>lich. Dies kann bei den Schülerinnen und Schülern zu geringeren Unter- oder Überforderungen führen.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E62116">
        <w:trPr>
          <w:cantSplit/>
          <w:trHeight w:hRule="exact" w:val="567"/>
        </w:trPr>
        <w:tc>
          <w:tcPr>
            <w:tcW w:w="9639" w:type="dxa"/>
            <w:gridSpan w:val="3"/>
            <w:vAlign w:val="bottom"/>
          </w:tcPr>
          <w:p w:rsidR="00A14797" w:rsidRPr="00DA6D78" w:rsidRDefault="00A14797" w:rsidP="00E62116">
            <w:pPr>
              <w:keepNext/>
              <w:spacing w:before="0" w:after="0" w:line="312" w:lineRule="auto"/>
              <w:rPr>
                <w:i/>
                <w:sz w:val="18"/>
                <w:szCs w:val="18"/>
              </w:rPr>
            </w:pPr>
            <w:r w:rsidRPr="00437CB3">
              <w:rPr>
                <w:b/>
              </w:rPr>
              <w:t>Konsultation</w:t>
            </w:r>
          </w:p>
        </w:tc>
      </w:tr>
      <w:tr w:rsidR="00A14797" w:rsidTr="00E62116">
        <w:trPr>
          <w:trHeight w:hRule="exact" w:val="284"/>
        </w:trPr>
        <w:tc>
          <w:tcPr>
            <w:tcW w:w="4168" w:type="dxa"/>
            <w:tcBorders>
              <w:bottom w:val="single" w:sz="2" w:space="0" w:color="auto"/>
            </w:tcBorders>
          </w:tcPr>
          <w:p w:rsidR="00A14797" w:rsidRDefault="00A14797" w:rsidP="00E62116">
            <w:pPr>
              <w:keepNext/>
              <w:spacing w:line="276" w:lineRule="auto"/>
              <w:rPr>
                <w:b/>
              </w:rPr>
            </w:pPr>
          </w:p>
        </w:tc>
        <w:tc>
          <w:tcPr>
            <w:tcW w:w="425" w:type="dxa"/>
            <w:tcBorders>
              <w:bottom w:val="single" w:sz="2" w:space="0" w:color="auto"/>
            </w:tcBorders>
          </w:tcPr>
          <w:p w:rsidR="00A14797" w:rsidRDefault="00A14797" w:rsidP="00E62116">
            <w:pPr>
              <w:keepNext/>
              <w:rPr>
                <w:b/>
              </w:rPr>
            </w:pPr>
          </w:p>
        </w:tc>
        <w:tc>
          <w:tcPr>
            <w:tcW w:w="5046" w:type="dxa"/>
            <w:tcBorders>
              <w:bottom w:val="single" w:sz="2" w:space="0" w:color="auto"/>
            </w:tcBorders>
            <w:vAlign w:val="bottom"/>
          </w:tcPr>
          <w:p w:rsidR="00A14797" w:rsidRPr="00DA6D78" w:rsidRDefault="00A14797" w:rsidP="00E62116">
            <w:pPr>
              <w:keepNext/>
              <w:spacing w:before="0" w:line="312" w:lineRule="auto"/>
              <w:rPr>
                <w:i/>
                <w:sz w:val="18"/>
                <w:szCs w:val="18"/>
              </w:rPr>
            </w:pPr>
            <w:r w:rsidRPr="00DA6D78">
              <w:rPr>
                <w:i/>
                <w:sz w:val="18"/>
                <w:szCs w:val="18"/>
              </w:rPr>
              <w:t>(optional)</w:t>
            </w:r>
          </w:p>
        </w:tc>
      </w:tr>
      <w:tr w:rsidR="00A14797" w:rsidTr="00E62116">
        <w:trPr>
          <w:cantSplit/>
        </w:trPr>
        <w:tc>
          <w:tcPr>
            <w:tcW w:w="4168" w:type="dxa"/>
            <w:tcBorders>
              <w:top w:val="single" w:sz="2" w:space="0" w:color="auto"/>
              <w:bottom w:val="single" w:sz="2" w:space="0" w:color="auto"/>
            </w:tcBorders>
            <w:tcMar>
              <w:top w:w="57" w:type="dxa"/>
              <w:bottom w:w="0" w:type="dxa"/>
            </w:tcMar>
          </w:tcPr>
          <w:p w:rsidR="00A14797" w:rsidRDefault="00C74AB0" w:rsidP="00E62116">
            <w:pPr>
              <w:spacing w:line="276" w:lineRule="auto"/>
              <w:rPr>
                <w:b/>
              </w:rPr>
            </w:pPr>
            <w:sdt>
              <w:sdtPr>
                <w:rPr>
                  <w:b/>
                </w:rPr>
                <w:id w:val="-2045964802"/>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Status quo</w:t>
            </w:r>
          </w:p>
          <w:p w:rsidR="00A14797" w:rsidRDefault="00C74AB0" w:rsidP="00E62116">
            <w:pPr>
              <w:spacing w:line="276" w:lineRule="auto"/>
              <w:rPr>
                <w:b/>
              </w:rPr>
            </w:pPr>
            <w:sdt>
              <w:sdtPr>
                <w:rPr>
                  <w:b/>
                </w:rPr>
                <w:id w:val="650868813"/>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VSLK</w:t>
            </w:r>
          </w:p>
          <w:p w:rsidR="00A14797" w:rsidRDefault="00C74AB0" w:rsidP="00E62116">
            <w:pPr>
              <w:spacing w:after="60" w:line="276" w:lineRule="auto"/>
              <w:rPr>
                <w:b/>
              </w:rPr>
            </w:pPr>
            <w:sdt>
              <w:sdtPr>
                <w:rPr>
                  <w:b/>
                </w:rPr>
                <w:id w:val="-2124452140"/>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Enthaltung</w:t>
            </w:r>
          </w:p>
        </w:tc>
        <w:tc>
          <w:tcPr>
            <w:tcW w:w="425" w:type="dxa"/>
            <w:tcBorders>
              <w:top w:val="single" w:sz="2" w:space="0" w:color="auto"/>
              <w:bottom w:val="single" w:sz="2" w:space="0" w:color="auto"/>
            </w:tcBorders>
            <w:tcMar>
              <w:top w:w="57" w:type="dxa"/>
              <w:bottom w:w="0" w:type="dxa"/>
            </w:tcMar>
          </w:tcPr>
          <w:p w:rsidR="00A14797" w:rsidRDefault="00A14797" w:rsidP="00E62116">
            <w:pPr>
              <w:rPr>
                <w:b/>
              </w:rPr>
            </w:pPr>
          </w:p>
        </w:tc>
        <w:tc>
          <w:tcPr>
            <w:tcW w:w="5046" w:type="dxa"/>
            <w:tcBorders>
              <w:top w:val="single" w:sz="2" w:space="0" w:color="auto"/>
              <w:bottom w:val="single" w:sz="2" w:space="0" w:color="auto"/>
            </w:tcBorders>
            <w:tcMar>
              <w:top w:w="57" w:type="dxa"/>
              <w:bottom w:w="0" w:type="dxa"/>
            </w:tcMar>
          </w:tcPr>
          <w:p w:rsidR="00A14797" w:rsidRPr="001463CF" w:rsidRDefault="00A14797" w:rsidP="00E62116">
            <w:pPr>
              <w:spacing w:line="312" w:lineRule="auto"/>
            </w:pPr>
            <w:r>
              <w:t>Anzahl z</w:t>
            </w:r>
            <w:r w:rsidRPr="001463CF">
              <w:t xml:space="preserve">ustimmende Personen: </w:t>
            </w:r>
            <w:sdt>
              <w:sdtPr>
                <w:id w:val="618343850"/>
                <w:showingPlcHdr/>
                <w:text/>
              </w:sdtPr>
              <w:sdtEndPr/>
              <w:sdtContent>
                <w:r>
                  <w:rPr>
                    <w:rStyle w:val="Platzhaltertext"/>
                  </w:rPr>
                  <w:t>…</w:t>
                </w:r>
              </w:sdtContent>
            </w:sdt>
          </w:p>
          <w:p w:rsidR="00A14797" w:rsidRPr="001463CF" w:rsidRDefault="00A14797" w:rsidP="00E62116">
            <w:pPr>
              <w:spacing w:before="120" w:line="312" w:lineRule="auto"/>
            </w:pPr>
            <w:r>
              <w:t>Anzahl z</w:t>
            </w:r>
            <w:r w:rsidRPr="001463CF">
              <w:t xml:space="preserve">ustimmende Personen: </w:t>
            </w:r>
            <w:sdt>
              <w:sdtPr>
                <w:id w:val="700602635"/>
                <w:showingPlcHdr/>
                <w:text/>
              </w:sdtPr>
              <w:sdtEndPr/>
              <w:sdtContent>
                <w:r>
                  <w:rPr>
                    <w:rStyle w:val="Platzhaltertext"/>
                  </w:rPr>
                  <w:t>…</w:t>
                </w:r>
              </w:sdtContent>
            </w:sdt>
          </w:p>
          <w:p w:rsidR="00A14797" w:rsidRDefault="00A14797" w:rsidP="00E62116">
            <w:pPr>
              <w:spacing w:before="120" w:after="60" w:line="312" w:lineRule="auto"/>
              <w:rPr>
                <w:b/>
              </w:rPr>
            </w:pPr>
            <w:r>
              <w:t xml:space="preserve">Anzahl </w:t>
            </w:r>
            <w:r w:rsidRPr="001463CF">
              <w:t xml:space="preserve">Enthaltungen: </w:t>
            </w:r>
            <w:sdt>
              <w:sdtPr>
                <w:id w:val="1266268458"/>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1410526040"/>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480E47"/>
    <w:p w:rsidR="00480E47" w:rsidRPr="00B90F4C" w:rsidRDefault="00480E47" w:rsidP="00480E47">
      <w:pPr>
        <w:pStyle w:val="berschrift2"/>
        <w:numPr>
          <w:ilvl w:val="1"/>
          <w:numId w:val="11"/>
        </w:numPr>
        <w:tabs>
          <w:tab w:val="clear" w:pos="992"/>
        </w:tabs>
        <w:spacing w:before="360"/>
        <w:ind w:left="567" w:hanging="567"/>
      </w:pPr>
      <w:r w:rsidRPr="00EB15EB">
        <w:t xml:space="preserve">Wechsel in einen Leistungszug mit höheren Anforderungen resp. Verbleib im Leistungszug beim Wechsel </w:t>
      </w:r>
      <w:r w:rsidR="00DA59AD">
        <w:t>im 3. Sekundarschuljahr</w:t>
      </w:r>
    </w:p>
    <w:p w:rsidR="00480E47" w:rsidRDefault="00480E47" w:rsidP="00480E47">
      <w:pPr>
        <w:pStyle w:val="Zwischentitel"/>
      </w:pPr>
      <w:r>
        <w:t>Status quo</w:t>
      </w:r>
    </w:p>
    <w:p w:rsidR="00480E47" w:rsidRDefault="00480E47" w:rsidP="00480E47">
      <w:r>
        <w:t>Gemäss § 61 der SLV soll im 3. Sekundarschuljahr der Leistungszugwechsel in den Hintergrund treten. Anstelle eines Wechsels sollen die Schülerinnen und Schüler mit entsprechender Qualif</w:t>
      </w:r>
      <w:r>
        <w:t>i</w:t>
      </w:r>
      <w:r>
        <w:t>kation in ihrem bisherigen Leistungszug zusätzlich individuell gefördert werden, sodass sie von dort aus eine Berechtigung für die weiterführende Schule erreichen können.</w:t>
      </w:r>
    </w:p>
    <w:p w:rsidR="00480E47" w:rsidRDefault="00480E47" w:rsidP="00480E47">
      <w:pPr>
        <w:pStyle w:val="Zwischentitel"/>
      </w:pPr>
      <w:r>
        <w:t>Vorschlag der VSLK</w:t>
      </w:r>
    </w:p>
    <w:p w:rsidR="00480E47" w:rsidRDefault="00480E47" w:rsidP="00480E47">
      <w:r>
        <w:t>§ 61 der SLV wird ersatzlos gestrichen.</w:t>
      </w:r>
    </w:p>
    <w:p w:rsidR="00480E47" w:rsidRDefault="00480E47" w:rsidP="00480E47">
      <w:r>
        <w:t>Die Schülerinnen und Schüler wechseln bei entsprechenden Leistungen den Leistungszug wie im 9. und 10. Schuljahr aufgrund von § 60. Es steht den Erziehungsberechtigten weiterhin offen, sich für oder gegen einen Wechsel in einen höheren Leistungszug zu entscheiden.</w:t>
      </w:r>
    </w:p>
    <w:p w:rsidR="00480E47" w:rsidRDefault="00480E47" w:rsidP="00480E47">
      <w:pPr>
        <w:pStyle w:val="Zwischentitel"/>
      </w:pPr>
      <w:r>
        <w:t>Begründung</w:t>
      </w:r>
    </w:p>
    <w:p w:rsidR="00480E47" w:rsidRDefault="00480E47" w:rsidP="00480E47">
      <w:r>
        <w:t>Schülerinnen und Schüler, die am Ende der 2. Klasse die erforderlichen Leistungen für einen Wechsel in einen höheren Leistungszug erbringen, benötigen in der Regel keine zusätzliche Fö</w:t>
      </w:r>
      <w:r>
        <w:t>r</w:t>
      </w:r>
      <w:r>
        <w:t>derung, um diesen Wechsel vollziehen zu können. Sollte dennoch eine punktuelle Unterstützung notwendig und sinnvoll erscheinen, hat die Schulleitung die Möglichkeit, diese Unterstützung aus den kollektiven Ressourcen zur Verfügung zu stellen. Ein Verbleib im bestehenden Leistungszug kann von den Erziehungsberechtigten in jedem Schuljahr beantragt werden.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Tr="00E62116">
        <w:trPr>
          <w:cantSplit/>
          <w:trHeight w:hRule="exact" w:val="567"/>
        </w:trPr>
        <w:tc>
          <w:tcPr>
            <w:tcW w:w="9639" w:type="dxa"/>
            <w:gridSpan w:val="3"/>
            <w:vAlign w:val="bottom"/>
          </w:tcPr>
          <w:p w:rsidR="00A14797" w:rsidRPr="00DA6D78" w:rsidRDefault="00A14797" w:rsidP="00E62116">
            <w:pPr>
              <w:keepNext/>
              <w:spacing w:before="0" w:after="0" w:line="312" w:lineRule="auto"/>
              <w:rPr>
                <w:i/>
                <w:sz w:val="18"/>
                <w:szCs w:val="18"/>
              </w:rPr>
            </w:pPr>
            <w:r w:rsidRPr="00437CB3">
              <w:rPr>
                <w:b/>
              </w:rPr>
              <w:lastRenderedPageBreak/>
              <w:t>Konsultation</w:t>
            </w:r>
          </w:p>
        </w:tc>
      </w:tr>
      <w:tr w:rsidR="00A14797" w:rsidTr="00E62116">
        <w:trPr>
          <w:trHeight w:hRule="exact" w:val="284"/>
        </w:trPr>
        <w:tc>
          <w:tcPr>
            <w:tcW w:w="4168" w:type="dxa"/>
            <w:tcBorders>
              <w:bottom w:val="single" w:sz="2" w:space="0" w:color="auto"/>
            </w:tcBorders>
          </w:tcPr>
          <w:p w:rsidR="00A14797" w:rsidRDefault="00A14797" w:rsidP="00E62116">
            <w:pPr>
              <w:keepNext/>
              <w:spacing w:line="276" w:lineRule="auto"/>
              <w:rPr>
                <w:b/>
              </w:rPr>
            </w:pPr>
          </w:p>
        </w:tc>
        <w:tc>
          <w:tcPr>
            <w:tcW w:w="425" w:type="dxa"/>
            <w:tcBorders>
              <w:bottom w:val="single" w:sz="2" w:space="0" w:color="auto"/>
            </w:tcBorders>
          </w:tcPr>
          <w:p w:rsidR="00A14797" w:rsidRDefault="00A14797" w:rsidP="00E62116">
            <w:pPr>
              <w:keepNext/>
              <w:rPr>
                <w:b/>
              </w:rPr>
            </w:pPr>
          </w:p>
        </w:tc>
        <w:tc>
          <w:tcPr>
            <w:tcW w:w="5046" w:type="dxa"/>
            <w:tcBorders>
              <w:bottom w:val="single" w:sz="2" w:space="0" w:color="auto"/>
            </w:tcBorders>
            <w:vAlign w:val="bottom"/>
          </w:tcPr>
          <w:p w:rsidR="00A14797" w:rsidRPr="00DA6D78" w:rsidRDefault="00A14797" w:rsidP="00E62116">
            <w:pPr>
              <w:keepNext/>
              <w:spacing w:before="0" w:line="312" w:lineRule="auto"/>
              <w:rPr>
                <w:i/>
                <w:sz w:val="18"/>
                <w:szCs w:val="18"/>
              </w:rPr>
            </w:pPr>
            <w:r w:rsidRPr="00DA6D78">
              <w:rPr>
                <w:i/>
                <w:sz w:val="18"/>
                <w:szCs w:val="18"/>
              </w:rPr>
              <w:t>(optional)</w:t>
            </w:r>
          </w:p>
        </w:tc>
      </w:tr>
      <w:tr w:rsidR="00A14797" w:rsidTr="00E62116">
        <w:trPr>
          <w:cantSplit/>
        </w:trPr>
        <w:tc>
          <w:tcPr>
            <w:tcW w:w="4168" w:type="dxa"/>
            <w:tcBorders>
              <w:top w:val="single" w:sz="2" w:space="0" w:color="auto"/>
              <w:bottom w:val="single" w:sz="2" w:space="0" w:color="auto"/>
            </w:tcBorders>
            <w:tcMar>
              <w:top w:w="57" w:type="dxa"/>
              <w:bottom w:w="0" w:type="dxa"/>
            </w:tcMar>
          </w:tcPr>
          <w:p w:rsidR="00A14797" w:rsidRDefault="00C74AB0" w:rsidP="00E62116">
            <w:pPr>
              <w:spacing w:line="276" w:lineRule="auto"/>
              <w:rPr>
                <w:b/>
              </w:rPr>
            </w:pPr>
            <w:sdt>
              <w:sdtPr>
                <w:rPr>
                  <w:b/>
                </w:rPr>
                <w:id w:val="-1601642886"/>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Status quo</w:t>
            </w:r>
          </w:p>
          <w:p w:rsidR="00A14797" w:rsidRDefault="00C74AB0" w:rsidP="00E62116">
            <w:pPr>
              <w:spacing w:line="276" w:lineRule="auto"/>
              <w:rPr>
                <w:b/>
              </w:rPr>
            </w:pPr>
            <w:sdt>
              <w:sdtPr>
                <w:rPr>
                  <w:b/>
                </w:rPr>
                <w:id w:val="1725176503"/>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Bevorzugung Variante VSLK</w:t>
            </w:r>
          </w:p>
          <w:p w:rsidR="00A14797" w:rsidRDefault="00C74AB0" w:rsidP="00E62116">
            <w:pPr>
              <w:spacing w:after="60" w:line="276" w:lineRule="auto"/>
              <w:rPr>
                <w:b/>
              </w:rPr>
            </w:pPr>
            <w:sdt>
              <w:sdtPr>
                <w:rPr>
                  <w:b/>
                </w:rPr>
                <w:id w:val="676235883"/>
                <w14:checkbox>
                  <w14:checked w14:val="0"/>
                  <w14:checkedState w14:val="2612" w14:font="MS Gothic"/>
                  <w14:uncheckedState w14:val="2610" w14:font="MS Gothic"/>
                </w14:checkbox>
              </w:sdtPr>
              <w:sdtEndPr/>
              <w:sdtContent>
                <w:r w:rsidR="00A14797">
                  <w:rPr>
                    <w:rFonts w:ascii="MS Gothic" w:eastAsia="MS Gothic" w:hAnsi="MS Gothic" w:hint="eastAsia"/>
                    <w:b/>
                  </w:rPr>
                  <w:t>☐</w:t>
                </w:r>
              </w:sdtContent>
            </w:sdt>
            <w:r w:rsidR="00A14797">
              <w:rPr>
                <w:b/>
              </w:rPr>
              <w:t xml:space="preserve"> </w:t>
            </w:r>
            <w:r w:rsidR="00A14797" w:rsidRPr="00415349">
              <w:rPr>
                <w:b/>
              </w:rPr>
              <w:t>Enthaltung</w:t>
            </w:r>
          </w:p>
        </w:tc>
        <w:tc>
          <w:tcPr>
            <w:tcW w:w="425" w:type="dxa"/>
            <w:tcBorders>
              <w:top w:val="single" w:sz="2" w:space="0" w:color="auto"/>
              <w:bottom w:val="single" w:sz="2" w:space="0" w:color="auto"/>
            </w:tcBorders>
            <w:tcMar>
              <w:top w:w="57" w:type="dxa"/>
              <w:bottom w:w="0" w:type="dxa"/>
            </w:tcMar>
          </w:tcPr>
          <w:p w:rsidR="00A14797" w:rsidRDefault="00A14797" w:rsidP="00E62116">
            <w:pPr>
              <w:rPr>
                <w:b/>
              </w:rPr>
            </w:pPr>
          </w:p>
        </w:tc>
        <w:tc>
          <w:tcPr>
            <w:tcW w:w="5046" w:type="dxa"/>
            <w:tcBorders>
              <w:top w:val="single" w:sz="2" w:space="0" w:color="auto"/>
              <w:bottom w:val="single" w:sz="2" w:space="0" w:color="auto"/>
            </w:tcBorders>
            <w:tcMar>
              <w:top w:w="57" w:type="dxa"/>
              <w:bottom w:w="0" w:type="dxa"/>
            </w:tcMar>
          </w:tcPr>
          <w:p w:rsidR="00A14797" w:rsidRPr="001463CF" w:rsidRDefault="00A14797" w:rsidP="00E62116">
            <w:pPr>
              <w:spacing w:line="312" w:lineRule="auto"/>
            </w:pPr>
            <w:r>
              <w:t>Anzahl z</w:t>
            </w:r>
            <w:r w:rsidRPr="001463CF">
              <w:t xml:space="preserve">ustimmende Personen: </w:t>
            </w:r>
            <w:sdt>
              <w:sdtPr>
                <w:id w:val="2055815329"/>
                <w:showingPlcHdr/>
                <w:text/>
              </w:sdtPr>
              <w:sdtEndPr/>
              <w:sdtContent>
                <w:r>
                  <w:rPr>
                    <w:rStyle w:val="Platzhaltertext"/>
                  </w:rPr>
                  <w:t>…</w:t>
                </w:r>
              </w:sdtContent>
            </w:sdt>
          </w:p>
          <w:p w:rsidR="00A14797" w:rsidRPr="001463CF" w:rsidRDefault="00A14797" w:rsidP="00E62116">
            <w:pPr>
              <w:spacing w:before="120" w:line="312" w:lineRule="auto"/>
            </w:pPr>
            <w:r>
              <w:t>Anzahl z</w:t>
            </w:r>
            <w:r w:rsidRPr="001463CF">
              <w:t xml:space="preserve">ustimmende Personen: </w:t>
            </w:r>
            <w:sdt>
              <w:sdtPr>
                <w:id w:val="-1209418633"/>
                <w:showingPlcHdr/>
                <w:text/>
              </w:sdtPr>
              <w:sdtEndPr/>
              <w:sdtContent>
                <w:r>
                  <w:rPr>
                    <w:rStyle w:val="Platzhaltertext"/>
                  </w:rPr>
                  <w:t>…</w:t>
                </w:r>
              </w:sdtContent>
            </w:sdt>
          </w:p>
          <w:p w:rsidR="00A14797" w:rsidRDefault="00A14797" w:rsidP="00E62116">
            <w:pPr>
              <w:spacing w:before="120" w:after="60" w:line="312" w:lineRule="auto"/>
              <w:rPr>
                <w:b/>
              </w:rPr>
            </w:pPr>
            <w:r>
              <w:t xml:space="preserve">Anzahl </w:t>
            </w:r>
            <w:r w:rsidRPr="001463CF">
              <w:t xml:space="preserve">Enthaltungen: </w:t>
            </w:r>
            <w:sdt>
              <w:sdtPr>
                <w:id w:val="-2016603928"/>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1326941347"/>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480E47">
      <w:pPr>
        <w:rPr>
          <w:b/>
        </w:rPr>
      </w:pPr>
    </w:p>
    <w:p w:rsidR="00480E47" w:rsidRPr="00C344D1" w:rsidRDefault="00480E47" w:rsidP="00480E47">
      <w:pPr>
        <w:pStyle w:val="berschrift1"/>
      </w:pPr>
      <w:r>
        <w:t>Primarstufe und Sekundarstufe I</w:t>
      </w:r>
    </w:p>
    <w:p w:rsidR="00480E47" w:rsidRDefault="00480E47" w:rsidP="00DA6D78">
      <w:pPr>
        <w:pStyle w:val="berschrift2"/>
        <w:numPr>
          <w:ilvl w:val="1"/>
          <w:numId w:val="11"/>
        </w:numPr>
        <w:tabs>
          <w:tab w:val="clear" w:pos="992"/>
        </w:tabs>
        <w:spacing w:before="240"/>
        <w:ind w:left="567" w:hanging="567"/>
      </w:pPr>
      <w:r>
        <w:t>Lernberichte</w:t>
      </w:r>
    </w:p>
    <w:p w:rsidR="00480E47" w:rsidRDefault="00480E47" w:rsidP="00480E47">
      <w:r>
        <w:t>Der Erziehungsrat bestimmt gemäss § 87 der SLV die zu verwendenden Formulare für die Ler</w:t>
      </w:r>
      <w:r>
        <w:t>n</w:t>
      </w:r>
      <w:r>
        <w:t>berichte. Die Lernberichte im 1. Zyklus wurden auf Antrag des Leiters Volksschulen vom Erzi</w:t>
      </w:r>
      <w:r>
        <w:t>e</w:t>
      </w:r>
      <w:r>
        <w:t>hungsrat mit Beschluss vom 3. Juni 2018 inhaltlich und formell angepasst.</w:t>
      </w:r>
    </w:p>
    <w:p w:rsidR="00480E47" w:rsidRDefault="00480E47" w:rsidP="00480E47">
      <w:r>
        <w:t>Frage:</w:t>
      </w:r>
      <w:r w:rsidR="00DA6D78">
        <w:t xml:space="preserve"> </w:t>
      </w:r>
      <w:r>
        <w:t>Braucht es im 2. und 3. Zyklus ebenfalls inhaltliche und formelle Anpassungen?</w:t>
      </w:r>
    </w:p>
    <w:p w:rsidR="00480E47" w:rsidRPr="0075043F" w:rsidRDefault="00480E47" w:rsidP="00480E47">
      <w:r>
        <w:t>Für eine allfällige Überarbeitung würde eine Arbeitsgruppe mit Lehrpersonen und Schulleitungen ei</w:t>
      </w:r>
      <w:r w:rsidRPr="0075043F">
        <w:t>ngesetzt.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A14797" w:rsidRPr="0075043F" w:rsidTr="00E62116">
        <w:trPr>
          <w:cantSplit/>
          <w:trHeight w:hRule="exact" w:val="567"/>
        </w:trPr>
        <w:tc>
          <w:tcPr>
            <w:tcW w:w="9639" w:type="dxa"/>
            <w:gridSpan w:val="3"/>
            <w:vAlign w:val="bottom"/>
          </w:tcPr>
          <w:p w:rsidR="00A14797" w:rsidRPr="0075043F" w:rsidRDefault="00A14797" w:rsidP="00E62116">
            <w:pPr>
              <w:keepNext/>
              <w:spacing w:before="0" w:after="0" w:line="312" w:lineRule="auto"/>
              <w:rPr>
                <w:i/>
                <w:sz w:val="18"/>
                <w:szCs w:val="18"/>
              </w:rPr>
            </w:pPr>
            <w:r w:rsidRPr="0075043F">
              <w:rPr>
                <w:b/>
              </w:rPr>
              <w:t>Konsultation</w:t>
            </w:r>
          </w:p>
        </w:tc>
      </w:tr>
      <w:tr w:rsidR="00480E47" w:rsidTr="00E62116">
        <w:trPr>
          <w:trHeight w:hRule="exact" w:val="284"/>
        </w:trPr>
        <w:tc>
          <w:tcPr>
            <w:tcW w:w="4168" w:type="dxa"/>
            <w:tcBorders>
              <w:bottom w:val="single" w:sz="2" w:space="0" w:color="auto"/>
            </w:tcBorders>
          </w:tcPr>
          <w:p w:rsidR="00480E47" w:rsidRPr="0075043F" w:rsidRDefault="00480E47" w:rsidP="00A14797">
            <w:pPr>
              <w:keepNext/>
              <w:spacing w:line="276" w:lineRule="auto"/>
              <w:rPr>
                <w:b/>
              </w:rPr>
            </w:pPr>
          </w:p>
        </w:tc>
        <w:tc>
          <w:tcPr>
            <w:tcW w:w="425" w:type="dxa"/>
            <w:tcBorders>
              <w:bottom w:val="single" w:sz="2" w:space="0" w:color="auto"/>
            </w:tcBorders>
          </w:tcPr>
          <w:p w:rsidR="00480E47" w:rsidRPr="0075043F" w:rsidRDefault="00480E47" w:rsidP="00A14797">
            <w:pPr>
              <w:keepNext/>
              <w:rPr>
                <w:b/>
              </w:rPr>
            </w:pPr>
          </w:p>
        </w:tc>
        <w:tc>
          <w:tcPr>
            <w:tcW w:w="5046" w:type="dxa"/>
            <w:tcBorders>
              <w:bottom w:val="single" w:sz="2" w:space="0" w:color="auto"/>
            </w:tcBorders>
            <w:vAlign w:val="bottom"/>
          </w:tcPr>
          <w:p w:rsidR="00480E47" w:rsidRPr="00077517" w:rsidRDefault="00480E47" w:rsidP="00A14797">
            <w:pPr>
              <w:keepNext/>
              <w:spacing w:before="0" w:line="312" w:lineRule="auto"/>
              <w:rPr>
                <w:i/>
                <w:sz w:val="20"/>
                <w:szCs w:val="20"/>
              </w:rPr>
            </w:pPr>
            <w:r w:rsidRPr="0075043F">
              <w:rPr>
                <w:i/>
                <w:sz w:val="20"/>
                <w:szCs w:val="20"/>
              </w:rPr>
              <w:t>(optional)</w:t>
            </w:r>
          </w:p>
        </w:tc>
      </w:tr>
      <w:tr w:rsidR="00480E47" w:rsidTr="00067E3F">
        <w:trPr>
          <w:cantSplit/>
        </w:trPr>
        <w:tc>
          <w:tcPr>
            <w:tcW w:w="4168" w:type="dxa"/>
            <w:tcBorders>
              <w:top w:val="single" w:sz="2" w:space="0" w:color="auto"/>
              <w:bottom w:val="single" w:sz="2" w:space="0" w:color="auto"/>
            </w:tcBorders>
            <w:tcMar>
              <w:top w:w="57" w:type="dxa"/>
              <w:bottom w:w="0" w:type="dxa"/>
            </w:tcMar>
          </w:tcPr>
          <w:p w:rsidR="00480E47" w:rsidRDefault="00C74AB0" w:rsidP="00E62116">
            <w:pPr>
              <w:spacing w:line="276" w:lineRule="auto"/>
              <w:rPr>
                <w:b/>
              </w:rPr>
            </w:pPr>
            <w:sdt>
              <w:sdtPr>
                <w:rPr>
                  <w:b/>
                </w:rPr>
                <w:id w:val="1243682974"/>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Ja</w:t>
            </w:r>
          </w:p>
          <w:p w:rsidR="00480E47" w:rsidRDefault="00C74AB0" w:rsidP="00E62116">
            <w:pPr>
              <w:spacing w:line="276" w:lineRule="auto"/>
              <w:rPr>
                <w:b/>
              </w:rPr>
            </w:pPr>
            <w:sdt>
              <w:sdtPr>
                <w:rPr>
                  <w:b/>
                </w:rPr>
                <w:id w:val="-1068564399"/>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Nein</w:t>
            </w:r>
          </w:p>
          <w:p w:rsidR="00480E47" w:rsidRDefault="00C74AB0" w:rsidP="00DA6D78">
            <w:pPr>
              <w:spacing w:after="60" w:line="276" w:lineRule="auto"/>
              <w:rPr>
                <w:b/>
              </w:rPr>
            </w:pPr>
            <w:sdt>
              <w:sdtPr>
                <w:rPr>
                  <w:b/>
                </w:rPr>
                <w:id w:val="2051716367"/>
                <w14:checkbox>
                  <w14:checked w14:val="0"/>
                  <w14:checkedState w14:val="2612" w14:font="MS Gothic"/>
                  <w14:uncheckedState w14:val="2610" w14:font="MS Gothic"/>
                </w14:checkbox>
              </w:sdtPr>
              <w:sdtEndPr/>
              <w:sdtContent>
                <w:r w:rsidR="00480E47">
                  <w:rPr>
                    <w:rFonts w:ascii="MS Gothic" w:eastAsia="MS Gothic" w:hAnsi="MS Gothic" w:hint="eastAsia"/>
                    <w:b/>
                  </w:rPr>
                  <w:t>☐</w:t>
                </w:r>
              </w:sdtContent>
            </w:sdt>
            <w:r w:rsidR="00480E47">
              <w:rPr>
                <w:b/>
              </w:rPr>
              <w:t xml:space="preserve"> </w:t>
            </w:r>
            <w:r w:rsidR="00480E47" w:rsidRPr="00415349">
              <w:rPr>
                <w:b/>
              </w:rPr>
              <w:t>Enthaltung</w:t>
            </w:r>
          </w:p>
        </w:tc>
        <w:tc>
          <w:tcPr>
            <w:tcW w:w="425" w:type="dxa"/>
            <w:tcBorders>
              <w:top w:val="single" w:sz="2" w:space="0" w:color="auto"/>
              <w:bottom w:val="single" w:sz="2" w:space="0" w:color="auto"/>
            </w:tcBorders>
            <w:tcMar>
              <w:top w:w="57" w:type="dxa"/>
              <w:bottom w:w="0" w:type="dxa"/>
            </w:tcMar>
          </w:tcPr>
          <w:p w:rsidR="00480E47" w:rsidRDefault="00480E47" w:rsidP="00E62116">
            <w:pPr>
              <w:rPr>
                <w:b/>
              </w:rPr>
            </w:pPr>
          </w:p>
        </w:tc>
        <w:tc>
          <w:tcPr>
            <w:tcW w:w="5046" w:type="dxa"/>
            <w:tcBorders>
              <w:top w:val="single" w:sz="2" w:space="0" w:color="auto"/>
              <w:bottom w:val="single" w:sz="2" w:space="0" w:color="auto"/>
            </w:tcBorders>
            <w:tcMar>
              <w:top w:w="57" w:type="dxa"/>
              <w:bottom w:w="0" w:type="dxa"/>
            </w:tcMar>
          </w:tcPr>
          <w:p w:rsidR="00480E47" w:rsidRPr="001463CF" w:rsidRDefault="00480E47" w:rsidP="00DA6D78">
            <w:pPr>
              <w:spacing w:line="312" w:lineRule="auto"/>
            </w:pPr>
            <w:r>
              <w:t>Anzahl Ja-Stimmen</w:t>
            </w:r>
            <w:r w:rsidRPr="001463CF">
              <w:t xml:space="preserve">: </w:t>
            </w:r>
            <w:sdt>
              <w:sdtPr>
                <w:id w:val="1436403708"/>
                <w:showingPlcHdr/>
                <w:text/>
              </w:sdtPr>
              <w:sdtEndPr/>
              <w:sdtContent>
                <w:r>
                  <w:rPr>
                    <w:rStyle w:val="Platzhaltertext"/>
                  </w:rPr>
                  <w:t>…</w:t>
                </w:r>
              </w:sdtContent>
            </w:sdt>
          </w:p>
          <w:p w:rsidR="00480E47" w:rsidRPr="001463CF" w:rsidRDefault="00480E47" w:rsidP="00DA6D78">
            <w:pPr>
              <w:spacing w:line="312" w:lineRule="auto"/>
            </w:pPr>
            <w:r>
              <w:t>Anzahl Nein-Stimmen</w:t>
            </w:r>
            <w:r w:rsidRPr="001463CF">
              <w:t xml:space="preserve">: </w:t>
            </w:r>
            <w:sdt>
              <w:sdtPr>
                <w:id w:val="1942105357"/>
                <w:showingPlcHdr/>
                <w:text/>
              </w:sdtPr>
              <w:sdtEndPr/>
              <w:sdtContent>
                <w:r>
                  <w:rPr>
                    <w:rStyle w:val="Platzhaltertext"/>
                  </w:rPr>
                  <w:t>…</w:t>
                </w:r>
              </w:sdtContent>
            </w:sdt>
          </w:p>
          <w:p w:rsidR="00480E47" w:rsidRDefault="00480E47" w:rsidP="00DA6D78">
            <w:pPr>
              <w:spacing w:before="120" w:after="60" w:line="312" w:lineRule="auto"/>
              <w:rPr>
                <w:b/>
              </w:rPr>
            </w:pPr>
            <w:r>
              <w:t xml:space="preserve">Anzahl </w:t>
            </w:r>
            <w:r w:rsidRPr="001463CF">
              <w:t xml:space="preserve">Enthaltungen: </w:t>
            </w:r>
            <w:sdt>
              <w:sdtPr>
                <w:id w:val="-1540125414"/>
                <w:showingPlcHdr/>
                <w:text/>
              </w:sdtPr>
              <w:sdtEndPr/>
              <w:sdtContent>
                <w:r>
                  <w:rPr>
                    <w:rStyle w:val="Platzhaltertext"/>
                  </w:rPr>
                  <w:t>…</w:t>
                </w:r>
              </w:sdtContent>
            </w:sdt>
          </w:p>
        </w:tc>
      </w:tr>
    </w:tbl>
    <w:p w:rsidR="00480E47" w:rsidRDefault="00480E47" w:rsidP="00480E47"/>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DA6D78">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770984578"/>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480E47" w:rsidRDefault="00480E47" w:rsidP="00480E47"/>
    <w:p w:rsidR="00480E47" w:rsidRDefault="00480E47" w:rsidP="00480E47">
      <w:pPr>
        <w:pStyle w:val="berschrift2"/>
        <w:numPr>
          <w:ilvl w:val="1"/>
          <w:numId w:val="11"/>
        </w:numPr>
        <w:tabs>
          <w:tab w:val="clear" w:pos="992"/>
        </w:tabs>
        <w:spacing w:before="360"/>
        <w:ind w:left="567" w:hanging="567"/>
      </w:pPr>
      <w:r>
        <w:t>Selbsteinschätzung</w:t>
      </w:r>
    </w:p>
    <w:p w:rsidR="00480E47" w:rsidRDefault="00480E47" w:rsidP="00480E47">
      <w:r>
        <w:t>Gemäss § 37 der SLV gibt es ab der 1. Klasse der Primarschule bis Ende der Sekundarschule zu verwendende Selbsteinschätzungsformulare, die vor dem Standortgespräch am Ende des S</w:t>
      </w:r>
      <w:r>
        <w:t>e</w:t>
      </w:r>
      <w:r>
        <w:t>mesters ausgefüllt und zusammen mit dem Lernbericht am Gespräch besprochen werden. Für den Kindergarten sind ebenso kantonale Vorlagen vorhanden, die freiwillig eingesetzt werden können.</w:t>
      </w:r>
    </w:p>
    <w:p w:rsidR="00480E47" w:rsidRDefault="00480E47" w:rsidP="00480E47">
      <w:r>
        <w:lastRenderedPageBreak/>
        <w:t>Frage:</w:t>
      </w:r>
      <w:r w:rsidR="00DA6D78">
        <w:t xml:space="preserve"> </w:t>
      </w:r>
      <w:r>
        <w:t>Braucht es inhaltliche und formelle Anpassungen zu den Selbsteinschätzungsformularen?</w:t>
      </w:r>
    </w:p>
    <w:p w:rsidR="00480E47" w:rsidRPr="0075043F" w:rsidRDefault="00480E47" w:rsidP="00480E47">
      <w:r>
        <w:t>Für eine allfällige Überarbeitung würde eine Arbeitsgruppe mit Lehrpersonen und Schulleitungen ei</w:t>
      </w:r>
      <w:r w:rsidRPr="0075043F">
        <w:t>ngesetzt.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425"/>
        <w:gridCol w:w="5046"/>
      </w:tblGrid>
      <w:tr w:rsidR="00067E3F" w:rsidTr="00E62116">
        <w:trPr>
          <w:cantSplit/>
          <w:trHeight w:hRule="exact" w:val="567"/>
        </w:trPr>
        <w:tc>
          <w:tcPr>
            <w:tcW w:w="9639" w:type="dxa"/>
            <w:gridSpan w:val="3"/>
            <w:vAlign w:val="bottom"/>
          </w:tcPr>
          <w:p w:rsidR="00067E3F" w:rsidRPr="00DA6D78" w:rsidRDefault="00067E3F" w:rsidP="00E62116">
            <w:pPr>
              <w:keepNext/>
              <w:spacing w:before="0" w:after="0" w:line="312" w:lineRule="auto"/>
              <w:rPr>
                <w:i/>
                <w:sz w:val="18"/>
                <w:szCs w:val="18"/>
              </w:rPr>
            </w:pPr>
            <w:r w:rsidRPr="0075043F">
              <w:rPr>
                <w:b/>
              </w:rPr>
              <w:t>Konsultation</w:t>
            </w:r>
          </w:p>
        </w:tc>
      </w:tr>
      <w:tr w:rsidR="00067E3F" w:rsidTr="00E62116">
        <w:trPr>
          <w:trHeight w:hRule="exact" w:val="284"/>
        </w:trPr>
        <w:tc>
          <w:tcPr>
            <w:tcW w:w="4168" w:type="dxa"/>
            <w:tcBorders>
              <w:bottom w:val="single" w:sz="2" w:space="0" w:color="auto"/>
            </w:tcBorders>
          </w:tcPr>
          <w:p w:rsidR="00067E3F" w:rsidRDefault="00067E3F" w:rsidP="00E62116">
            <w:pPr>
              <w:keepNext/>
              <w:spacing w:line="276" w:lineRule="auto"/>
              <w:rPr>
                <w:b/>
              </w:rPr>
            </w:pPr>
          </w:p>
        </w:tc>
        <w:tc>
          <w:tcPr>
            <w:tcW w:w="425" w:type="dxa"/>
            <w:tcBorders>
              <w:bottom w:val="single" w:sz="2" w:space="0" w:color="auto"/>
            </w:tcBorders>
          </w:tcPr>
          <w:p w:rsidR="00067E3F" w:rsidRDefault="00067E3F" w:rsidP="00E62116">
            <w:pPr>
              <w:keepNext/>
              <w:rPr>
                <w:b/>
              </w:rPr>
            </w:pPr>
          </w:p>
        </w:tc>
        <w:tc>
          <w:tcPr>
            <w:tcW w:w="5046" w:type="dxa"/>
            <w:tcBorders>
              <w:bottom w:val="single" w:sz="2" w:space="0" w:color="auto"/>
            </w:tcBorders>
            <w:vAlign w:val="bottom"/>
          </w:tcPr>
          <w:p w:rsidR="00067E3F" w:rsidRPr="00077517" w:rsidRDefault="00067E3F" w:rsidP="00E62116">
            <w:pPr>
              <w:keepNext/>
              <w:spacing w:before="0" w:line="312" w:lineRule="auto"/>
              <w:rPr>
                <w:i/>
                <w:sz w:val="20"/>
                <w:szCs w:val="20"/>
              </w:rPr>
            </w:pPr>
            <w:r>
              <w:rPr>
                <w:i/>
                <w:sz w:val="20"/>
                <w:szCs w:val="20"/>
              </w:rPr>
              <w:t>(</w:t>
            </w:r>
            <w:r w:rsidRPr="00077517">
              <w:rPr>
                <w:i/>
                <w:sz w:val="20"/>
                <w:szCs w:val="20"/>
              </w:rPr>
              <w:t>optional</w:t>
            </w:r>
            <w:r>
              <w:rPr>
                <w:i/>
                <w:sz w:val="20"/>
                <w:szCs w:val="20"/>
              </w:rPr>
              <w:t>)</w:t>
            </w:r>
          </w:p>
        </w:tc>
      </w:tr>
      <w:tr w:rsidR="00067E3F" w:rsidTr="00E62116">
        <w:trPr>
          <w:cantSplit/>
        </w:trPr>
        <w:tc>
          <w:tcPr>
            <w:tcW w:w="4168" w:type="dxa"/>
            <w:tcBorders>
              <w:top w:val="single" w:sz="2" w:space="0" w:color="auto"/>
              <w:bottom w:val="single" w:sz="2" w:space="0" w:color="auto"/>
            </w:tcBorders>
            <w:tcMar>
              <w:top w:w="57" w:type="dxa"/>
              <w:bottom w:w="0" w:type="dxa"/>
            </w:tcMar>
          </w:tcPr>
          <w:p w:rsidR="00067E3F" w:rsidRDefault="00C74AB0" w:rsidP="00E62116">
            <w:pPr>
              <w:spacing w:line="276" w:lineRule="auto"/>
              <w:rPr>
                <w:b/>
              </w:rPr>
            </w:pPr>
            <w:sdt>
              <w:sdtPr>
                <w:rPr>
                  <w:b/>
                </w:rPr>
                <w:id w:val="-130322402"/>
                <w14:checkbox>
                  <w14:checked w14:val="0"/>
                  <w14:checkedState w14:val="2612" w14:font="MS Gothic"/>
                  <w14:uncheckedState w14:val="2610" w14:font="MS Gothic"/>
                </w14:checkbox>
              </w:sdtPr>
              <w:sdtEndPr/>
              <w:sdtContent>
                <w:r w:rsidR="00067E3F">
                  <w:rPr>
                    <w:rFonts w:ascii="MS Gothic" w:eastAsia="MS Gothic" w:hAnsi="MS Gothic" w:hint="eastAsia"/>
                    <w:b/>
                  </w:rPr>
                  <w:t>☐</w:t>
                </w:r>
              </w:sdtContent>
            </w:sdt>
            <w:r w:rsidR="00067E3F">
              <w:rPr>
                <w:b/>
              </w:rPr>
              <w:t xml:space="preserve"> Ja</w:t>
            </w:r>
          </w:p>
          <w:p w:rsidR="00067E3F" w:rsidRDefault="00C74AB0" w:rsidP="00E62116">
            <w:pPr>
              <w:spacing w:line="276" w:lineRule="auto"/>
              <w:rPr>
                <w:b/>
              </w:rPr>
            </w:pPr>
            <w:sdt>
              <w:sdtPr>
                <w:rPr>
                  <w:b/>
                </w:rPr>
                <w:id w:val="-1729674209"/>
                <w14:checkbox>
                  <w14:checked w14:val="0"/>
                  <w14:checkedState w14:val="2612" w14:font="MS Gothic"/>
                  <w14:uncheckedState w14:val="2610" w14:font="MS Gothic"/>
                </w14:checkbox>
              </w:sdtPr>
              <w:sdtEndPr/>
              <w:sdtContent>
                <w:r w:rsidR="00067E3F">
                  <w:rPr>
                    <w:rFonts w:ascii="MS Gothic" w:eastAsia="MS Gothic" w:hAnsi="MS Gothic" w:hint="eastAsia"/>
                    <w:b/>
                  </w:rPr>
                  <w:t>☐</w:t>
                </w:r>
              </w:sdtContent>
            </w:sdt>
            <w:r w:rsidR="00067E3F">
              <w:rPr>
                <w:b/>
              </w:rPr>
              <w:t xml:space="preserve"> Nein</w:t>
            </w:r>
          </w:p>
          <w:p w:rsidR="00067E3F" w:rsidRDefault="00C74AB0" w:rsidP="00E62116">
            <w:pPr>
              <w:spacing w:after="60" w:line="276" w:lineRule="auto"/>
              <w:rPr>
                <w:b/>
              </w:rPr>
            </w:pPr>
            <w:sdt>
              <w:sdtPr>
                <w:rPr>
                  <w:b/>
                </w:rPr>
                <w:id w:val="-1631087056"/>
                <w14:checkbox>
                  <w14:checked w14:val="0"/>
                  <w14:checkedState w14:val="2612" w14:font="MS Gothic"/>
                  <w14:uncheckedState w14:val="2610" w14:font="MS Gothic"/>
                </w14:checkbox>
              </w:sdtPr>
              <w:sdtEndPr/>
              <w:sdtContent>
                <w:r w:rsidR="00067E3F">
                  <w:rPr>
                    <w:rFonts w:ascii="MS Gothic" w:eastAsia="MS Gothic" w:hAnsi="MS Gothic" w:hint="eastAsia"/>
                    <w:b/>
                  </w:rPr>
                  <w:t>☐</w:t>
                </w:r>
              </w:sdtContent>
            </w:sdt>
            <w:r w:rsidR="00067E3F">
              <w:rPr>
                <w:b/>
              </w:rPr>
              <w:t xml:space="preserve"> </w:t>
            </w:r>
            <w:r w:rsidR="00067E3F" w:rsidRPr="00415349">
              <w:rPr>
                <w:b/>
              </w:rPr>
              <w:t>Enthaltung</w:t>
            </w:r>
          </w:p>
        </w:tc>
        <w:tc>
          <w:tcPr>
            <w:tcW w:w="425" w:type="dxa"/>
            <w:tcBorders>
              <w:top w:val="single" w:sz="2" w:space="0" w:color="auto"/>
              <w:bottom w:val="single" w:sz="2" w:space="0" w:color="auto"/>
            </w:tcBorders>
            <w:tcMar>
              <w:top w:w="57" w:type="dxa"/>
              <w:bottom w:w="0" w:type="dxa"/>
            </w:tcMar>
          </w:tcPr>
          <w:p w:rsidR="00067E3F" w:rsidRDefault="00067E3F" w:rsidP="00E62116">
            <w:pPr>
              <w:rPr>
                <w:b/>
              </w:rPr>
            </w:pPr>
          </w:p>
        </w:tc>
        <w:tc>
          <w:tcPr>
            <w:tcW w:w="5046" w:type="dxa"/>
            <w:tcBorders>
              <w:top w:val="single" w:sz="2" w:space="0" w:color="auto"/>
              <w:bottom w:val="single" w:sz="2" w:space="0" w:color="auto"/>
            </w:tcBorders>
            <w:tcMar>
              <w:top w:w="57" w:type="dxa"/>
              <w:bottom w:w="0" w:type="dxa"/>
            </w:tcMar>
          </w:tcPr>
          <w:p w:rsidR="00067E3F" w:rsidRPr="001463CF" w:rsidRDefault="00067E3F" w:rsidP="00E62116">
            <w:pPr>
              <w:spacing w:line="312" w:lineRule="auto"/>
            </w:pPr>
            <w:r>
              <w:t>Anzahl Ja-Stimmen</w:t>
            </w:r>
            <w:r w:rsidRPr="001463CF">
              <w:t xml:space="preserve">: </w:t>
            </w:r>
            <w:sdt>
              <w:sdtPr>
                <w:id w:val="301268438"/>
                <w:showingPlcHdr/>
                <w:text/>
              </w:sdtPr>
              <w:sdtEndPr/>
              <w:sdtContent>
                <w:r>
                  <w:rPr>
                    <w:rStyle w:val="Platzhaltertext"/>
                  </w:rPr>
                  <w:t>…</w:t>
                </w:r>
              </w:sdtContent>
            </w:sdt>
          </w:p>
          <w:p w:rsidR="00067E3F" w:rsidRPr="001463CF" w:rsidRDefault="00067E3F" w:rsidP="00E62116">
            <w:pPr>
              <w:spacing w:line="312" w:lineRule="auto"/>
            </w:pPr>
            <w:r>
              <w:t>Anzahl Nein-Stimmen</w:t>
            </w:r>
            <w:r w:rsidRPr="001463CF">
              <w:t xml:space="preserve">: </w:t>
            </w:r>
            <w:sdt>
              <w:sdtPr>
                <w:id w:val="1594820822"/>
                <w:showingPlcHdr/>
                <w:text/>
              </w:sdtPr>
              <w:sdtEndPr/>
              <w:sdtContent>
                <w:r>
                  <w:rPr>
                    <w:rStyle w:val="Platzhaltertext"/>
                  </w:rPr>
                  <w:t>…</w:t>
                </w:r>
              </w:sdtContent>
            </w:sdt>
          </w:p>
          <w:p w:rsidR="00067E3F" w:rsidRDefault="00067E3F" w:rsidP="00E62116">
            <w:pPr>
              <w:spacing w:before="120" w:after="60" w:line="312" w:lineRule="auto"/>
              <w:rPr>
                <w:b/>
              </w:rPr>
            </w:pPr>
            <w:r>
              <w:t xml:space="preserve">Anzahl </w:t>
            </w:r>
            <w:r w:rsidRPr="001463CF">
              <w:t xml:space="preserve">Enthaltungen: </w:t>
            </w:r>
            <w:sdt>
              <w:sdtPr>
                <w:id w:val="1280843665"/>
                <w:showingPlcHdr/>
                <w:text/>
              </w:sdtPr>
              <w:sdtEndPr/>
              <w:sdtContent>
                <w:r>
                  <w:rPr>
                    <w:rStyle w:val="Platzhaltertext"/>
                  </w:rPr>
                  <w:t>…</w:t>
                </w:r>
              </w:sdtContent>
            </w:sdt>
          </w:p>
        </w:tc>
      </w:tr>
    </w:tbl>
    <w:p w:rsidR="00DA6D78" w:rsidRDefault="00DA6D78" w:rsidP="00DA6D78"/>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426620004"/>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930825" w:rsidRDefault="00930825">
      <w:pPr>
        <w:adjustRightInd/>
        <w:snapToGrid/>
        <w:spacing w:before="0" w:after="0"/>
      </w:pPr>
    </w:p>
    <w:p w:rsidR="00480E47" w:rsidRDefault="00480E47" w:rsidP="00480E47">
      <w:pPr>
        <w:pStyle w:val="berschrift1"/>
      </w:pPr>
      <w:r>
        <w:t>Allgemeine Bemerkungen</w:t>
      </w:r>
    </w:p>
    <w:p w:rsidR="00480E47" w:rsidRDefault="00480E47" w:rsidP="00480E47">
      <w:pPr>
        <w:jc w:val="both"/>
      </w:pPr>
      <w:r>
        <w:t xml:space="preserve">In der Schullaufbahnverordnung </w:t>
      </w:r>
      <w:r w:rsidR="00DA59AD">
        <w:t xml:space="preserve">wird § 60 Abs. 4 gestrichen und es </w:t>
      </w:r>
      <w:r>
        <w:t xml:space="preserve">werden weitere </w:t>
      </w:r>
      <w:r w:rsidR="00DA59AD">
        <w:t xml:space="preserve">redaktionelle </w:t>
      </w:r>
      <w:r>
        <w:t>Änderungen vorgenommen (v</w:t>
      </w:r>
      <w:r w:rsidR="00DA6D78">
        <w:t>gl.</w:t>
      </w:r>
      <w:r>
        <w:t xml:space="preserve"> Synopse).</w:t>
      </w:r>
    </w:p>
    <w:p w:rsidR="00480E47" w:rsidRDefault="00480E47" w:rsidP="00480E47">
      <w:pPr>
        <w:jc w:val="both"/>
      </w:pPr>
      <w:r>
        <w:t>Haben Sie dazu Bemerkungen?</w:t>
      </w:r>
    </w:p>
    <w:p w:rsidR="00DA6D78" w:rsidRDefault="00DA6D78" w:rsidP="00480E47">
      <w:pPr>
        <w:jc w:val="both"/>
      </w:pPr>
    </w:p>
    <w:tbl>
      <w:tblPr>
        <w:tblStyle w:val="Tabellenraster"/>
        <w:tblW w:w="9639" w:type="dxa"/>
        <w:tblInd w:w="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DA6D78" w:rsidTr="00E62116">
        <w:tc>
          <w:tcPr>
            <w:tcW w:w="9639" w:type="dxa"/>
            <w:tcMar>
              <w:top w:w="57" w:type="dxa"/>
              <w:bottom w:w="57" w:type="dxa"/>
            </w:tcMar>
          </w:tcPr>
          <w:p w:rsidR="00DA6D78" w:rsidRPr="00DA6D78" w:rsidRDefault="00DA6D78" w:rsidP="00E62116">
            <w:pPr>
              <w:spacing w:after="60"/>
              <w:rPr>
                <w:rFonts w:cs="Arial"/>
                <w:sz w:val="18"/>
                <w:szCs w:val="18"/>
              </w:rPr>
            </w:pPr>
            <w:r w:rsidRPr="00DA6D78">
              <w:rPr>
                <w:rFonts w:cs="Arial"/>
                <w:sz w:val="18"/>
                <w:szCs w:val="18"/>
              </w:rPr>
              <w:t>Bemerkungen/Ergänzungen:</w:t>
            </w:r>
          </w:p>
          <w:p w:rsidR="00DA6D78" w:rsidRDefault="00C74AB0" w:rsidP="00E62116">
            <w:pPr>
              <w:rPr>
                <w:rFonts w:cs="Arial"/>
              </w:rPr>
            </w:pPr>
            <w:sdt>
              <w:sdtPr>
                <w:rPr>
                  <w:rStyle w:val="Formatvorlage2"/>
                </w:rPr>
                <w:id w:val="-522788112"/>
                <w:showingPlcHdr/>
              </w:sdtPr>
              <w:sdtEndPr>
                <w:rPr>
                  <w:rStyle w:val="Absatz-Standardschriftart"/>
                  <w:rFonts w:cs="Arial"/>
                  <w:sz w:val="20"/>
                  <w:szCs w:val="20"/>
                </w:rPr>
              </w:sdtEndPr>
              <w:sdtContent>
                <w:r w:rsidR="00DA6D78" w:rsidRPr="00ED58B0">
                  <w:rPr>
                    <w:rStyle w:val="Platzhaltertext"/>
                    <w:rFonts w:cs="Arial"/>
                    <w:sz w:val="20"/>
                    <w:szCs w:val="20"/>
                  </w:rPr>
                  <w:t>Klicken Sie hier, um Text einzugeben.</w:t>
                </w:r>
              </w:sdtContent>
            </w:sdt>
          </w:p>
        </w:tc>
      </w:tr>
    </w:tbl>
    <w:p w:rsidR="00756545" w:rsidRPr="00480E47" w:rsidRDefault="00756545"/>
    <w:sectPr w:rsidR="00756545" w:rsidRPr="00480E47" w:rsidSect="00077517">
      <w:headerReference w:type="default" r:id="rId15"/>
      <w:footerReference w:type="default" r:id="rId16"/>
      <w:type w:val="continuous"/>
      <w:pgSz w:w="11906" w:h="16838" w:code="9"/>
      <w:pgMar w:top="2096" w:right="1134" w:bottom="1389"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A83" w:rsidRPr="00480E47" w:rsidRDefault="00AE5A83">
      <w:r w:rsidRPr="00480E47">
        <w:separator/>
      </w:r>
    </w:p>
  </w:endnote>
  <w:endnote w:type="continuationSeparator" w:id="0">
    <w:p w:rsidR="00AE5A83" w:rsidRPr="00480E47" w:rsidRDefault="00AE5A83">
      <w:r w:rsidRPr="00480E4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A757D9" w:rsidRPr="00480E47" w:rsidTr="008C7A18">
      <w:tc>
        <w:tcPr>
          <w:tcW w:w="8517" w:type="dxa"/>
          <w:shd w:val="clear" w:color="auto" w:fill="auto"/>
        </w:tcPr>
        <w:p w:rsidR="00A757D9" w:rsidRPr="00480E47" w:rsidRDefault="00A757D9" w:rsidP="00810E75">
          <w:pPr>
            <w:pStyle w:val="Fuzeile"/>
          </w:pPr>
          <w:bookmarkStart w:id="0" w:name="CustomFieldFooter" w:colFirst="0" w:colLast="0"/>
        </w:p>
      </w:tc>
      <w:tc>
        <w:tcPr>
          <w:tcW w:w="1122" w:type="dxa"/>
          <w:shd w:val="clear" w:color="auto" w:fill="auto"/>
        </w:tcPr>
        <w:p w:rsidR="00A757D9" w:rsidRPr="00480E47" w:rsidRDefault="00A757D9" w:rsidP="008C7A18">
          <w:pPr>
            <w:pStyle w:val="Fuzeile"/>
            <w:jc w:val="right"/>
          </w:pPr>
          <w:r w:rsidRPr="00480E47">
            <w:fldChar w:fldCharType="begin"/>
          </w:r>
          <w:r w:rsidRPr="00480E47">
            <w:instrText xml:space="preserve"> IF </w:instrText>
          </w:r>
          <w:r w:rsidR="00C74AB0">
            <w:fldChar w:fldCharType="begin"/>
          </w:r>
          <w:r w:rsidR="00C74AB0">
            <w:instrText xml:space="preserve"> NUMPAGES   \* MERGEFORMAT </w:instrText>
          </w:r>
          <w:r w:rsidR="00C74AB0">
            <w:fldChar w:fldCharType="separate"/>
          </w:r>
          <w:r w:rsidR="00C74AB0">
            <w:rPr>
              <w:noProof/>
            </w:rPr>
            <w:instrText>8</w:instrText>
          </w:r>
          <w:r w:rsidR="00C74AB0">
            <w:rPr>
              <w:noProof/>
            </w:rPr>
            <w:fldChar w:fldCharType="end"/>
          </w:r>
          <w:r w:rsidRPr="00480E47">
            <w:instrText xml:space="preserve"> &gt; 1 "</w:instrText>
          </w:r>
          <w:fldSimple w:instr=" DOCPROPERTY &quot;Doc.Page&quot;\*CHARFORMAT ">
            <w:r w:rsidR="00DA59AD">
              <w:instrText>Seite</w:instrText>
            </w:r>
          </w:fldSimple>
          <w:r w:rsidRPr="00480E47">
            <w:instrText xml:space="preserve"> </w:instrText>
          </w:r>
          <w:r w:rsidRPr="00480E47">
            <w:fldChar w:fldCharType="begin"/>
          </w:r>
          <w:r w:rsidRPr="00480E47">
            <w:instrText xml:space="preserve"> PAGE </w:instrText>
          </w:r>
          <w:r w:rsidRPr="00480E47">
            <w:fldChar w:fldCharType="separate"/>
          </w:r>
          <w:r w:rsidR="00C74AB0">
            <w:rPr>
              <w:noProof/>
            </w:rPr>
            <w:instrText>1</w:instrText>
          </w:r>
          <w:r w:rsidRPr="00480E47">
            <w:fldChar w:fldCharType="end"/>
          </w:r>
          <w:r w:rsidRPr="00480E47">
            <w:instrText>/</w:instrText>
          </w:r>
          <w:r w:rsidR="00C74AB0">
            <w:fldChar w:fldCharType="begin"/>
          </w:r>
          <w:r w:rsidR="00C74AB0">
            <w:instrText xml:space="preserve"> NUMPAGES   \* MERGEFORMAT </w:instrText>
          </w:r>
          <w:r w:rsidR="00C74AB0">
            <w:fldChar w:fldCharType="separate"/>
          </w:r>
          <w:r w:rsidR="00C74AB0">
            <w:rPr>
              <w:noProof/>
            </w:rPr>
            <w:instrText>8</w:instrText>
          </w:r>
          <w:r w:rsidR="00C74AB0">
            <w:rPr>
              <w:noProof/>
            </w:rPr>
            <w:fldChar w:fldCharType="end"/>
          </w:r>
          <w:r w:rsidRPr="00480E47">
            <w:instrText>"</w:instrText>
          </w:r>
          <w:r w:rsidR="00C74AB0">
            <w:fldChar w:fldCharType="separate"/>
          </w:r>
          <w:r w:rsidR="00C74AB0">
            <w:rPr>
              <w:noProof/>
            </w:rPr>
            <w:t>Seite</w:t>
          </w:r>
          <w:r w:rsidR="00C74AB0" w:rsidRPr="00480E47">
            <w:rPr>
              <w:noProof/>
            </w:rPr>
            <w:t xml:space="preserve"> </w:t>
          </w:r>
          <w:r w:rsidR="00C74AB0">
            <w:rPr>
              <w:noProof/>
            </w:rPr>
            <w:t>1</w:t>
          </w:r>
          <w:r w:rsidR="00C74AB0" w:rsidRPr="00480E47">
            <w:rPr>
              <w:noProof/>
            </w:rPr>
            <w:t>/</w:t>
          </w:r>
          <w:r w:rsidR="00C74AB0">
            <w:rPr>
              <w:noProof/>
            </w:rPr>
            <w:t>8</w:t>
          </w:r>
          <w:r w:rsidRPr="00480E47">
            <w:fldChar w:fldCharType="end"/>
          </w:r>
        </w:p>
      </w:tc>
    </w:tr>
  </w:tbl>
  <w:bookmarkEnd w:id="0"/>
  <w:p w:rsidR="00A757D9" w:rsidRPr="00480E47" w:rsidRDefault="00A757D9" w:rsidP="003F4764">
    <w:pPr>
      <w:pStyle w:val="OutputprofileTitle"/>
      <w:framePr w:w="448" w:h="3238" w:hRule="exact" w:hSpace="181" w:wrap="around" w:vAnchor="text" w:hAnchor="page" w:x="568" w:y="-3259"/>
      <w:shd w:val="solid" w:color="FFFFFF" w:fill="FFFFFF"/>
      <w:textDirection w:val="btLr"/>
    </w:pPr>
    <w:r w:rsidRPr="00480E47">
      <w:fldChar w:fldCharType="begin"/>
    </w:r>
    <w:r w:rsidRPr="00480E47">
      <w:instrText xml:space="preserve"> DOCPROPERTY "Outputprofile.Draft"\*CHARFORMAT \&lt;OawJumpToField value=0/&gt;</w:instrText>
    </w:r>
    <w:r w:rsidRPr="00480E47">
      <w:fldChar w:fldCharType="end"/>
    </w:r>
    <w:r w:rsidRPr="00480E47">
      <w:fldChar w:fldCharType="begin"/>
    </w:r>
    <w:r w:rsidRPr="00480E47">
      <w:instrText xml:space="preserve"> DOCPROPERTY "Outputprofile.Intern"\*CHARFORMAT \&lt;OawJumpToField value=0/&gt;</w:instrText>
    </w:r>
    <w:r w:rsidRPr="00480E47">
      <w:fldChar w:fldCharType="end"/>
    </w:r>
  </w:p>
  <w:p w:rsidR="00A757D9" w:rsidRPr="00480E47" w:rsidRDefault="00A757D9" w:rsidP="003F4764">
    <w:pPr>
      <w:pStyle w:val="OutputprofileText"/>
      <w:framePr w:w="448" w:h="3238" w:hRule="exact" w:hSpace="181" w:wrap="around" w:vAnchor="text" w:hAnchor="page" w:x="568" w:y="-3259"/>
      <w:shd w:val="solid" w:color="FFFFFF" w:fill="FFFFFF"/>
      <w:textDirection w:val="btLr"/>
    </w:pPr>
    <w:r w:rsidRPr="00480E47">
      <w:fldChar w:fldCharType="begin"/>
    </w:r>
    <w:r w:rsidRPr="00480E47">
      <w:instrText xml:space="preserve"> if </w:instrText>
    </w:r>
    <w:r w:rsidRPr="00480E47">
      <w:fldChar w:fldCharType="begin"/>
    </w:r>
    <w:r w:rsidRPr="00480E47">
      <w:instrText xml:space="preserve"> DOCPROPERTY "Outputprofile.Draft"\*CHARFORMAT \&lt;OawJumpToField value=0/&gt;</w:instrText>
    </w:r>
    <w:r w:rsidRPr="00480E47">
      <w:fldChar w:fldCharType="end"/>
    </w:r>
    <w:r w:rsidRPr="00480E47">
      <w:instrText xml:space="preserve"> = "" "" "</w:instrText>
    </w:r>
    <w:r w:rsidRPr="00480E47">
      <w:fldChar w:fldCharType="begin"/>
    </w:r>
    <w:r w:rsidRPr="00480E47">
      <w:instrText xml:space="preserve"> Date  \@ "dd.MM.yyyy - HH:mm:ss"  \* CHARFORMAT </w:instrText>
    </w:r>
    <w:r w:rsidRPr="00480E47">
      <w:fldChar w:fldCharType="separate"/>
    </w:r>
    <w:r w:rsidR="001D2A22" w:rsidRPr="00480E47">
      <w:rPr>
        <w:noProof/>
      </w:rPr>
      <w:instrText>22.02.2017 - 10:57:02</w:instrText>
    </w:r>
    <w:r w:rsidRPr="00480E47">
      <w:fldChar w:fldCharType="end"/>
    </w:r>
    <w:r w:rsidRPr="00480E47">
      <w:instrText xml:space="preserve">" </w:instrText>
    </w:r>
    <w:r w:rsidRPr="00480E47">
      <w:fldChar w:fldCharType="end"/>
    </w:r>
    <w:r w:rsidRPr="00480E47">
      <w:fldChar w:fldCharType="begin"/>
    </w:r>
    <w:r w:rsidRPr="00480E47">
      <w:instrText xml:space="preserve"> if </w:instrText>
    </w:r>
    <w:r w:rsidRPr="00480E47">
      <w:fldChar w:fldCharType="begin"/>
    </w:r>
    <w:r w:rsidRPr="00480E47">
      <w:instrText xml:space="preserve"> DOCPROPERTY "Outputprofile.Intern"\*CHARFORMAT \&lt;OawJumpToField value=0/&gt;</w:instrText>
    </w:r>
    <w:r w:rsidRPr="00480E47">
      <w:fldChar w:fldCharType="end"/>
    </w:r>
    <w:r w:rsidRPr="00480E47">
      <w:instrText xml:space="preserve"> = "" "" "</w:instrText>
    </w:r>
    <w:r w:rsidRPr="00480E47">
      <w:fldChar w:fldCharType="begin"/>
    </w:r>
    <w:r w:rsidRPr="00480E47">
      <w:instrText xml:space="preserve"> Date  \@ "dd.MM.yyyy"  \* CHARFORMAT </w:instrText>
    </w:r>
    <w:r w:rsidRPr="00480E47">
      <w:fldChar w:fldCharType="separate"/>
    </w:r>
    <w:r w:rsidR="001D2A22" w:rsidRPr="00480E47">
      <w:rPr>
        <w:noProof/>
      </w:rPr>
      <w:instrText>22.02.2017</w:instrText>
    </w:r>
    <w:r w:rsidRPr="00480E47">
      <w:fldChar w:fldCharType="end"/>
    </w:r>
    <w:r w:rsidRPr="00480E47">
      <w:instrText xml:space="preserve">" </w:instrText>
    </w:r>
    <w:r w:rsidRPr="00480E47">
      <w:fldChar w:fldCharType="end"/>
    </w:r>
  </w:p>
  <w:p w:rsidR="00A757D9" w:rsidRPr="00480E47" w:rsidRDefault="00A757D9"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349" w:rsidRDefault="00E71CFD"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rsidR="00415349" w:rsidRDefault="00E71CFD"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Pr>
        <w:noProof/>
      </w:rPr>
      <w:instrText>22.02.2017 - 10:57:02</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Pr>
        <w:noProof/>
      </w:rPr>
      <w:instrText>22.02.2017</w:instrText>
    </w:r>
    <w:r>
      <w:fldChar w:fldCharType="end"/>
    </w:r>
    <w:r>
      <w:instrText xml:space="preserve">" </w:instrText>
    </w:r>
    <w:r>
      <w:fldChar w:fldCharType="end"/>
    </w:r>
  </w:p>
  <w:p w:rsidR="00415349" w:rsidRPr="00C63176" w:rsidRDefault="00AE5A83" w:rsidP="00C63176">
    <w:pPr>
      <w:pStyle w:val="Fuzeile"/>
      <w:jc w:val="right"/>
    </w:pPr>
    <w:fldSimple w:instr=" DOCPROPERTY &quot;Doc.Page&quot;\*CHARFORMAT ">
      <w:r w:rsidR="00DA59AD">
        <w:t>Seite</w:t>
      </w:r>
    </w:fldSimple>
    <w:r w:rsidR="00E71CFD">
      <w:t xml:space="preserve"> </w:t>
    </w:r>
    <w:r w:rsidR="00E71CFD">
      <w:fldChar w:fldCharType="begin"/>
    </w:r>
    <w:r w:rsidR="00E71CFD">
      <w:instrText xml:space="preserve"> PAGE </w:instrText>
    </w:r>
    <w:r w:rsidR="00E71CFD">
      <w:fldChar w:fldCharType="separate"/>
    </w:r>
    <w:r w:rsidR="00C74AB0">
      <w:rPr>
        <w:noProof/>
      </w:rPr>
      <w:t>2</w:t>
    </w:r>
    <w:r w:rsidR="00E71CFD">
      <w:fldChar w:fldCharType="end"/>
    </w:r>
    <w:r w:rsidR="00E71CFD">
      <w:t>/</w:t>
    </w:r>
    <w:r w:rsidR="00C74AB0">
      <w:fldChar w:fldCharType="begin"/>
    </w:r>
    <w:r w:rsidR="00C74AB0">
      <w:instrText xml:space="preserve"> NUMPAGES   \* MERGEFORMAT </w:instrText>
    </w:r>
    <w:r w:rsidR="00C74AB0">
      <w:fldChar w:fldCharType="separate"/>
    </w:r>
    <w:r w:rsidR="00C74AB0">
      <w:rPr>
        <w:noProof/>
      </w:rPr>
      <w:t>8</w:t>
    </w:r>
    <w:r w:rsidR="00C74AB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A83" w:rsidRPr="00480E47" w:rsidRDefault="00AE5A83">
      <w:r w:rsidRPr="00480E47">
        <w:separator/>
      </w:r>
    </w:p>
  </w:footnote>
  <w:footnote w:type="continuationSeparator" w:id="0">
    <w:p w:rsidR="00AE5A83" w:rsidRPr="00480E47" w:rsidRDefault="00AE5A83">
      <w:r w:rsidRPr="00480E47">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7D9" w:rsidRPr="00480E47" w:rsidRDefault="00C74AB0" w:rsidP="00A77B23">
    <w:pPr>
      <w:pStyle w:val="DepartementKopf"/>
    </w:pPr>
    <w:sdt>
      <w:sdtPr>
        <w:tag w:val="Department1.DepartmentNominationCanton"/>
        <w:id w:val="-1054776126"/>
        <w:placeholder>
          <w:docPart w:val="81CD53FCC87A49D9AC6230642C930489"/>
        </w:placeholder>
        <w:dataBinding w:prefixMappings="xmlns:ns='http://schemas.officeatwork.com/CustomXMLPart'" w:xpath="/ns:officeatwork/ns:Department1.DepartmentNominationCanton" w:storeItemID="{2DC6520C-FDAD-4581-B8CC-B0FB9D23649C}"/>
        <w:text w:multiLine="1"/>
      </w:sdtPr>
      <w:sdtEndPr/>
      <w:sdtContent>
        <w:r w:rsidR="00480E47">
          <w:t>Erziehungsdepartement des Kantons Basel-Stadt</w:t>
        </w:r>
      </w:sdtContent>
    </w:sdt>
    <w:r w:rsidR="004E4941" w:rsidRPr="00480E47">
      <w:rPr>
        <w:noProof/>
      </w:rPr>
      <w:drawing>
        <wp:anchor distT="0" distB="0" distL="114300" distR="114300" simplePos="0" relativeHeight="251657728" behindDoc="1" locked="0" layoutInCell="1" allowOverlap="1" wp14:anchorId="452A2A6D" wp14:editId="7DAA65D2">
          <wp:simplePos x="0" y="0"/>
          <wp:positionH relativeFrom="column">
            <wp:posOffset>-791845</wp:posOffset>
          </wp:positionH>
          <wp:positionV relativeFrom="paragraph">
            <wp:posOffset>-407035</wp:posOffset>
          </wp:positionV>
          <wp:extent cx="7558405" cy="1762125"/>
          <wp:effectExtent l="0" t="0" r="4445" b="9525"/>
          <wp:wrapNone/>
          <wp:docPr id="5" name="Bild 5" title="Basels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7D9" w:rsidRPr="00480E47" w:rsidRDefault="00EF4D55" w:rsidP="00A77B23">
    <w:pPr>
      <w:pStyle w:val="AmtBereichKopf"/>
    </w:pPr>
    <w:r w:rsidRPr="00EF4D55">
      <w:t>Volksschulen, Mittelschulen und Berufsbildung</w:t>
    </w:r>
  </w:p>
  <w:p w:rsidR="00A757D9" w:rsidRPr="00480E47" w:rsidRDefault="00A757D9" w:rsidP="00A757D9">
    <w:pPr>
      <w:pStyle w:val="10pt"/>
    </w:pPr>
  </w:p>
  <w:p w:rsidR="00A757D9" w:rsidRPr="00480E47" w:rsidRDefault="00A757D9" w:rsidP="00A757D9">
    <w:pPr>
      <w:pStyle w:val="AbteilungKopf2"/>
      <w:rPr>
        <w:rStyle w:val="1ptZchn"/>
      </w:rPr>
    </w:pPr>
    <w:r w:rsidRPr="00480E47">
      <w:rPr>
        <w:b/>
      </w:rPr>
      <w:fldChar w:fldCharType="begin"/>
    </w:r>
    <w:r w:rsidRPr="00480E47">
      <w:rPr>
        <w:b/>
      </w:rPr>
      <w:instrText xml:space="preserve"> if </w:instrText>
    </w:r>
    <w:r w:rsidRPr="00480E47">
      <w:fldChar w:fldCharType="begin"/>
    </w:r>
    <w:r w:rsidRPr="00480E47">
      <w:instrText xml:space="preserve"> DOCPROPERTY "Contactperson.Department"\*CHARFORMAT \&lt;OawJumpToField value=0/&gt;</w:instrText>
    </w:r>
    <w:r w:rsidRPr="00480E47">
      <w:fldChar w:fldCharType="end"/>
    </w:r>
    <w:r w:rsidRPr="00480E47">
      <w:instrText xml:space="preserve"> = "" "" "</w:instrText>
    </w:r>
    <w:r w:rsidRPr="00480E47">
      <w:fldChar w:fldCharType="begin"/>
    </w:r>
    <w:r w:rsidRPr="00480E47">
      <w:instrText xml:space="preserve"> IF </w:instrText>
    </w:r>
    <w:r w:rsidRPr="00480E47">
      <w:fldChar w:fldCharType="begin"/>
    </w:r>
    <w:r w:rsidRPr="00480E47">
      <w:instrText xml:space="preserve"> DOCPROPERTY "Contactperson.Subdepartment"\*CHARFORMAT \&lt;OawJumpToField value=0/&gt;</w:instrText>
    </w:r>
    <w:r w:rsidRPr="00480E47">
      <w:fldChar w:fldCharType="separate"/>
    </w:r>
    <w:r w:rsidR="001D2A22" w:rsidRPr="00480E47">
      <w:instrText>Contactperson.Subdepartment</w:instrText>
    </w:r>
    <w:r w:rsidRPr="00480E47">
      <w:fldChar w:fldCharType="end"/>
    </w:r>
    <w:r w:rsidRPr="00480E47">
      <w:instrText>= "" "</w:instrText>
    </w:r>
  </w:p>
  <w:p w:rsidR="00A757D9" w:rsidRPr="00480E47" w:rsidRDefault="00A757D9" w:rsidP="00A757D9">
    <w:pPr>
      <w:pStyle w:val="UnterabteilungKopf2"/>
      <w:rPr>
        <w:rStyle w:val="AbteilungKopfZchn"/>
      </w:rPr>
    </w:pPr>
    <w:r w:rsidRPr="00480E47">
      <w:rPr>
        <w:rStyle w:val="Windings3"/>
      </w:rPr>
      <w:instrText>u</w:instrText>
    </w:r>
    <w:r w:rsidRPr="00480E47">
      <w:instrText xml:space="preserve"> </w:instrText>
    </w:r>
    <w:r w:rsidRPr="00480E47">
      <w:fldChar w:fldCharType="begin"/>
    </w:r>
    <w:r w:rsidRPr="00480E47">
      <w:instrText xml:space="preserve"> DOCPROPERTY "Contactperson.Department"\*CHARFORMAT \&lt;OawJumpToField value=0/&gt;</w:instrText>
    </w:r>
    <w:r w:rsidRPr="00480E47">
      <w:fldChar w:fldCharType="end"/>
    </w:r>
  </w:p>
  <w:p w:rsidR="00A757D9" w:rsidRPr="00480E47" w:rsidRDefault="00A757D9" w:rsidP="00A757D9">
    <w:pPr>
      <w:pStyle w:val="AbteilungKopf2"/>
      <w:rPr>
        <w:rStyle w:val="1ptZchn"/>
      </w:rPr>
    </w:pPr>
    <w:r w:rsidRPr="00480E47">
      <w:instrText>" "</w:instrText>
    </w:r>
  </w:p>
  <w:p w:rsidR="00A757D9" w:rsidRPr="00480E47" w:rsidRDefault="00A757D9" w:rsidP="00A757D9">
    <w:pPr>
      <w:pStyle w:val="AbteilungKopf2"/>
      <w:rPr>
        <w:rStyle w:val="AbteilungKopfZchn"/>
      </w:rPr>
    </w:pPr>
    <w:r w:rsidRPr="00480E47">
      <w:rPr>
        <w:rStyle w:val="Windings3"/>
      </w:rPr>
      <w:instrText>w</w:instrText>
    </w:r>
    <w:r w:rsidRPr="00480E47">
      <w:instrText xml:space="preserve"> </w:instrText>
    </w:r>
    <w:r w:rsidRPr="00480E47">
      <w:fldChar w:fldCharType="begin"/>
    </w:r>
    <w:r w:rsidRPr="00480E47">
      <w:instrText xml:space="preserve"> DOCPROPERTY "Contactperson.Department"\*CHARFORMAT \&lt;OawJumpToField value=0/&gt;</w:instrText>
    </w:r>
    <w:r w:rsidRPr="00480E47">
      <w:fldChar w:fldCharType="separate"/>
    </w:r>
    <w:r w:rsidR="001D2A22" w:rsidRPr="00480E47">
      <w:instrText>Contactperson.Department</w:instrText>
    </w:r>
    <w:r w:rsidRPr="00480E47">
      <w:fldChar w:fldCharType="end"/>
    </w:r>
  </w:p>
  <w:p w:rsidR="001D2A22" w:rsidRPr="00480E47" w:rsidRDefault="00A757D9" w:rsidP="00A757D9">
    <w:pPr>
      <w:pStyle w:val="AbteilungKopf2"/>
      <w:rPr>
        <w:rStyle w:val="1ptZchn"/>
        <w:noProof/>
      </w:rPr>
    </w:pPr>
    <w:r w:rsidRPr="00480E47">
      <w:instrText xml:space="preserve">" </w:instrText>
    </w:r>
    <w:r w:rsidRPr="00480E47">
      <w:fldChar w:fldCharType="separate"/>
    </w:r>
  </w:p>
  <w:p w:rsidR="001D2A22" w:rsidRPr="00480E47" w:rsidRDefault="001D2A22" w:rsidP="00A757D9">
    <w:pPr>
      <w:pStyle w:val="AbteilungKopf2"/>
      <w:rPr>
        <w:rStyle w:val="AbteilungKopfZchn"/>
        <w:noProof/>
      </w:rPr>
    </w:pPr>
    <w:r w:rsidRPr="00480E47">
      <w:rPr>
        <w:rStyle w:val="Windings3"/>
        <w:noProof/>
      </w:rPr>
      <w:instrText>w</w:instrText>
    </w:r>
    <w:r w:rsidRPr="00480E47">
      <w:rPr>
        <w:noProof/>
      </w:rPr>
      <w:instrText xml:space="preserve"> Contactperson.Department</w:instrText>
    </w:r>
  </w:p>
  <w:p w:rsidR="00A757D9" w:rsidRPr="00480E47" w:rsidRDefault="00A757D9" w:rsidP="00A757D9">
    <w:pPr>
      <w:pStyle w:val="AbteilungKopf2"/>
      <w:rPr>
        <w:rStyle w:val="4ptZchn"/>
      </w:rPr>
    </w:pPr>
    <w:r w:rsidRPr="00480E47">
      <w:fldChar w:fldCharType="end"/>
    </w:r>
    <w:r w:rsidRPr="00480E47">
      <w:fldChar w:fldCharType="begin"/>
    </w:r>
    <w:r w:rsidRPr="00480E47">
      <w:instrText xml:space="preserve"> IF </w:instrText>
    </w:r>
    <w:r w:rsidRPr="00480E47">
      <w:fldChar w:fldCharType="begin"/>
    </w:r>
    <w:r w:rsidRPr="00480E47">
      <w:instrText xml:space="preserve"> DOCPROPERTY "Contactperson.Subdepartment"\*CHARFORMAT \&lt;OawJumpToField value=0/&gt;</w:instrText>
    </w:r>
    <w:r w:rsidRPr="00480E47">
      <w:fldChar w:fldCharType="separate"/>
    </w:r>
    <w:r w:rsidR="001D2A22" w:rsidRPr="00480E47">
      <w:instrText>Contactperson.Subdepartment</w:instrText>
    </w:r>
    <w:r w:rsidRPr="00480E47">
      <w:fldChar w:fldCharType="end"/>
    </w:r>
    <w:r w:rsidRPr="00480E47">
      <w:instrText>= "" "" "</w:instrText>
    </w:r>
  </w:p>
  <w:p w:rsidR="00A757D9" w:rsidRPr="00480E47" w:rsidRDefault="00A757D9" w:rsidP="00A757D9">
    <w:pPr>
      <w:pStyle w:val="UnterabteilungKopf2"/>
    </w:pPr>
    <w:r w:rsidRPr="00480E47">
      <w:rPr>
        <w:rStyle w:val="Windings3"/>
      </w:rPr>
      <w:instrText>u</w:instrText>
    </w:r>
    <w:r w:rsidRPr="00480E47">
      <w:instrText xml:space="preserve"> </w:instrText>
    </w:r>
    <w:r w:rsidRPr="00480E47">
      <w:fldChar w:fldCharType="begin"/>
    </w:r>
    <w:r w:rsidRPr="00480E47">
      <w:instrText xml:space="preserve"> DOCPROPERTY "Contactperson.Subdepartment"\*CHARFORMAT \&lt;OawJumpToField value=0/&gt;</w:instrText>
    </w:r>
    <w:r w:rsidRPr="00480E47">
      <w:fldChar w:fldCharType="separate"/>
    </w:r>
    <w:r w:rsidR="001D2A22" w:rsidRPr="00480E47">
      <w:instrText>Contactperson.Subdepartment</w:instrText>
    </w:r>
    <w:r w:rsidRPr="00480E47">
      <w:fldChar w:fldCharType="end"/>
    </w:r>
  </w:p>
  <w:p w:rsidR="001D2A22" w:rsidRPr="00480E47" w:rsidRDefault="00A757D9" w:rsidP="00A757D9">
    <w:pPr>
      <w:pStyle w:val="AbteilungKopf2"/>
      <w:rPr>
        <w:rStyle w:val="4ptZchn"/>
        <w:noProof/>
      </w:rPr>
    </w:pPr>
    <w:r w:rsidRPr="00480E47">
      <w:instrText xml:space="preserve">" </w:instrText>
    </w:r>
    <w:r w:rsidRPr="00480E47">
      <w:fldChar w:fldCharType="separate"/>
    </w:r>
  </w:p>
  <w:p w:rsidR="001D2A22" w:rsidRPr="00480E47" w:rsidRDefault="001D2A22" w:rsidP="00A757D9">
    <w:pPr>
      <w:pStyle w:val="UnterabteilungKopf2"/>
      <w:rPr>
        <w:noProof/>
      </w:rPr>
    </w:pPr>
    <w:r w:rsidRPr="00480E47">
      <w:rPr>
        <w:rStyle w:val="Windings3"/>
        <w:noProof/>
      </w:rPr>
      <w:instrText>u</w:instrText>
    </w:r>
    <w:r w:rsidRPr="00480E47">
      <w:rPr>
        <w:noProof/>
      </w:rPr>
      <w:instrText xml:space="preserve"> Contactperson.Subdepartment</w:instrText>
    </w:r>
  </w:p>
  <w:p w:rsidR="00A757D9" w:rsidRPr="00480E47" w:rsidRDefault="00A757D9" w:rsidP="00A757D9">
    <w:pPr>
      <w:pStyle w:val="AbteilungKopf2"/>
      <w:rPr>
        <w:sz w:val="2"/>
        <w:szCs w:val="2"/>
      </w:rPr>
    </w:pPr>
    <w:r w:rsidRPr="00480E47">
      <w:fldChar w:fldCharType="end"/>
    </w:r>
    <w:r w:rsidRPr="00480E47">
      <w:instrText xml:space="preserve">" </w:instrText>
    </w:r>
    <w:r w:rsidRPr="00480E47">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349" w:rsidRDefault="00E71CFD" w:rsidP="00B34FFF">
    <w:pPr>
      <w:pStyle w:val="Kopfzeile1Folgeseite"/>
    </w:pPr>
    <w:r>
      <w:fldChar w:fldCharType="begin"/>
    </w:r>
    <w:r>
      <w:instrText xml:space="preserve"> if </w:instrText>
    </w:r>
    <w:fldSimple w:instr=" DOCPROPERTY &quot;Contactperson.Name&quot;\*CHARFORMAT ">
      <w:r w:rsidR="00DA59AD">
        <w:instrText>Matthias Hostettler</w:instrText>
      </w:r>
    </w:fldSimple>
    <w:r>
      <w:instrText xml:space="preserve"> = "" "</w:instrText>
    </w:r>
    <w:r>
      <w:rPr>
        <w:b/>
      </w:rPr>
      <w:fldChar w:fldCharType="begin"/>
    </w:r>
    <w:r>
      <w:rPr>
        <w:b/>
      </w:rPr>
      <w:instrText xml:space="preserve"> DOCPROPERTY "Department1.DepartmentNominationCanton"\*CHARFORMAT </w:instrText>
    </w:r>
    <w:r>
      <w:rPr>
        <w:b/>
      </w:rPr>
      <w:fldChar w:fldCharType="end"/>
    </w:r>
    <w:r>
      <w:instrText>" "</w:instrText>
    </w:r>
    <w:fldSimple w:instr=" DOCPROPERTY &quot;Department1.DepartmentNominationCanton&quot;\*CHARFORMAT ">
      <w:r w:rsidR="00DA59AD">
        <w:instrText>Erziehungsdepartement des Kantons Basel-Stadt</w:instrText>
      </w:r>
    </w:fldSimple>
  </w:p>
  <w:p w:rsidR="00DA59AD" w:rsidRDefault="00E71CFD" w:rsidP="00EF4D55">
    <w:pPr>
      <w:pStyle w:val="Kopfzeile1Folgeseite"/>
      <w:spacing w:after="0"/>
      <w:rPr>
        <w:noProof/>
      </w:rPr>
    </w:pPr>
    <w:r>
      <w:rPr>
        <w:b/>
      </w:rPr>
      <w:fldChar w:fldCharType="begin"/>
    </w:r>
    <w:r>
      <w:rPr>
        <w:b/>
      </w:rPr>
      <w:instrText xml:space="preserve"> DOCPROPERTY "Contactperson.Unit"\*CHARFORMAT \&lt;OawJumpToField value=0/&gt;</w:instrText>
    </w:r>
    <w:r>
      <w:rPr>
        <w:b/>
      </w:rPr>
      <w:fldChar w:fldCharType="separate"/>
    </w:r>
    <w:r w:rsidR="00DA59AD">
      <w:rPr>
        <w:b/>
      </w:rPr>
      <w:instrText>Volksschulen</w:instrText>
    </w:r>
    <w:r>
      <w:rPr>
        <w:b/>
      </w:rPr>
      <w:fldChar w:fldCharType="end"/>
    </w:r>
    <w:r>
      <w:instrText xml:space="preserve">" </w:instrText>
    </w:r>
    <w:r>
      <w:fldChar w:fldCharType="separate"/>
    </w:r>
    <w:r w:rsidR="00DA59AD">
      <w:rPr>
        <w:noProof/>
      </w:rPr>
      <w:t>Erziehungsdepartement des Kantons Basel-Stadt</w:t>
    </w:r>
  </w:p>
  <w:p w:rsidR="00415349" w:rsidRPr="00EF4D55" w:rsidRDefault="00E71CFD" w:rsidP="00EF4D55">
    <w:pPr>
      <w:pStyle w:val="Kopfzeile1Folgeseite"/>
      <w:spacing w:before="0" w:after="0"/>
      <w:rPr>
        <w:b/>
      </w:rPr>
    </w:pPr>
    <w:r>
      <w:fldChar w:fldCharType="end"/>
    </w:r>
    <w:r w:rsidR="00EF4D55" w:rsidRPr="00EF4D55">
      <w:rPr>
        <w:b/>
      </w:rPr>
      <w:t>Volksschulen, Mittelschulen und Berufsbildung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185324"/>
    <w:lvl w:ilvl="0">
      <w:start w:val="1"/>
      <w:numFmt w:val="decimal"/>
      <w:lvlText w:val="%1."/>
      <w:lvlJc w:val="left"/>
      <w:pPr>
        <w:tabs>
          <w:tab w:val="num" w:pos="1492"/>
        </w:tabs>
        <w:ind w:left="1492" w:hanging="360"/>
      </w:pPr>
    </w:lvl>
  </w:abstractNum>
  <w:abstractNum w:abstractNumId="1">
    <w:nsid w:val="FFFFFF7D"/>
    <w:multiLevelType w:val="singleLevel"/>
    <w:tmpl w:val="CD18908E"/>
    <w:lvl w:ilvl="0">
      <w:start w:val="1"/>
      <w:numFmt w:val="decimal"/>
      <w:lvlText w:val="%1."/>
      <w:lvlJc w:val="left"/>
      <w:pPr>
        <w:tabs>
          <w:tab w:val="num" w:pos="1209"/>
        </w:tabs>
        <w:ind w:left="1209" w:hanging="360"/>
      </w:pPr>
    </w:lvl>
  </w:abstractNum>
  <w:abstractNum w:abstractNumId="2">
    <w:nsid w:val="FFFFFF7E"/>
    <w:multiLevelType w:val="singleLevel"/>
    <w:tmpl w:val="42D6956C"/>
    <w:lvl w:ilvl="0">
      <w:start w:val="1"/>
      <w:numFmt w:val="decimal"/>
      <w:lvlText w:val="%1."/>
      <w:lvlJc w:val="left"/>
      <w:pPr>
        <w:tabs>
          <w:tab w:val="num" w:pos="926"/>
        </w:tabs>
        <w:ind w:left="926" w:hanging="360"/>
      </w:pPr>
    </w:lvl>
  </w:abstractNum>
  <w:abstractNum w:abstractNumId="3">
    <w:nsid w:val="FFFFFF7F"/>
    <w:multiLevelType w:val="singleLevel"/>
    <w:tmpl w:val="4AF8A1A2"/>
    <w:lvl w:ilvl="0">
      <w:start w:val="1"/>
      <w:numFmt w:val="decimal"/>
      <w:lvlText w:val="%1."/>
      <w:lvlJc w:val="left"/>
      <w:pPr>
        <w:tabs>
          <w:tab w:val="num" w:pos="643"/>
        </w:tabs>
        <w:ind w:left="643" w:hanging="360"/>
      </w:pPr>
    </w:lvl>
  </w:abstractNum>
  <w:abstractNum w:abstractNumId="4">
    <w:nsid w:val="FFFFFF80"/>
    <w:multiLevelType w:val="singleLevel"/>
    <w:tmpl w:val="D3448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96F1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785B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9C4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60D272"/>
    <w:lvl w:ilvl="0">
      <w:start w:val="1"/>
      <w:numFmt w:val="decimal"/>
      <w:lvlText w:val="%1."/>
      <w:lvlJc w:val="left"/>
      <w:pPr>
        <w:tabs>
          <w:tab w:val="num" w:pos="360"/>
        </w:tabs>
        <w:ind w:left="360" w:hanging="360"/>
      </w:pPr>
    </w:lvl>
  </w:abstractNum>
  <w:abstractNum w:abstractNumId="9">
    <w:nsid w:val="FFFFFF89"/>
    <w:multiLevelType w:val="singleLevel"/>
    <w:tmpl w:val="F4A87AF0"/>
    <w:lvl w:ilvl="0">
      <w:start w:val="1"/>
      <w:numFmt w:val="bullet"/>
      <w:lvlText w:val=""/>
      <w:lvlJc w:val="left"/>
      <w:pPr>
        <w:tabs>
          <w:tab w:val="num" w:pos="360"/>
        </w:tabs>
        <w:ind w:left="360" w:hanging="360"/>
      </w:pPr>
      <w:rPr>
        <w:rFonts w:ascii="Symbol" w:hAnsi="Symbol" w:hint="default"/>
      </w:rPr>
    </w:lvl>
  </w:abstractNum>
  <w:abstractNum w:abstractNumId="10">
    <w:nsid w:val="00A44778"/>
    <w:multiLevelType w:val="multilevel"/>
    <w:tmpl w:val="8B40A3B4"/>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nsid w:val="0D0823C2"/>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2">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49E3266"/>
    <w:multiLevelType w:val="hybridMultilevel"/>
    <w:tmpl w:val="30D845AA"/>
    <w:lvl w:ilvl="0" w:tplc="DEC02E44">
      <w:start w:val="1"/>
      <w:numFmt w:val="bullet"/>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45E5C60"/>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19">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0">
    <w:nsid w:val="2902770B"/>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21">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8">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0BB6DDE"/>
    <w:multiLevelType w:val="multilevel"/>
    <w:tmpl w:val="89E6B58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1">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8A437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35">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6">
    <w:nsid w:val="70AD7E72"/>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nsid w:val="740D7498"/>
    <w:multiLevelType w:val="hybridMultilevel"/>
    <w:tmpl w:val="6A74408C"/>
    <w:lvl w:ilvl="0" w:tplc="CE0EA852">
      <w:start w:val="1"/>
      <w:numFmt w:val="bullet"/>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5"/>
  </w:num>
  <w:num w:numId="13">
    <w:abstractNumId w:val="19"/>
  </w:num>
  <w:num w:numId="14">
    <w:abstractNumId w:val="41"/>
  </w:num>
  <w:num w:numId="15">
    <w:abstractNumId w:val="39"/>
  </w:num>
  <w:num w:numId="16">
    <w:abstractNumId w:val="26"/>
  </w:num>
  <w:num w:numId="17">
    <w:abstractNumId w:val="33"/>
  </w:num>
  <w:num w:numId="18">
    <w:abstractNumId w:val="15"/>
  </w:num>
  <w:num w:numId="19">
    <w:abstractNumId w:val="32"/>
  </w:num>
  <w:num w:numId="20">
    <w:abstractNumId w:val="28"/>
  </w:num>
  <w:num w:numId="21">
    <w:abstractNumId w:val="23"/>
  </w:num>
  <w:num w:numId="22">
    <w:abstractNumId w:val="24"/>
  </w:num>
  <w:num w:numId="23">
    <w:abstractNumId w:val="14"/>
  </w:num>
  <w:num w:numId="24">
    <w:abstractNumId w:val="13"/>
  </w:num>
  <w:num w:numId="25">
    <w:abstractNumId w:val="38"/>
  </w:num>
  <w:num w:numId="26">
    <w:abstractNumId w:val="22"/>
  </w:num>
  <w:num w:numId="27">
    <w:abstractNumId w:val="17"/>
  </w:num>
  <w:num w:numId="28">
    <w:abstractNumId w:val="21"/>
  </w:num>
  <w:num w:numId="29">
    <w:abstractNumId w:val="31"/>
  </w:num>
  <w:num w:numId="30">
    <w:abstractNumId w:val="40"/>
  </w:num>
  <w:num w:numId="31">
    <w:abstractNumId w:val="12"/>
  </w:num>
  <w:num w:numId="32">
    <w:abstractNumId w:val="16"/>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19"/>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7"/>
  </w:num>
  <w:num w:numId="42">
    <w:abstractNumId w:val="36"/>
  </w:num>
  <w:num w:numId="43">
    <w:abstractNumId w:val="18"/>
  </w:num>
  <w:num w:numId="44">
    <w:abstractNumId w:val="20"/>
  </w:num>
  <w:num w:numId="45">
    <w:abstractNumId w:val="11"/>
  </w:num>
  <w:num w:numId="46">
    <w:abstractNumId w:val="29"/>
  </w:num>
  <w:num w:numId="47">
    <w:abstractNumId w:val="30"/>
  </w:num>
  <w:num w:numId="48">
    <w:abstractNumId w:val="34"/>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Full" w:cryptAlgorithmClass="hash" w:cryptAlgorithmType="typeAny" w:cryptAlgorithmSid="4" w:cryptSpinCount="100000" w:hash="1c+AVyicrcoEmXS1dph30Mxk7Dk=" w:salt="YALCTqUOyqEGh9/quVd4UQ=="/>
  <w:defaultTabStop w:val="567"/>
  <w:autoHyphenation/>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1. September 2018"/>
    <w:docVar w:name="Date.Format.Long.dateValue" w:val="43354"/>
    <w:docVar w:name="OawAttachedTemplate" w:val="Leer hoch.owt"/>
    <w:docVar w:name="OawBuiltInDocProps" w:val="&lt;OawBuiltInDocProps&gt;&lt;default profileUID=&quot;0&quot;&gt;&lt;word&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8 SP1 (4.8.482)"/>
    <w:docVar w:name="OawCreatedWithProjectID" w:val="bschTS"/>
    <w:docVar w:name="OawCreatedWithProjectVersion" w:val="48"/>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EMail&quot;/&gt;&lt;profile type=&quot;default&quot; UID=&quot;&quot; sameAsDefault=&quot;0&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4070109155979488972&quot;&gt;&lt;Field Name=&quot;IDName&quot; Value=&quot;Matthias Hostettler&quot;/&gt;&lt;Field Name=&quot;Name&quot; Value=&quot;Matthias Hostettler&quot;/&gt;&lt;Field Name=&quot;Title&quot; Value=&quot;&quot;/&gt;&lt;Field Name=&quot;Function&quot; Value=&quot;Wissenschaftlicher Mitarbeiter Stab&quot;/&gt;&lt;Field Name=&quot;Unit&quot; Value=&quot;Volksschulen&quot;/&gt;&lt;Field Name=&quot;Department&quot; Value=&quot;&quot;/&gt;&lt;Field Name=&quot;Subdepartment&quot; Value=&quot;&quot;/&gt;&lt;Field Name=&quot;Office&quot; Value=&quot;2.07&quot;/&gt;&lt;Field Name=&quot;DirectPhone&quot; Value=&quot;+41 61 267 64 41&quot;/&gt;&lt;Field Name=&quot;DirectFax&quot; Value=&quot;&quot;/&gt;&lt;Field Name=&quot;Mobile&quot; Value=&quot;&quot;/&gt;&lt;Field Name=&quot;EMail&quot; Value=&quot;matthias.hostettler@bs.ch&quot;/&gt;&lt;Field Name=&quot;Address1&quot; Value=&quot;Leimenstrasse 1&quot;/&gt;&lt;Field Name=&quot;Address2&quot; Value=&quot;4001 Basel&quot;/&gt;&lt;Field Name=&quot;Website&quot; Value=&quot;www.ed-bs.ch&quot;/&gt;&lt;Field Name=&quot;Address3&quot; Value=&quot;&quot;/&gt;&lt;Field Name=&quot;Data_UID&quot; Value=&quot;2014070109155979488972&quot;/&gt;&lt;Field Name=&quot;Field_Name&quot; Value=&quot;&quot;/&gt;&lt;Field Name=&quot;Field_UID&quot; Value=&quot;&quot;/&gt;&lt;Field Name=&quot;ML_LCID&quot; Value=&quot;&quot;/&gt;&lt;Field Name=&quot;ML_Value&quot; Value=&quot;&quot;/&gt;&lt;/DocProp&gt;&lt;DocProp UID=&quot;200212191811121321310321301031x&quot; EntryUID=&quot;2014070109155979488972&quot;&gt;&lt;Field Name=&quot;IDName&quot; Value=&quot;Matthias Hostettler&quot;/&gt;&lt;Field Name=&quot;Name&quot; Value=&quot;Matthias Hostettler&quot;/&gt;&lt;Field Name=&quot;Title&quot; Value=&quot;&quot;/&gt;&lt;Field Name=&quot;Function&quot; Value=&quot;Wissenschaftlicher Mitarbeiter Stab&quot;/&gt;&lt;Field Name=&quot;Unit&quot; Value=&quot;Volksschulen&quot;/&gt;&lt;Field Name=&quot;Department&quot; Value=&quot;&quot;/&gt;&lt;Field Name=&quot;Subdepartment&quot; Value=&quot;&quot;/&gt;&lt;Field Name=&quot;Office&quot; Value=&quot;2.07&quot;/&gt;&lt;Field Name=&quot;DirectPhone&quot; Value=&quot;+41 61 267 64 41&quot;/&gt;&lt;Field Name=&quot;DirectFax&quot; Value=&quot;&quot;/&gt;&lt;Field Name=&quot;Mobile&quot; Value=&quot;&quot;/&gt;&lt;Field Name=&quot;EMail&quot; Value=&quot;matthias.hostettler@bs.ch&quot;/&gt;&lt;Field Name=&quot;Address1&quot; Value=&quot;Leimenstrasse 1&quot;/&gt;&lt;Field Name=&quot;Address2&quot; Value=&quot;4001 Basel&quot;/&gt;&lt;Field Name=&quot;Website&quot; Value=&quot;www.ed-bs.ch&quot;/&gt;&lt;Field Name=&quot;Address3&quot; Value=&quot;&quot;/&gt;&lt;Field Name=&quot;Data_UID&quot; Value=&quot;2014070109155979488972&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4070109155979488972&quot;&gt;&lt;Field Name=&quot;IDName&quot; Value=&quot;Matthias Hostettler&quot;/&gt;&lt;Field Name=&quot;Name&quot; Value=&quot;Matthias Hostettler&quot;/&gt;&lt;Field Name=&quot;Title&quot; Value=&quot;&quot;/&gt;&lt;Field Name=&quot;Function&quot; Value=&quot;Wissenschaftlicher Mitarbeiter Stab&quot;/&gt;&lt;Field Name=&quot;Unit&quot; Value=&quot;Volksschulen&quot;/&gt;&lt;Field Name=&quot;Department&quot; Value=&quot;&quot;/&gt;&lt;Field Name=&quot;Subdepartment&quot; Value=&quot;&quot;/&gt;&lt;Field Name=&quot;Office&quot; Value=&quot;2.07&quot;/&gt;&lt;Field Name=&quot;DirectPhone&quot; Value=&quot;+41 61 267 64 41&quot;/&gt;&lt;Field Name=&quot;DirectFax&quot; Value=&quot;&quot;/&gt;&lt;Field Name=&quot;Mobile&quot; Value=&quot;&quot;/&gt;&lt;Field Name=&quot;EMail&quot; Value=&quot;matthias.hostettler@bs.ch&quot;/&gt;&lt;Field Name=&quot;Address1&quot; Value=&quot;Leimenstrasse 1&quot;/&gt;&lt;Field Name=&quot;Address2&quot; Value=&quot;4001 Basel&quot;/&gt;&lt;Field Name=&quot;Website&quot; Value=&quot;www.ed-bs.ch&quot;/&gt;&lt;Field Name=&quot;Address3&quot; Value=&quot;&quot;/&gt;&lt;Field Name=&quot;Data_UID&quot; Value=&quot;2014070109155979488972&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xml version=&quot;1.0&quot;?&gt;_x000d_&lt;Recipients&gt;&lt;Recipient&gt;&lt;UID&gt;2018091109582529268062&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untry/&gt;&lt;POBox/&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480E47"/>
    <w:rsid w:val="000044E3"/>
    <w:rsid w:val="00014F08"/>
    <w:rsid w:val="00023B64"/>
    <w:rsid w:val="000260A8"/>
    <w:rsid w:val="000408B0"/>
    <w:rsid w:val="00040FD6"/>
    <w:rsid w:val="00042209"/>
    <w:rsid w:val="0005055C"/>
    <w:rsid w:val="00055FA5"/>
    <w:rsid w:val="00062C3F"/>
    <w:rsid w:val="0006717A"/>
    <w:rsid w:val="00067E3F"/>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0486"/>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95164"/>
    <w:rsid w:val="001A0D83"/>
    <w:rsid w:val="001A499F"/>
    <w:rsid w:val="001B05AB"/>
    <w:rsid w:val="001C0EBA"/>
    <w:rsid w:val="001C1171"/>
    <w:rsid w:val="001C13DC"/>
    <w:rsid w:val="001D2A22"/>
    <w:rsid w:val="001E0A99"/>
    <w:rsid w:val="001F1540"/>
    <w:rsid w:val="001F3322"/>
    <w:rsid w:val="001F5040"/>
    <w:rsid w:val="001F6B41"/>
    <w:rsid w:val="001F772C"/>
    <w:rsid w:val="00205781"/>
    <w:rsid w:val="00211F8F"/>
    <w:rsid w:val="00220250"/>
    <w:rsid w:val="00222E0A"/>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83C2F"/>
    <w:rsid w:val="00286EC2"/>
    <w:rsid w:val="002940C4"/>
    <w:rsid w:val="00295AAF"/>
    <w:rsid w:val="002969C4"/>
    <w:rsid w:val="002A0E1F"/>
    <w:rsid w:val="002A390C"/>
    <w:rsid w:val="002A53C0"/>
    <w:rsid w:val="002A688E"/>
    <w:rsid w:val="002A73F9"/>
    <w:rsid w:val="002A779B"/>
    <w:rsid w:val="002A784B"/>
    <w:rsid w:val="002B3964"/>
    <w:rsid w:val="002B7C88"/>
    <w:rsid w:val="002C68EB"/>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709F4"/>
    <w:rsid w:val="00373A3C"/>
    <w:rsid w:val="00381ED6"/>
    <w:rsid w:val="003839AC"/>
    <w:rsid w:val="0039031C"/>
    <w:rsid w:val="003952DF"/>
    <w:rsid w:val="00396159"/>
    <w:rsid w:val="003A274E"/>
    <w:rsid w:val="003A293A"/>
    <w:rsid w:val="003A5C7A"/>
    <w:rsid w:val="003B277A"/>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37CB3"/>
    <w:rsid w:val="00441490"/>
    <w:rsid w:val="004465A7"/>
    <w:rsid w:val="004472F7"/>
    <w:rsid w:val="00447D94"/>
    <w:rsid w:val="0046052E"/>
    <w:rsid w:val="00467057"/>
    <w:rsid w:val="00480E47"/>
    <w:rsid w:val="004857E7"/>
    <w:rsid w:val="00485BEE"/>
    <w:rsid w:val="00486D68"/>
    <w:rsid w:val="00490B86"/>
    <w:rsid w:val="004913B4"/>
    <w:rsid w:val="00493944"/>
    <w:rsid w:val="00494AD2"/>
    <w:rsid w:val="00496494"/>
    <w:rsid w:val="004A6F67"/>
    <w:rsid w:val="004C47DD"/>
    <w:rsid w:val="004C6134"/>
    <w:rsid w:val="004E1981"/>
    <w:rsid w:val="004E1BCA"/>
    <w:rsid w:val="004E4941"/>
    <w:rsid w:val="004E551A"/>
    <w:rsid w:val="004F3CF0"/>
    <w:rsid w:val="004F4C96"/>
    <w:rsid w:val="004F64CF"/>
    <w:rsid w:val="004F670B"/>
    <w:rsid w:val="0050189D"/>
    <w:rsid w:val="0050193D"/>
    <w:rsid w:val="00511029"/>
    <w:rsid w:val="00524861"/>
    <w:rsid w:val="00525763"/>
    <w:rsid w:val="00533652"/>
    <w:rsid w:val="00534CD8"/>
    <w:rsid w:val="00535EB3"/>
    <w:rsid w:val="00537A6C"/>
    <w:rsid w:val="00546EEC"/>
    <w:rsid w:val="00547C8A"/>
    <w:rsid w:val="0055005A"/>
    <w:rsid w:val="00550F8A"/>
    <w:rsid w:val="005563D6"/>
    <w:rsid w:val="00557113"/>
    <w:rsid w:val="00562422"/>
    <w:rsid w:val="005629F4"/>
    <w:rsid w:val="00567DC0"/>
    <w:rsid w:val="005700CD"/>
    <w:rsid w:val="005719E0"/>
    <w:rsid w:val="005738C0"/>
    <w:rsid w:val="005764B1"/>
    <w:rsid w:val="0057703B"/>
    <w:rsid w:val="0058269D"/>
    <w:rsid w:val="005908FD"/>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352C"/>
    <w:rsid w:val="00634C2C"/>
    <w:rsid w:val="006443AF"/>
    <w:rsid w:val="00644F1A"/>
    <w:rsid w:val="00651391"/>
    <w:rsid w:val="006534A2"/>
    <w:rsid w:val="00653A66"/>
    <w:rsid w:val="006613E1"/>
    <w:rsid w:val="00665FFA"/>
    <w:rsid w:val="00675DCA"/>
    <w:rsid w:val="006777FC"/>
    <w:rsid w:val="00681715"/>
    <w:rsid w:val="00684616"/>
    <w:rsid w:val="00692110"/>
    <w:rsid w:val="006A1772"/>
    <w:rsid w:val="006A27FE"/>
    <w:rsid w:val="006A6310"/>
    <w:rsid w:val="006B131C"/>
    <w:rsid w:val="006B1740"/>
    <w:rsid w:val="006B354F"/>
    <w:rsid w:val="006B3764"/>
    <w:rsid w:val="006C2A88"/>
    <w:rsid w:val="006C3178"/>
    <w:rsid w:val="006D3222"/>
    <w:rsid w:val="006E1AE3"/>
    <w:rsid w:val="006E2AE9"/>
    <w:rsid w:val="006E6841"/>
    <w:rsid w:val="006F0AC9"/>
    <w:rsid w:val="006F73E9"/>
    <w:rsid w:val="006F7D64"/>
    <w:rsid w:val="00705FF0"/>
    <w:rsid w:val="00706FA1"/>
    <w:rsid w:val="00707665"/>
    <w:rsid w:val="00707ECF"/>
    <w:rsid w:val="007232FF"/>
    <w:rsid w:val="00730FCB"/>
    <w:rsid w:val="007316AE"/>
    <w:rsid w:val="00733248"/>
    <w:rsid w:val="00745A95"/>
    <w:rsid w:val="00746F8D"/>
    <w:rsid w:val="0075043F"/>
    <w:rsid w:val="00752D9B"/>
    <w:rsid w:val="00754BF0"/>
    <w:rsid w:val="00756545"/>
    <w:rsid w:val="00760800"/>
    <w:rsid w:val="007614F6"/>
    <w:rsid w:val="00767459"/>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320D9"/>
    <w:rsid w:val="008430B3"/>
    <w:rsid w:val="00844236"/>
    <w:rsid w:val="00846501"/>
    <w:rsid w:val="00847BDD"/>
    <w:rsid w:val="0085142C"/>
    <w:rsid w:val="008648C0"/>
    <w:rsid w:val="008649F4"/>
    <w:rsid w:val="0087148C"/>
    <w:rsid w:val="00872C63"/>
    <w:rsid w:val="0087367A"/>
    <w:rsid w:val="00877075"/>
    <w:rsid w:val="008774A5"/>
    <w:rsid w:val="00884CAE"/>
    <w:rsid w:val="00885139"/>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07D5D"/>
    <w:rsid w:val="00930825"/>
    <w:rsid w:val="00943C00"/>
    <w:rsid w:val="00947236"/>
    <w:rsid w:val="00951B77"/>
    <w:rsid w:val="00953191"/>
    <w:rsid w:val="00953997"/>
    <w:rsid w:val="00954E0A"/>
    <w:rsid w:val="00955258"/>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9F2067"/>
    <w:rsid w:val="00A02515"/>
    <w:rsid w:val="00A02EF5"/>
    <w:rsid w:val="00A06436"/>
    <w:rsid w:val="00A130F0"/>
    <w:rsid w:val="00A141A6"/>
    <w:rsid w:val="00A14797"/>
    <w:rsid w:val="00A20E09"/>
    <w:rsid w:val="00A216F8"/>
    <w:rsid w:val="00A2258C"/>
    <w:rsid w:val="00A259C9"/>
    <w:rsid w:val="00A27C3A"/>
    <w:rsid w:val="00A355F8"/>
    <w:rsid w:val="00A36539"/>
    <w:rsid w:val="00A37ABF"/>
    <w:rsid w:val="00A431FA"/>
    <w:rsid w:val="00A44108"/>
    <w:rsid w:val="00A4443B"/>
    <w:rsid w:val="00A53E59"/>
    <w:rsid w:val="00A61D27"/>
    <w:rsid w:val="00A62E9C"/>
    <w:rsid w:val="00A67216"/>
    <w:rsid w:val="00A757D9"/>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5A83"/>
    <w:rsid w:val="00AE6C6B"/>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5BD5"/>
    <w:rsid w:val="00C17021"/>
    <w:rsid w:val="00C337C0"/>
    <w:rsid w:val="00C35AF9"/>
    <w:rsid w:val="00C35DF3"/>
    <w:rsid w:val="00C42A14"/>
    <w:rsid w:val="00C457E7"/>
    <w:rsid w:val="00C63176"/>
    <w:rsid w:val="00C70241"/>
    <w:rsid w:val="00C725C2"/>
    <w:rsid w:val="00C74AB0"/>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59AD"/>
    <w:rsid w:val="00DA60EA"/>
    <w:rsid w:val="00DA6D78"/>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44ED"/>
    <w:rsid w:val="00E37288"/>
    <w:rsid w:val="00E3780B"/>
    <w:rsid w:val="00E47FA6"/>
    <w:rsid w:val="00E51484"/>
    <w:rsid w:val="00E53054"/>
    <w:rsid w:val="00E53FC9"/>
    <w:rsid w:val="00E57C9A"/>
    <w:rsid w:val="00E62743"/>
    <w:rsid w:val="00E659AD"/>
    <w:rsid w:val="00E71CFD"/>
    <w:rsid w:val="00E72216"/>
    <w:rsid w:val="00E725D3"/>
    <w:rsid w:val="00E72FBC"/>
    <w:rsid w:val="00E74546"/>
    <w:rsid w:val="00E7557B"/>
    <w:rsid w:val="00E75B28"/>
    <w:rsid w:val="00E8005F"/>
    <w:rsid w:val="00E80496"/>
    <w:rsid w:val="00E837B9"/>
    <w:rsid w:val="00E9334D"/>
    <w:rsid w:val="00E93DB5"/>
    <w:rsid w:val="00E95C81"/>
    <w:rsid w:val="00EA4A04"/>
    <w:rsid w:val="00EB0B0F"/>
    <w:rsid w:val="00EB1826"/>
    <w:rsid w:val="00EB7AC1"/>
    <w:rsid w:val="00EB7B09"/>
    <w:rsid w:val="00EC0149"/>
    <w:rsid w:val="00EC1E71"/>
    <w:rsid w:val="00EC648C"/>
    <w:rsid w:val="00ED77C6"/>
    <w:rsid w:val="00EE3CA4"/>
    <w:rsid w:val="00EF4D55"/>
    <w:rsid w:val="00F00529"/>
    <w:rsid w:val="00F00D4E"/>
    <w:rsid w:val="00F064FD"/>
    <w:rsid w:val="00F126AD"/>
    <w:rsid w:val="00F15BF7"/>
    <w:rsid w:val="00F21D90"/>
    <w:rsid w:val="00F253F3"/>
    <w:rsid w:val="00F30A73"/>
    <w:rsid w:val="00F31082"/>
    <w:rsid w:val="00F3125E"/>
    <w:rsid w:val="00F32D9E"/>
    <w:rsid w:val="00F32EE1"/>
    <w:rsid w:val="00F3329B"/>
    <w:rsid w:val="00F36505"/>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0822"/>
    <w:rsid w:val="00FE3D8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80E47"/>
    <w:pPr>
      <w:adjustRightInd w:val="0"/>
      <w:snapToGrid w:val="0"/>
      <w:spacing w:before="60" w:after="120"/>
    </w:pPr>
    <w:rPr>
      <w:rFonts w:ascii="Arial" w:hAnsi="Arial"/>
      <w:sz w:val="22"/>
      <w:szCs w:val="24"/>
    </w:rPr>
  </w:style>
  <w:style w:type="paragraph" w:styleId="berschrift1">
    <w:name w:val="heading 1"/>
    <w:basedOn w:val="Standard"/>
    <w:next w:val="Standard"/>
    <w:link w:val="berschrift1Zchn"/>
    <w:autoRedefine/>
    <w:qFormat/>
    <w:rsid w:val="00480E47"/>
    <w:pPr>
      <w:keepNext/>
      <w:keepLines/>
      <w:numPr>
        <w:numId w:val="11"/>
      </w:numPr>
      <w:tabs>
        <w:tab w:val="clear" w:pos="992"/>
      </w:tabs>
      <w:spacing w:before="720"/>
      <w:ind w:left="567" w:hanging="567"/>
      <w:outlineLvl w:val="0"/>
    </w:pPr>
    <w:rPr>
      <w:rFonts w:cs="Arial"/>
      <w:b/>
      <w:bCs/>
      <w:snapToGrid w:val="0"/>
      <w:sz w:val="28"/>
      <w:szCs w:val="32"/>
    </w:rPr>
  </w:style>
  <w:style w:type="paragraph" w:styleId="berschrift2">
    <w:name w:val="heading 2"/>
    <w:basedOn w:val="Standard"/>
    <w:next w:val="Standard"/>
    <w:link w:val="berschrift2Zchn"/>
    <w:qFormat/>
    <w:rsid w:val="00253D07"/>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35"/>
      </w:numPr>
      <w:outlineLvl w:val="4"/>
    </w:pPr>
    <w:rPr>
      <w:b/>
      <w:bCs/>
      <w:iCs/>
      <w:szCs w:val="26"/>
    </w:rPr>
  </w:style>
  <w:style w:type="paragraph" w:styleId="berschrift6">
    <w:name w:val="heading 6"/>
    <w:basedOn w:val="Standard"/>
    <w:next w:val="Standard"/>
    <w:qFormat/>
    <w:rsid w:val="00253D07"/>
    <w:pPr>
      <w:keepNext/>
      <w:keepLines/>
      <w:numPr>
        <w:ilvl w:val="5"/>
        <w:numId w:val="35"/>
      </w:numPr>
      <w:outlineLvl w:val="5"/>
    </w:pPr>
    <w:rPr>
      <w:b/>
      <w:bCs/>
      <w:szCs w:val="22"/>
    </w:rPr>
  </w:style>
  <w:style w:type="paragraph" w:styleId="berschrift7">
    <w:name w:val="heading 7"/>
    <w:basedOn w:val="Standard"/>
    <w:next w:val="Standard"/>
    <w:qFormat/>
    <w:rsid w:val="00253D07"/>
    <w:pPr>
      <w:keepNext/>
      <w:keepLines/>
      <w:numPr>
        <w:ilvl w:val="6"/>
        <w:numId w:val="35"/>
      </w:numPr>
      <w:outlineLvl w:val="6"/>
    </w:pPr>
    <w:rPr>
      <w:b/>
    </w:rPr>
  </w:style>
  <w:style w:type="paragraph" w:styleId="berschrift8">
    <w:name w:val="heading 8"/>
    <w:basedOn w:val="Standard"/>
    <w:next w:val="Standard"/>
    <w:qFormat/>
    <w:rsid w:val="00253D07"/>
    <w:pPr>
      <w:keepNext/>
      <w:keepLines/>
      <w:numPr>
        <w:ilvl w:val="7"/>
        <w:numId w:val="35"/>
      </w:numPr>
      <w:outlineLvl w:val="7"/>
    </w:pPr>
    <w:rPr>
      <w:b/>
      <w:iCs/>
    </w:rPr>
  </w:style>
  <w:style w:type="paragraph" w:styleId="berschrift9">
    <w:name w:val="heading 9"/>
    <w:basedOn w:val="Standard"/>
    <w:next w:val="Standard"/>
    <w:qFormat/>
    <w:rsid w:val="00253D07"/>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14"/>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4597B"/>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tabs>
        <w:tab w:val="num" w:pos="851"/>
      </w:tabs>
      <w:ind w:left="851" w:hanging="284"/>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tabs>
        <w:tab w:val="num" w:pos="11"/>
      </w:tabs>
      <w:spacing w:before="220"/>
      <w:ind w:left="11" w:hanging="204"/>
    </w:pPr>
    <w:rPr>
      <w:sz w:val="16"/>
    </w:rPr>
  </w:style>
  <w:style w:type="paragraph" w:customStyle="1" w:styleId="UnterabteilungKopf">
    <w:name w:val="UnterabteilungKopf"/>
    <w:basedOn w:val="Standard"/>
    <w:rsid w:val="00705FF0"/>
    <w:pPr>
      <w:tabs>
        <w:tab w:val="num" w:pos="11"/>
      </w:tabs>
      <w:spacing w:before="80"/>
      <w:ind w:left="11" w:hanging="204"/>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10pt">
    <w:name w:val="10pt"/>
    <w:basedOn w:val="Standard"/>
    <w:rsid w:val="00A757D9"/>
    <w:rPr>
      <w:sz w:val="20"/>
    </w:rPr>
  </w:style>
  <w:style w:type="paragraph" w:customStyle="1" w:styleId="4pt">
    <w:name w:val="4pt"/>
    <w:basedOn w:val="Standard"/>
    <w:link w:val="4ptZchn"/>
    <w:rsid w:val="00A757D9"/>
    <w:rPr>
      <w:sz w:val="8"/>
    </w:rPr>
  </w:style>
  <w:style w:type="paragraph" w:customStyle="1" w:styleId="AbteilungKopf2">
    <w:name w:val="AbteilungKopf2"/>
    <w:basedOn w:val="Standard"/>
    <w:next w:val="Standard"/>
    <w:rsid w:val="00A757D9"/>
    <w:pPr>
      <w:tabs>
        <w:tab w:val="left" w:pos="11"/>
      </w:tabs>
      <w:ind w:left="11" w:hanging="204"/>
    </w:pPr>
    <w:rPr>
      <w:sz w:val="16"/>
    </w:rPr>
  </w:style>
  <w:style w:type="paragraph" w:customStyle="1" w:styleId="UnterabteilungKopf2">
    <w:name w:val="UnterabteilungKopf2"/>
    <w:basedOn w:val="Standard"/>
    <w:rsid w:val="00A757D9"/>
    <w:pPr>
      <w:tabs>
        <w:tab w:val="left" w:pos="11"/>
      </w:tabs>
      <w:ind w:left="11" w:hanging="204"/>
    </w:pPr>
    <w:rPr>
      <w:b/>
      <w:sz w:val="16"/>
    </w:rPr>
  </w:style>
  <w:style w:type="character" w:customStyle="1" w:styleId="Windings3">
    <w:name w:val="Windings3"/>
    <w:basedOn w:val="Absatz-Standardschriftart"/>
    <w:rsid w:val="00A757D9"/>
    <w:rPr>
      <w:rFonts w:ascii="Wingdings 3" w:hAnsi="Wingdings 3"/>
      <w:lang w:val="de-CH"/>
    </w:rPr>
  </w:style>
  <w:style w:type="character" w:customStyle="1" w:styleId="4ptZchn">
    <w:name w:val="4pt Zchn"/>
    <w:basedOn w:val="Absatz-Standardschriftart"/>
    <w:link w:val="4pt"/>
    <w:locked/>
    <w:rsid w:val="00A757D9"/>
    <w:rPr>
      <w:rFonts w:ascii="Arial" w:hAnsi="Arial"/>
      <w:sz w:val="8"/>
      <w:szCs w:val="24"/>
      <w:lang w:val="de-CH" w:eastAsia="de-CH" w:bidi="ar-SA"/>
    </w:rPr>
  </w:style>
  <w:style w:type="character" w:styleId="Platzhaltertext">
    <w:name w:val="Placeholder Text"/>
    <w:basedOn w:val="Absatz-Standardschriftart"/>
    <w:uiPriority w:val="99"/>
    <w:semiHidden/>
    <w:rsid w:val="00295AAF"/>
    <w:rPr>
      <w:color w:val="808080"/>
      <w:lang w:val="de-CH"/>
    </w:rPr>
  </w:style>
  <w:style w:type="character" w:customStyle="1" w:styleId="berschrift1Zchn">
    <w:name w:val="Überschrift 1 Zchn"/>
    <w:basedOn w:val="Absatz-Standardschriftart"/>
    <w:link w:val="berschrift1"/>
    <w:rsid w:val="00480E47"/>
    <w:rPr>
      <w:rFonts w:ascii="Arial" w:hAnsi="Arial" w:cs="Arial"/>
      <w:b/>
      <w:bCs/>
      <w:snapToGrid w:val="0"/>
      <w:sz w:val="28"/>
      <w:szCs w:val="32"/>
      <w:lang w:val="de-CH"/>
    </w:rPr>
  </w:style>
  <w:style w:type="character" w:customStyle="1" w:styleId="berschrift2Zchn">
    <w:name w:val="Überschrift 2 Zchn"/>
    <w:basedOn w:val="Absatz-Standardschriftart"/>
    <w:link w:val="berschrift2"/>
    <w:rsid w:val="00480E47"/>
    <w:rPr>
      <w:rFonts w:ascii="Arial" w:hAnsi="Arial" w:cs="Arial"/>
      <w:b/>
      <w:bCs/>
      <w:iCs/>
      <w:sz w:val="24"/>
      <w:szCs w:val="28"/>
      <w:lang w:val="de-CH"/>
    </w:rPr>
  </w:style>
  <w:style w:type="paragraph" w:customStyle="1" w:styleId="Zwischentitel">
    <w:name w:val="Zwischentitel"/>
    <w:basedOn w:val="Standard"/>
    <w:next w:val="Standard"/>
    <w:link w:val="ZwischentitelZchn"/>
    <w:qFormat/>
    <w:rsid w:val="00480E47"/>
    <w:pPr>
      <w:spacing w:before="360" w:after="60"/>
      <w:jc w:val="both"/>
    </w:pPr>
    <w:rPr>
      <w:b/>
    </w:rPr>
  </w:style>
  <w:style w:type="character" w:customStyle="1" w:styleId="Formatvorlage1">
    <w:name w:val="Formatvorlage1"/>
    <w:basedOn w:val="Absatz-Standardschriftart"/>
    <w:uiPriority w:val="1"/>
    <w:rsid w:val="00480E47"/>
    <w:rPr>
      <w:rFonts w:ascii="Arial" w:hAnsi="Arial"/>
      <w:b/>
      <w:sz w:val="22"/>
      <w:lang w:val="de-CH"/>
    </w:rPr>
  </w:style>
  <w:style w:type="character" w:customStyle="1" w:styleId="ZwischentitelZchn">
    <w:name w:val="Zwischentitel Zchn"/>
    <w:basedOn w:val="Absatz-Standardschriftart"/>
    <w:link w:val="Zwischentitel"/>
    <w:rsid w:val="00480E47"/>
    <w:rPr>
      <w:rFonts w:ascii="Arial" w:hAnsi="Arial"/>
      <w:b/>
      <w:sz w:val="22"/>
      <w:szCs w:val="24"/>
      <w:lang w:val="de-CH"/>
    </w:rPr>
  </w:style>
  <w:style w:type="character" w:customStyle="1" w:styleId="Formatvorlage2">
    <w:name w:val="Formatvorlage2"/>
    <w:basedOn w:val="Absatz-Standardschriftart"/>
    <w:uiPriority w:val="1"/>
    <w:rsid w:val="00DA6D78"/>
    <w:rPr>
      <w:rFonts w:ascii="Arial" w:hAnsi="Arial"/>
      <w:sz w:val="22"/>
      <w:lang w:val="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80E47"/>
    <w:pPr>
      <w:adjustRightInd w:val="0"/>
      <w:snapToGrid w:val="0"/>
      <w:spacing w:before="60" w:after="120"/>
    </w:pPr>
    <w:rPr>
      <w:rFonts w:ascii="Arial" w:hAnsi="Arial"/>
      <w:sz w:val="22"/>
      <w:szCs w:val="24"/>
    </w:rPr>
  </w:style>
  <w:style w:type="paragraph" w:styleId="berschrift1">
    <w:name w:val="heading 1"/>
    <w:basedOn w:val="Standard"/>
    <w:next w:val="Standard"/>
    <w:link w:val="berschrift1Zchn"/>
    <w:autoRedefine/>
    <w:qFormat/>
    <w:rsid w:val="00480E47"/>
    <w:pPr>
      <w:keepNext/>
      <w:keepLines/>
      <w:numPr>
        <w:numId w:val="11"/>
      </w:numPr>
      <w:tabs>
        <w:tab w:val="clear" w:pos="992"/>
      </w:tabs>
      <w:spacing w:before="720"/>
      <w:ind w:left="567" w:hanging="567"/>
      <w:outlineLvl w:val="0"/>
    </w:pPr>
    <w:rPr>
      <w:rFonts w:cs="Arial"/>
      <w:b/>
      <w:bCs/>
      <w:snapToGrid w:val="0"/>
      <w:sz w:val="28"/>
      <w:szCs w:val="32"/>
    </w:rPr>
  </w:style>
  <w:style w:type="paragraph" w:styleId="berschrift2">
    <w:name w:val="heading 2"/>
    <w:basedOn w:val="Standard"/>
    <w:next w:val="Standard"/>
    <w:link w:val="berschrift2Zchn"/>
    <w:qFormat/>
    <w:rsid w:val="00253D07"/>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35"/>
      </w:numPr>
      <w:outlineLvl w:val="4"/>
    </w:pPr>
    <w:rPr>
      <w:b/>
      <w:bCs/>
      <w:iCs/>
      <w:szCs w:val="26"/>
    </w:rPr>
  </w:style>
  <w:style w:type="paragraph" w:styleId="berschrift6">
    <w:name w:val="heading 6"/>
    <w:basedOn w:val="Standard"/>
    <w:next w:val="Standard"/>
    <w:qFormat/>
    <w:rsid w:val="00253D07"/>
    <w:pPr>
      <w:keepNext/>
      <w:keepLines/>
      <w:numPr>
        <w:ilvl w:val="5"/>
        <w:numId w:val="35"/>
      </w:numPr>
      <w:outlineLvl w:val="5"/>
    </w:pPr>
    <w:rPr>
      <w:b/>
      <w:bCs/>
      <w:szCs w:val="22"/>
    </w:rPr>
  </w:style>
  <w:style w:type="paragraph" w:styleId="berschrift7">
    <w:name w:val="heading 7"/>
    <w:basedOn w:val="Standard"/>
    <w:next w:val="Standard"/>
    <w:qFormat/>
    <w:rsid w:val="00253D07"/>
    <w:pPr>
      <w:keepNext/>
      <w:keepLines/>
      <w:numPr>
        <w:ilvl w:val="6"/>
        <w:numId w:val="35"/>
      </w:numPr>
      <w:outlineLvl w:val="6"/>
    </w:pPr>
    <w:rPr>
      <w:b/>
    </w:rPr>
  </w:style>
  <w:style w:type="paragraph" w:styleId="berschrift8">
    <w:name w:val="heading 8"/>
    <w:basedOn w:val="Standard"/>
    <w:next w:val="Standard"/>
    <w:qFormat/>
    <w:rsid w:val="00253D07"/>
    <w:pPr>
      <w:keepNext/>
      <w:keepLines/>
      <w:numPr>
        <w:ilvl w:val="7"/>
        <w:numId w:val="35"/>
      </w:numPr>
      <w:outlineLvl w:val="7"/>
    </w:pPr>
    <w:rPr>
      <w:b/>
      <w:iCs/>
    </w:rPr>
  </w:style>
  <w:style w:type="paragraph" w:styleId="berschrift9">
    <w:name w:val="heading 9"/>
    <w:basedOn w:val="Standard"/>
    <w:next w:val="Standard"/>
    <w:qFormat/>
    <w:rsid w:val="00253D07"/>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14"/>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4597B"/>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tabs>
        <w:tab w:val="num" w:pos="851"/>
      </w:tabs>
      <w:ind w:left="851" w:hanging="284"/>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tabs>
        <w:tab w:val="num" w:pos="11"/>
      </w:tabs>
      <w:spacing w:before="220"/>
      <w:ind w:left="11" w:hanging="204"/>
    </w:pPr>
    <w:rPr>
      <w:sz w:val="16"/>
    </w:rPr>
  </w:style>
  <w:style w:type="paragraph" w:customStyle="1" w:styleId="UnterabteilungKopf">
    <w:name w:val="UnterabteilungKopf"/>
    <w:basedOn w:val="Standard"/>
    <w:rsid w:val="00705FF0"/>
    <w:pPr>
      <w:tabs>
        <w:tab w:val="num" w:pos="11"/>
      </w:tabs>
      <w:spacing w:before="80"/>
      <w:ind w:left="11" w:hanging="204"/>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10pt">
    <w:name w:val="10pt"/>
    <w:basedOn w:val="Standard"/>
    <w:rsid w:val="00A757D9"/>
    <w:rPr>
      <w:sz w:val="20"/>
    </w:rPr>
  </w:style>
  <w:style w:type="paragraph" w:customStyle="1" w:styleId="4pt">
    <w:name w:val="4pt"/>
    <w:basedOn w:val="Standard"/>
    <w:link w:val="4ptZchn"/>
    <w:rsid w:val="00A757D9"/>
    <w:rPr>
      <w:sz w:val="8"/>
    </w:rPr>
  </w:style>
  <w:style w:type="paragraph" w:customStyle="1" w:styleId="AbteilungKopf2">
    <w:name w:val="AbteilungKopf2"/>
    <w:basedOn w:val="Standard"/>
    <w:next w:val="Standard"/>
    <w:rsid w:val="00A757D9"/>
    <w:pPr>
      <w:tabs>
        <w:tab w:val="left" w:pos="11"/>
      </w:tabs>
      <w:ind w:left="11" w:hanging="204"/>
    </w:pPr>
    <w:rPr>
      <w:sz w:val="16"/>
    </w:rPr>
  </w:style>
  <w:style w:type="paragraph" w:customStyle="1" w:styleId="UnterabteilungKopf2">
    <w:name w:val="UnterabteilungKopf2"/>
    <w:basedOn w:val="Standard"/>
    <w:rsid w:val="00A757D9"/>
    <w:pPr>
      <w:tabs>
        <w:tab w:val="left" w:pos="11"/>
      </w:tabs>
      <w:ind w:left="11" w:hanging="204"/>
    </w:pPr>
    <w:rPr>
      <w:b/>
      <w:sz w:val="16"/>
    </w:rPr>
  </w:style>
  <w:style w:type="character" w:customStyle="1" w:styleId="Windings3">
    <w:name w:val="Windings3"/>
    <w:basedOn w:val="Absatz-Standardschriftart"/>
    <w:rsid w:val="00A757D9"/>
    <w:rPr>
      <w:rFonts w:ascii="Wingdings 3" w:hAnsi="Wingdings 3"/>
      <w:lang w:val="de-CH"/>
    </w:rPr>
  </w:style>
  <w:style w:type="character" w:customStyle="1" w:styleId="4ptZchn">
    <w:name w:val="4pt Zchn"/>
    <w:basedOn w:val="Absatz-Standardschriftart"/>
    <w:link w:val="4pt"/>
    <w:locked/>
    <w:rsid w:val="00A757D9"/>
    <w:rPr>
      <w:rFonts w:ascii="Arial" w:hAnsi="Arial"/>
      <w:sz w:val="8"/>
      <w:szCs w:val="24"/>
      <w:lang w:val="de-CH" w:eastAsia="de-CH" w:bidi="ar-SA"/>
    </w:rPr>
  </w:style>
  <w:style w:type="character" w:styleId="Platzhaltertext">
    <w:name w:val="Placeholder Text"/>
    <w:basedOn w:val="Absatz-Standardschriftart"/>
    <w:uiPriority w:val="99"/>
    <w:semiHidden/>
    <w:rsid w:val="00295AAF"/>
    <w:rPr>
      <w:color w:val="808080"/>
      <w:lang w:val="de-CH"/>
    </w:rPr>
  </w:style>
  <w:style w:type="character" w:customStyle="1" w:styleId="berschrift1Zchn">
    <w:name w:val="Überschrift 1 Zchn"/>
    <w:basedOn w:val="Absatz-Standardschriftart"/>
    <w:link w:val="berschrift1"/>
    <w:rsid w:val="00480E47"/>
    <w:rPr>
      <w:rFonts w:ascii="Arial" w:hAnsi="Arial" w:cs="Arial"/>
      <w:b/>
      <w:bCs/>
      <w:snapToGrid w:val="0"/>
      <w:sz w:val="28"/>
      <w:szCs w:val="32"/>
      <w:lang w:val="de-CH"/>
    </w:rPr>
  </w:style>
  <w:style w:type="character" w:customStyle="1" w:styleId="berschrift2Zchn">
    <w:name w:val="Überschrift 2 Zchn"/>
    <w:basedOn w:val="Absatz-Standardschriftart"/>
    <w:link w:val="berschrift2"/>
    <w:rsid w:val="00480E47"/>
    <w:rPr>
      <w:rFonts w:ascii="Arial" w:hAnsi="Arial" w:cs="Arial"/>
      <w:b/>
      <w:bCs/>
      <w:iCs/>
      <w:sz w:val="24"/>
      <w:szCs w:val="28"/>
      <w:lang w:val="de-CH"/>
    </w:rPr>
  </w:style>
  <w:style w:type="paragraph" w:customStyle="1" w:styleId="Zwischentitel">
    <w:name w:val="Zwischentitel"/>
    <w:basedOn w:val="Standard"/>
    <w:next w:val="Standard"/>
    <w:link w:val="ZwischentitelZchn"/>
    <w:qFormat/>
    <w:rsid w:val="00480E47"/>
    <w:pPr>
      <w:spacing w:before="360" w:after="60"/>
      <w:jc w:val="both"/>
    </w:pPr>
    <w:rPr>
      <w:b/>
    </w:rPr>
  </w:style>
  <w:style w:type="character" w:customStyle="1" w:styleId="Formatvorlage1">
    <w:name w:val="Formatvorlage1"/>
    <w:basedOn w:val="Absatz-Standardschriftart"/>
    <w:uiPriority w:val="1"/>
    <w:rsid w:val="00480E47"/>
    <w:rPr>
      <w:rFonts w:ascii="Arial" w:hAnsi="Arial"/>
      <w:b/>
      <w:sz w:val="22"/>
      <w:lang w:val="de-CH"/>
    </w:rPr>
  </w:style>
  <w:style w:type="character" w:customStyle="1" w:styleId="ZwischentitelZchn">
    <w:name w:val="Zwischentitel Zchn"/>
    <w:basedOn w:val="Absatz-Standardschriftart"/>
    <w:link w:val="Zwischentitel"/>
    <w:rsid w:val="00480E47"/>
    <w:rPr>
      <w:rFonts w:ascii="Arial" w:hAnsi="Arial"/>
      <w:b/>
      <w:sz w:val="22"/>
      <w:szCs w:val="24"/>
      <w:lang w:val="de-CH"/>
    </w:rPr>
  </w:style>
  <w:style w:type="character" w:customStyle="1" w:styleId="Formatvorlage2">
    <w:name w:val="Formatvorlage2"/>
    <w:basedOn w:val="Absatz-Standardschriftart"/>
    <w:uiPriority w:val="1"/>
    <w:rsid w:val="00DA6D78"/>
    <w:rPr>
      <w:rFonts w:ascii="Arial" w:hAnsi="Arial"/>
      <w:sz w:val="2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92171">
      <w:bodyDiv w:val="1"/>
      <w:marLeft w:val="0"/>
      <w:marRight w:val="0"/>
      <w:marTop w:val="0"/>
      <w:marBottom w:val="0"/>
      <w:divBdr>
        <w:top w:val="none" w:sz="0" w:space="0" w:color="auto"/>
        <w:left w:val="none" w:sz="0" w:space="0" w:color="auto"/>
        <w:bottom w:val="none" w:sz="0" w:space="0" w:color="auto"/>
        <w:right w:val="none" w:sz="0" w:space="0" w:color="auto"/>
      </w:divBdr>
    </w:div>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CD53FCC87A49D9AC6230642C930489"/>
        <w:category>
          <w:name w:val="Allgemein"/>
          <w:gallery w:val="placeholder"/>
        </w:category>
        <w:types>
          <w:type w:val="bbPlcHdr"/>
        </w:types>
        <w:behaviors>
          <w:behavior w:val="content"/>
        </w:behaviors>
        <w:guid w:val="{1E5BF7B6-65F7-4FF0-8201-EB4B421EB720}"/>
      </w:docPartPr>
      <w:docPartBody>
        <w:p w:rsidR="006D0059" w:rsidRDefault="00404387" w:rsidP="00404387">
          <w:pPr>
            <w:pStyle w:val="81CD53FCC87A49D9AC6230642C9304892"/>
          </w:pPr>
          <w:r w:rsidRPr="005112BB">
            <w:rPr>
              <w:rStyle w:val="Platzhaltertext"/>
              <w:rFonts w:cs="Arial"/>
            </w:rPr>
            <w:t>Klicken Sie hier, um Text einzugeben.</w:t>
          </w:r>
        </w:p>
      </w:docPartBody>
    </w:docPart>
    <w:docPart>
      <w:docPartPr>
        <w:name w:val="32643C4B63F24553B0AE4B39CDA3F289"/>
        <w:category>
          <w:name w:val="Allgemein"/>
          <w:gallery w:val="placeholder"/>
        </w:category>
        <w:types>
          <w:type w:val="bbPlcHdr"/>
        </w:types>
        <w:behaviors>
          <w:behavior w:val="content"/>
        </w:behaviors>
        <w:guid w:val="{5803DD14-7FEB-454B-BE97-324BC9F68803}"/>
      </w:docPartPr>
      <w:docPartBody>
        <w:p w:rsidR="006D0059" w:rsidRDefault="00404387" w:rsidP="00404387">
          <w:pPr>
            <w:pStyle w:val="32643C4B63F24553B0AE4B39CDA3F2892"/>
          </w:pPr>
          <w:r w:rsidRPr="005112BB">
            <w:rPr>
              <w:rStyle w:val="Platzhaltertext"/>
              <w:rFonts w:cs="Arial"/>
            </w:rPr>
            <w:t>Klicken Sie hier, um Text einzugeben.</w:t>
          </w:r>
        </w:p>
      </w:docPartBody>
    </w:docPart>
    <w:docPart>
      <w:docPartPr>
        <w:name w:val="CEDBF22D12F24D32A80C559FF3A00DE6"/>
        <w:category>
          <w:name w:val="Allgemein"/>
          <w:gallery w:val="placeholder"/>
        </w:category>
        <w:types>
          <w:type w:val="bbPlcHdr"/>
        </w:types>
        <w:behaviors>
          <w:behavior w:val="content"/>
        </w:behaviors>
        <w:guid w:val="{F23FFF10-DCB1-4255-80AC-8FC58FDD5CE8}"/>
      </w:docPartPr>
      <w:docPartBody>
        <w:p w:rsidR="006D0059" w:rsidRDefault="00404387" w:rsidP="00404387">
          <w:pPr>
            <w:pStyle w:val="CEDBF22D12F24D32A80C559FF3A00DE62"/>
          </w:pPr>
          <w:r w:rsidRPr="005112BB">
            <w:rPr>
              <w:rStyle w:val="Platzhaltertext"/>
              <w:rFonts w:cs="Arial"/>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387"/>
    <w:rsid w:val="002C222C"/>
    <w:rsid w:val="00404387"/>
    <w:rsid w:val="006D0059"/>
    <w:rsid w:val="009E29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D0059"/>
    <w:rPr>
      <w:color w:val="808080"/>
      <w:lang w:val="de-CH"/>
    </w:rPr>
  </w:style>
  <w:style w:type="paragraph" w:customStyle="1" w:styleId="81CD53FCC87A49D9AC6230642C930489">
    <w:name w:val="81CD53FCC87A49D9AC6230642C930489"/>
    <w:rsid w:val="00404387"/>
  </w:style>
  <w:style w:type="paragraph" w:customStyle="1" w:styleId="32643C4B63F24553B0AE4B39CDA3F289">
    <w:name w:val="32643C4B63F24553B0AE4B39CDA3F289"/>
    <w:rsid w:val="00404387"/>
  </w:style>
  <w:style w:type="paragraph" w:customStyle="1" w:styleId="CEDBF22D12F24D32A80C559FF3A00DE6">
    <w:name w:val="CEDBF22D12F24D32A80C559FF3A00DE6"/>
    <w:rsid w:val="00404387"/>
  </w:style>
  <w:style w:type="paragraph" w:customStyle="1" w:styleId="93CFDABED5FB47DB80C3CA30E4D3EAE9">
    <w:name w:val="93CFDABED5FB47DB80C3CA30E4D3EAE9"/>
    <w:rsid w:val="00404387"/>
  </w:style>
  <w:style w:type="paragraph" w:customStyle="1" w:styleId="9F634563655E493DBD9477625B7EE62B">
    <w:name w:val="9F634563655E493DBD9477625B7EE62B"/>
    <w:rsid w:val="00404387"/>
  </w:style>
  <w:style w:type="paragraph" w:customStyle="1" w:styleId="4182F3861C8D4D1E86C9798C057AC514">
    <w:name w:val="4182F3861C8D4D1E86C9798C057AC514"/>
    <w:rsid w:val="00404387"/>
  </w:style>
  <w:style w:type="paragraph" w:customStyle="1" w:styleId="DC21B8D46E794A3F999D013E3EA94064">
    <w:name w:val="DC21B8D46E794A3F999D013E3EA94064"/>
    <w:rsid w:val="00404387"/>
  </w:style>
  <w:style w:type="paragraph" w:customStyle="1" w:styleId="96A59D5BF75445E898977FB36D435E11">
    <w:name w:val="96A59D5BF75445E898977FB36D435E11"/>
    <w:rsid w:val="00404387"/>
  </w:style>
  <w:style w:type="paragraph" w:customStyle="1" w:styleId="BBC2BDA42F1848288D5D740E559BC70C">
    <w:name w:val="BBC2BDA42F1848288D5D740E559BC70C"/>
    <w:rsid w:val="00404387"/>
  </w:style>
  <w:style w:type="paragraph" w:customStyle="1" w:styleId="6A07DB62F81343D89A56A64E59009EEF">
    <w:name w:val="6A07DB62F81343D89A56A64E59009EEF"/>
    <w:rsid w:val="00404387"/>
  </w:style>
  <w:style w:type="paragraph" w:customStyle="1" w:styleId="74E6DD610B20453381159B8173804BF9">
    <w:name w:val="74E6DD610B20453381159B8173804BF9"/>
    <w:rsid w:val="00404387"/>
  </w:style>
  <w:style w:type="paragraph" w:customStyle="1" w:styleId="AC9C491E26A5454EA2A5768EA97879CA">
    <w:name w:val="AC9C491E26A5454EA2A5768EA97879CA"/>
    <w:rsid w:val="00404387"/>
  </w:style>
  <w:style w:type="paragraph" w:customStyle="1" w:styleId="D326F229187F455DAD96FBFB05090FE6">
    <w:name w:val="D326F229187F455DAD96FBFB05090FE6"/>
    <w:rsid w:val="00404387"/>
  </w:style>
  <w:style w:type="paragraph" w:customStyle="1" w:styleId="CEF88301F1ED4BA6A8573CC278A8736A">
    <w:name w:val="CEF88301F1ED4BA6A8573CC278A8736A"/>
    <w:rsid w:val="00404387"/>
  </w:style>
  <w:style w:type="paragraph" w:customStyle="1" w:styleId="9586118D7BFA45F1A6B6DCD8216754DB">
    <w:name w:val="9586118D7BFA45F1A6B6DCD8216754DB"/>
    <w:rsid w:val="00404387"/>
  </w:style>
  <w:style w:type="paragraph" w:customStyle="1" w:styleId="ECC283318E8846BA8751ED18CCF179E9">
    <w:name w:val="ECC283318E8846BA8751ED18CCF179E9"/>
    <w:rsid w:val="00404387"/>
  </w:style>
  <w:style w:type="paragraph" w:customStyle="1" w:styleId="FD478F02B8E943F284CFAE82BC47D621">
    <w:name w:val="FD478F02B8E943F284CFAE82BC47D621"/>
    <w:rsid w:val="00404387"/>
  </w:style>
  <w:style w:type="paragraph" w:customStyle="1" w:styleId="76FED9ED49A64AA7852C1D0659A5E920">
    <w:name w:val="76FED9ED49A64AA7852C1D0659A5E920"/>
    <w:rsid w:val="00404387"/>
  </w:style>
  <w:style w:type="paragraph" w:customStyle="1" w:styleId="5ADDB4C8A1FB4D0FA4A3E60CB2CE60B0">
    <w:name w:val="5ADDB4C8A1FB4D0FA4A3E60CB2CE60B0"/>
    <w:rsid w:val="00404387"/>
  </w:style>
  <w:style w:type="paragraph" w:customStyle="1" w:styleId="F1DC4377C4EF431BA5D3D70EF9F1A965">
    <w:name w:val="F1DC4377C4EF431BA5D3D70EF9F1A965"/>
    <w:rsid w:val="00404387"/>
  </w:style>
  <w:style w:type="paragraph" w:customStyle="1" w:styleId="B1C0F7243FCE40638C279F4E921E97F2">
    <w:name w:val="B1C0F7243FCE40638C279F4E921E97F2"/>
    <w:rsid w:val="00404387"/>
  </w:style>
  <w:style w:type="paragraph" w:customStyle="1" w:styleId="D3955BD6718147218741D2876E800F24">
    <w:name w:val="D3955BD6718147218741D2876E800F24"/>
    <w:rsid w:val="00404387"/>
  </w:style>
  <w:style w:type="paragraph" w:customStyle="1" w:styleId="15777D7D20E241929EF4E27E0C9A32C2">
    <w:name w:val="15777D7D20E241929EF4E27E0C9A32C2"/>
    <w:rsid w:val="00404387"/>
  </w:style>
  <w:style w:type="paragraph" w:customStyle="1" w:styleId="17AA36CEE99141B188A5AD69E1DC562F">
    <w:name w:val="17AA36CEE99141B188A5AD69E1DC562F"/>
    <w:rsid w:val="00404387"/>
  </w:style>
  <w:style w:type="paragraph" w:customStyle="1" w:styleId="9C28E32534AD47778C44254B09B77AB6">
    <w:name w:val="9C28E32534AD47778C44254B09B77AB6"/>
    <w:rsid w:val="00404387"/>
  </w:style>
  <w:style w:type="paragraph" w:customStyle="1" w:styleId="5DC03C05CEDD4E76B9E0DDD3EA4AADD3">
    <w:name w:val="5DC03C05CEDD4E76B9E0DDD3EA4AADD3"/>
    <w:rsid w:val="00404387"/>
  </w:style>
  <w:style w:type="paragraph" w:customStyle="1" w:styleId="BEC609F603D94F1DBDFD6686FA121934">
    <w:name w:val="BEC609F603D94F1DBDFD6686FA121934"/>
    <w:rsid w:val="00404387"/>
  </w:style>
  <w:style w:type="paragraph" w:customStyle="1" w:styleId="FD326C5B045E454FA7CE95B442C38039">
    <w:name w:val="FD326C5B045E454FA7CE95B442C38039"/>
    <w:rsid w:val="00404387"/>
  </w:style>
  <w:style w:type="paragraph" w:customStyle="1" w:styleId="660BA6C6528A41BD9D345EC7546FA540">
    <w:name w:val="660BA6C6528A41BD9D345EC7546FA540"/>
    <w:rsid w:val="00404387"/>
  </w:style>
  <w:style w:type="paragraph" w:customStyle="1" w:styleId="672D1F56B2294655B33C9C340E537BD0">
    <w:name w:val="672D1F56B2294655B33C9C340E537BD0"/>
    <w:rsid w:val="00404387"/>
  </w:style>
  <w:style w:type="paragraph" w:customStyle="1" w:styleId="FD57749359D749D486346C152EFD1542">
    <w:name w:val="FD57749359D749D486346C152EFD1542"/>
    <w:rsid w:val="00404387"/>
  </w:style>
  <w:style w:type="paragraph" w:customStyle="1" w:styleId="C20223CA18CA4CE99E95E5FB7EFD37E1">
    <w:name w:val="C20223CA18CA4CE99E95E5FB7EFD37E1"/>
    <w:rsid w:val="00404387"/>
  </w:style>
  <w:style w:type="paragraph" w:customStyle="1" w:styleId="F760FE575632463787CC4174D59F27C2">
    <w:name w:val="F760FE575632463787CC4174D59F27C2"/>
    <w:rsid w:val="00404387"/>
  </w:style>
  <w:style w:type="paragraph" w:customStyle="1" w:styleId="E5CA6483EAE34C8FB7A4556D5B79E868">
    <w:name w:val="E5CA6483EAE34C8FB7A4556D5B79E868"/>
    <w:rsid w:val="00404387"/>
  </w:style>
  <w:style w:type="paragraph" w:customStyle="1" w:styleId="81F845A394DA445E9023CE9530D69099">
    <w:name w:val="81F845A394DA445E9023CE9530D69099"/>
    <w:rsid w:val="00404387"/>
  </w:style>
  <w:style w:type="paragraph" w:customStyle="1" w:styleId="06780976A0E14552AAD2DA220C5C4E03">
    <w:name w:val="06780976A0E14552AAD2DA220C5C4E03"/>
    <w:rsid w:val="00404387"/>
  </w:style>
  <w:style w:type="paragraph" w:customStyle="1" w:styleId="81CD53FCC87A49D9AC6230642C9304891">
    <w:name w:val="81CD53FCC87A49D9AC6230642C9304891"/>
    <w:rsid w:val="00404387"/>
    <w:pPr>
      <w:adjustRightInd w:val="0"/>
      <w:snapToGrid w:val="0"/>
      <w:spacing w:before="60" w:after="120" w:line="240" w:lineRule="auto"/>
    </w:pPr>
    <w:rPr>
      <w:rFonts w:ascii="Arial" w:eastAsia="Times New Roman" w:hAnsi="Arial" w:cs="Times New Roman"/>
      <w:szCs w:val="24"/>
    </w:rPr>
  </w:style>
  <w:style w:type="paragraph" w:customStyle="1" w:styleId="32643C4B63F24553B0AE4B39CDA3F2891">
    <w:name w:val="32643C4B63F24553B0AE4B39CDA3F2891"/>
    <w:rsid w:val="00404387"/>
    <w:pPr>
      <w:adjustRightInd w:val="0"/>
      <w:snapToGrid w:val="0"/>
      <w:spacing w:before="60" w:after="120" w:line="240" w:lineRule="auto"/>
    </w:pPr>
    <w:rPr>
      <w:rFonts w:ascii="Arial" w:eastAsia="Times New Roman" w:hAnsi="Arial" w:cs="Times New Roman"/>
      <w:szCs w:val="24"/>
    </w:rPr>
  </w:style>
  <w:style w:type="paragraph" w:customStyle="1" w:styleId="CEDBF22D12F24D32A80C559FF3A00DE61">
    <w:name w:val="CEDBF22D12F24D32A80C559FF3A00DE61"/>
    <w:rsid w:val="00404387"/>
    <w:pPr>
      <w:adjustRightInd w:val="0"/>
      <w:snapToGrid w:val="0"/>
      <w:spacing w:before="60" w:after="120" w:line="240" w:lineRule="auto"/>
    </w:pPr>
    <w:rPr>
      <w:rFonts w:ascii="Arial" w:eastAsia="Times New Roman" w:hAnsi="Arial" w:cs="Times New Roman"/>
      <w:szCs w:val="24"/>
    </w:rPr>
  </w:style>
  <w:style w:type="paragraph" w:customStyle="1" w:styleId="93CFDABED5FB47DB80C3CA30E4D3EAE91">
    <w:name w:val="93CFDABED5FB47DB80C3CA30E4D3EAE91"/>
    <w:rsid w:val="00404387"/>
    <w:pPr>
      <w:adjustRightInd w:val="0"/>
      <w:snapToGrid w:val="0"/>
      <w:spacing w:before="60" w:after="120" w:line="240" w:lineRule="auto"/>
    </w:pPr>
    <w:rPr>
      <w:rFonts w:ascii="Arial" w:eastAsia="Times New Roman" w:hAnsi="Arial" w:cs="Times New Roman"/>
      <w:szCs w:val="24"/>
    </w:rPr>
  </w:style>
  <w:style w:type="paragraph" w:customStyle="1" w:styleId="9F634563655E493DBD9477625B7EE62B1">
    <w:name w:val="9F634563655E493DBD9477625B7EE62B1"/>
    <w:rsid w:val="00404387"/>
    <w:pPr>
      <w:adjustRightInd w:val="0"/>
      <w:snapToGrid w:val="0"/>
      <w:spacing w:before="60" w:after="120" w:line="240" w:lineRule="auto"/>
    </w:pPr>
    <w:rPr>
      <w:rFonts w:ascii="Arial" w:eastAsia="Times New Roman" w:hAnsi="Arial" w:cs="Times New Roman"/>
      <w:szCs w:val="24"/>
    </w:rPr>
  </w:style>
  <w:style w:type="paragraph" w:customStyle="1" w:styleId="4182F3861C8D4D1E86C9798C057AC5141">
    <w:name w:val="4182F3861C8D4D1E86C9798C057AC5141"/>
    <w:rsid w:val="00404387"/>
    <w:pPr>
      <w:adjustRightInd w:val="0"/>
      <w:snapToGrid w:val="0"/>
      <w:spacing w:before="60" w:after="120" w:line="240" w:lineRule="auto"/>
    </w:pPr>
    <w:rPr>
      <w:rFonts w:ascii="Arial" w:eastAsia="Times New Roman" w:hAnsi="Arial" w:cs="Times New Roman"/>
      <w:szCs w:val="24"/>
    </w:rPr>
  </w:style>
  <w:style w:type="paragraph" w:customStyle="1" w:styleId="DC21B8D46E794A3F999D013E3EA940641">
    <w:name w:val="DC21B8D46E794A3F999D013E3EA940641"/>
    <w:rsid w:val="00404387"/>
    <w:pPr>
      <w:adjustRightInd w:val="0"/>
      <w:snapToGrid w:val="0"/>
      <w:spacing w:before="60" w:after="120" w:line="240" w:lineRule="auto"/>
    </w:pPr>
    <w:rPr>
      <w:rFonts w:ascii="Arial" w:eastAsia="Times New Roman" w:hAnsi="Arial" w:cs="Times New Roman"/>
      <w:szCs w:val="24"/>
    </w:rPr>
  </w:style>
  <w:style w:type="paragraph" w:customStyle="1" w:styleId="96A59D5BF75445E898977FB36D435E111">
    <w:name w:val="96A59D5BF75445E898977FB36D435E111"/>
    <w:rsid w:val="00404387"/>
    <w:pPr>
      <w:adjustRightInd w:val="0"/>
      <w:snapToGrid w:val="0"/>
      <w:spacing w:before="60" w:after="120" w:line="240" w:lineRule="auto"/>
    </w:pPr>
    <w:rPr>
      <w:rFonts w:ascii="Arial" w:eastAsia="Times New Roman" w:hAnsi="Arial" w:cs="Times New Roman"/>
      <w:szCs w:val="24"/>
    </w:rPr>
  </w:style>
  <w:style w:type="paragraph" w:customStyle="1" w:styleId="BBC2BDA42F1848288D5D740E559BC70C1">
    <w:name w:val="BBC2BDA42F1848288D5D740E559BC70C1"/>
    <w:rsid w:val="00404387"/>
    <w:pPr>
      <w:adjustRightInd w:val="0"/>
      <w:snapToGrid w:val="0"/>
      <w:spacing w:before="60" w:after="120" w:line="240" w:lineRule="auto"/>
    </w:pPr>
    <w:rPr>
      <w:rFonts w:ascii="Arial" w:eastAsia="Times New Roman" w:hAnsi="Arial" w:cs="Times New Roman"/>
      <w:szCs w:val="24"/>
    </w:rPr>
  </w:style>
  <w:style w:type="paragraph" w:customStyle="1" w:styleId="6A07DB62F81343D89A56A64E59009EEF1">
    <w:name w:val="6A07DB62F81343D89A56A64E59009EEF1"/>
    <w:rsid w:val="00404387"/>
    <w:pPr>
      <w:adjustRightInd w:val="0"/>
      <w:snapToGrid w:val="0"/>
      <w:spacing w:before="60" w:after="120" w:line="240" w:lineRule="auto"/>
    </w:pPr>
    <w:rPr>
      <w:rFonts w:ascii="Arial" w:eastAsia="Times New Roman" w:hAnsi="Arial" w:cs="Times New Roman"/>
      <w:szCs w:val="24"/>
    </w:rPr>
  </w:style>
  <w:style w:type="paragraph" w:customStyle="1" w:styleId="74E6DD610B20453381159B8173804BF91">
    <w:name w:val="74E6DD610B20453381159B8173804BF91"/>
    <w:rsid w:val="00404387"/>
    <w:pPr>
      <w:adjustRightInd w:val="0"/>
      <w:snapToGrid w:val="0"/>
      <w:spacing w:before="60" w:after="120" w:line="240" w:lineRule="auto"/>
    </w:pPr>
    <w:rPr>
      <w:rFonts w:ascii="Arial" w:eastAsia="Times New Roman" w:hAnsi="Arial" w:cs="Times New Roman"/>
      <w:szCs w:val="24"/>
    </w:rPr>
  </w:style>
  <w:style w:type="paragraph" w:customStyle="1" w:styleId="AC9C491E26A5454EA2A5768EA97879CA1">
    <w:name w:val="AC9C491E26A5454EA2A5768EA97879CA1"/>
    <w:rsid w:val="00404387"/>
    <w:pPr>
      <w:adjustRightInd w:val="0"/>
      <w:snapToGrid w:val="0"/>
      <w:spacing w:before="60" w:after="120" w:line="240" w:lineRule="auto"/>
    </w:pPr>
    <w:rPr>
      <w:rFonts w:ascii="Arial" w:eastAsia="Times New Roman" w:hAnsi="Arial" w:cs="Times New Roman"/>
      <w:szCs w:val="24"/>
    </w:rPr>
  </w:style>
  <w:style w:type="paragraph" w:customStyle="1" w:styleId="D326F229187F455DAD96FBFB05090FE61">
    <w:name w:val="D326F229187F455DAD96FBFB05090FE61"/>
    <w:rsid w:val="00404387"/>
    <w:pPr>
      <w:adjustRightInd w:val="0"/>
      <w:snapToGrid w:val="0"/>
      <w:spacing w:before="60" w:after="120" w:line="240" w:lineRule="auto"/>
    </w:pPr>
    <w:rPr>
      <w:rFonts w:ascii="Arial" w:eastAsia="Times New Roman" w:hAnsi="Arial" w:cs="Times New Roman"/>
      <w:szCs w:val="24"/>
    </w:rPr>
  </w:style>
  <w:style w:type="paragraph" w:customStyle="1" w:styleId="CEF88301F1ED4BA6A8573CC278A8736A1">
    <w:name w:val="CEF88301F1ED4BA6A8573CC278A8736A1"/>
    <w:rsid w:val="00404387"/>
    <w:pPr>
      <w:adjustRightInd w:val="0"/>
      <w:snapToGrid w:val="0"/>
      <w:spacing w:before="60" w:after="120" w:line="240" w:lineRule="auto"/>
    </w:pPr>
    <w:rPr>
      <w:rFonts w:ascii="Arial" w:eastAsia="Times New Roman" w:hAnsi="Arial" w:cs="Times New Roman"/>
      <w:szCs w:val="24"/>
    </w:rPr>
  </w:style>
  <w:style w:type="paragraph" w:customStyle="1" w:styleId="9586118D7BFA45F1A6B6DCD8216754DB1">
    <w:name w:val="9586118D7BFA45F1A6B6DCD8216754DB1"/>
    <w:rsid w:val="00404387"/>
    <w:pPr>
      <w:adjustRightInd w:val="0"/>
      <w:snapToGrid w:val="0"/>
      <w:spacing w:before="60" w:after="120" w:line="240" w:lineRule="auto"/>
    </w:pPr>
    <w:rPr>
      <w:rFonts w:ascii="Arial" w:eastAsia="Times New Roman" w:hAnsi="Arial" w:cs="Times New Roman"/>
      <w:szCs w:val="24"/>
    </w:rPr>
  </w:style>
  <w:style w:type="paragraph" w:customStyle="1" w:styleId="ECC283318E8846BA8751ED18CCF179E91">
    <w:name w:val="ECC283318E8846BA8751ED18CCF179E91"/>
    <w:rsid w:val="00404387"/>
    <w:pPr>
      <w:adjustRightInd w:val="0"/>
      <w:snapToGrid w:val="0"/>
      <w:spacing w:before="60" w:after="120" w:line="240" w:lineRule="auto"/>
    </w:pPr>
    <w:rPr>
      <w:rFonts w:ascii="Arial" w:eastAsia="Times New Roman" w:hAnsi="Arial" w:cs="Times New Roman"/>
      <w:szCs w:val="24"/>
    </w:rPr>
  </w:style>
  <w:style w:type="paragraph" w:customStyle="1" w:styleId="FD478F02B8E943F284CFAE82BC47D6211">
    <w:name w:val="FD478F02B8E943F284CFAE82BC47D6211"/>
    <w:rsid w:val="00404387"/>
    <w:pPr>
      <w:adjustRightInd w:val="0"/>
      <w:snapToGrid w:val="0"/>
      <w:spacing w:before="60" w:after="120" w:line="240" w:lineRule="auto"/>
    </w:pPr>
    <w:rPr>
      <w:rFonts w:ascii="Arial" w:eastAsia="Times New Roman" w:hAnsi="Arial" w:cs="Times New Roman"/>
      <w:szCs w:val="24"/>
    </w:rPr>
  </w:style>
  <w:style w:type="paragraph" w:customStyle="1" w:styleId="76FED9ED49A64AA7852C1D0659A5E9201">
    <w:name w:val="76FED9ED49A64AA7852C1D0659A5E9201"/>
    <w:rsid w:val="00404387"/>
    <w:pPr>
      <w:adjustRightInd w:val="0"/>
      <w:snapToGrid w:val="0"/>
      <w:spacing w:before="60" w:after="120" w:line="240" w:lineRule="auto"/>
    </w:pPr>
    <w:rPr>
      <w:rFonts w:ascii="Arial" w:eastAsia="Times New Roman" w:hAnsi="Arial" w:cs="Times New Roman"/>
      <w:szCs w:val="24"/>
    </w:rPr>
  </w:style>
  <w:style w:type="paragraph" w:customStyle="1" w:styleId="5ADDB4C8A1FB4D0FA4A3E60CB2CE60B01">
    <w:name w:val="5ADDB4C8A1FB4D0FA4A3E60CB2CE60B01"/>
    <w:rsid w:val="00404387"/>
    <w:pPr>
      <w:adjustRightInd w:val="0"/>
      <w:snapToGrid w:val="0"/>
      <w:spacing w:before="60" w:after="120" w:line="240" w:lineRule="auto"/>
    </w:pPr>
    <w:rPr>
      <w:rFonts w:ascii="Arial" w:eastAsia="Times New Roman" w:hAnsi="Arial" w:cs="Times New Roman"/>
      <w:szCs w:val="24"/>
    </w:rPr>
  </w:style>
  <w:style w:type="paragraph" w:customStyle="1" w:styleId="F1DC4377C4EF431BA5D3D70EF9F1A9651">
    <w:name w:val="F1DC4377C4EF431BA5D3D70EF9F1A9651"/>
    <w:rsid w:val="00404387"/>
    <w:pPr>
      <w:adjustRightInd w:val="0"/>
      <w:snapToGrid w:val="0"/>
      <w:spacing w:before="60" w:after="120" w:line="240" w:lineRule="auto"/>
    </w:pPr>
    <w:rPr>
      <w:rFonts w:ascii="Arial" w:eastAsia="Times New Roman" w:hAnsi="Arial" w:cs="Times New Roman"/>
      <w:szCs w:val="24"/>
    </w:rPr>
  </w:style>
  <w:style w:type="paragraph" w:customStyle="1" w:styleId="B1C0F7243FCE40638C279F4E921E97F21">
    <w:name w:val="B1C0F7243FCE40638C279F4E921E97F21"/>
    <w:rsid w:val="00404387"/>
    <w:pPr>
      <w:adjustRightInd w:val="0"/>
      <w:snapToGrid w:val="0"/>
      <w:spacing w:before="60" w:after="120" w:line="240" w:lineRule="auto"/>
    </w:pPr>
    <w:rPr>
      <w:rFonts w:ascii="Arial" w:eastAsia="Times New Roman" w:hAnsi="Arial" w:cs="Times New Roman"/>
      <w:szCs w:val="24"/>
    </w:rPr>
  </w:style>
  <w:style w:type="paragraph" w:customStyle="1" w:styleId="D3955BD6718147218741D2876E800F241">
    <w:name w:val="D3955BD6718147218741D2876E800F241"/>
    <w:rsid w:val="00404387"/>
    <w:pPr>
      <w:adjustRightInd w:val="0"/>
      <w:snapToGrid w:val="0"/>
      <w:spacing w:before="60" w:after="120" w:line="240" w:lineRule="auto"/>
    </w:pPr>
    <w:rPr>
      <w:rFonts w:ascii="Arial" w:eastAsia="Times New Roman" w:hAnsi="Arial" w:cs="Times New Roman"/>
      <w:szCs w:val="24"/>
    </w:rPr>
  </w:style>
  <w:style w:type="paragraph" w:customStyle="1" w:styleId="15777D7D20E241929EF4E27E0C9A32C21">
    <w:name w:val="15777D7D20E241929EF4E27E0C9A32C21"/>
    <w:rsid w:val="00404387"/>
    <w:pPr>
      <w:adjustRightInd w:val="0"/>
      <w:snapToGrid w:val="0"/>
      <w:spacing w:before="60" w:after="120" w:line="240" w:lineRule="auto"/>
    </w:pPr>
    <w:rPr>
      <w:rFonts w:ascii="Arial" w:eastAsia="Times New Roman" w:hAnsi="Arial" w:cs="Times New Roman"/>
      <w:szCs w:val="24"/>
    </w:rPr>
  </w:style>
  <w:style w:type="paragraph" w:customStyle="1" w:styleId="17AA36CEE99141B188A5AD69E1DC562F1">
    <w:name w:val="17AA36CEE99141B188A5AD69E1DC562F1"/>
    <w:rsid w:val="00404387"/>
    <w:pPr>
      <w:adjustRightInd w:val="0"/>
      <w:snapToGrid w:val="0"/>
      <w:spacing w:before="60" w:after="120" w:line="240" w:lineRule="auto"/>
    </w:pPr>
    <w:rPr>
      <w:rFonts w:ascii="Arial" w:eastAsia="Times New Roman" w:hAnsi="Arial" w:cs="Times New Roman"/>
      <w:szCs w:val="24"/>
    </w:rPr>
  </w:style>
  <w:style w:type="paragraph" w:customStyle="1" w:styleId="9C28E32534AD47778C44254B09B77AB61">
    <w:name w:val="9C28E32534AD47778C44254B09B77AB61"/>
    <w:rsid w:val="00404387"/>
    <w:pPr>
      <w:adjustRightInd w:val="0"/>
      <w:snapToGrid w:val="0"/>
      <w:spacing w:before="60" w:after="120" w:line="240" w:lineRule="auto"/>
    </w:pPr>
    <w:rPr>
      <w:rFonts w:ascii="Arial" w:eastAsia="Times New Roman" w:hAnsi="Arial" w:cs="Times New Roman"/>
      <w:szCs w:val="24"/>
    </w:rPr>
  </w:style>
  <w:style w:type="paragraph" w:customStyle="1" w:styleId="5DC03C05CEDD4E76B9E0DDD3EA4AADD31">
    <w:name w:val="5DC03C05CEDD4E76B9E0DDD3EA4AADD31"/>
    <w:rsid w:val="00404387"/>
    <w:pPr>
      <w:adjustRightInd w:val="0"/>
      <w:snapToGrid w:val="0"/>
      <w:spacing w:before="60" w:after="120" w:line="240" w:lineRule="auto"/>
    </w:pPr>
    <w:rPr>
      <w:rFonts w:ascii="Arial" w:eastAsia="Times New Roman" w:hAnsi="Arial" w:cs="Times New Roman"/>
      <w:szCs w:val="24"/>
    </w:rPr>
  </w:style>
  <w:style w:type="paragraph" w:customStyle="1" w:styleId="BEC609F603D94F1DBDFD6686FA1219341">
    <w:name w:val="BEC609F603D94F1DBDFD6686FA1219341"/>
    <w:rsid w:val="00404387"/>
    <w:pPr>
      <w:adjustRightInd w:val="0"/>
      <w:snapToGrid w:val="0"/>
      <w:spacing w:before="60" w:after="120" w:line="240" w:lineRule="auto"/>
    </w:pPr>
    <w:rPr>
      <w:rFonts w:ascii="Arial" w:eastAsia="Times New Roman" w:hAnsi="Arial" w:cs="Times New Roman"/>
      <w:szCs w:val="24"/>
    </w:rPr>
  </w:style>
  <w:style w:type="paragraph" w:customStyle="1" w:styleId="FD326C5B045E454FA7CE95B442C380391">
    <w:name w:val="FD326C5B045E454FA7CE95B442C380391"/>
    <w:rsid w:val="00404387"/>
    <w:pPr>
      <w:adjustRightInd w:val="0"/>
      <w:snapToGrid w:val="0"/>
      <w:spacing w:before="60" w:after="120" w:line="240" w:lineRule="auto"/>
    </w:pPr>
    <w:rPr>
      <w:rFonts w:ascii="Arial" w:eastAsia="Times New Roman" w:hAnsi="Arial" w:cs="Times New Roman"/>
      <w:szCs w:val="24"/>
    </w:rPr>
  </w:style>
  <w:style w:type="paragraph" w:customStyle="1" w:styleId="660BA6C6528A41BD9D345EC7546FA5401">
    <w:name w:val="660BA6C6528A41BD9D345EC7546FA5401"/>
    <w:rsid w:val="00404387"/>
    <w:pPr>
      <w:adjustRightInd w:val="0"/>
      <w:snapToGrid w:val="0"/>
      <w:spacing w:before="60" w:after="120" w:line="240" w:lineRule="auto"/>
    </w:pPr>
    <w:rPr>
      <w:rFonts w:ascii="Arial" w:eastAsia="Times New Roman" w:hAnsi="Arial" w:cs="Times New Roman"/>
      <w:szCs w:val="24"/>
    </w:rPr>
  </w:style>
  <w:style w:type="paragraph" w:customStyle="1" w:styleId="672D1F56B2294655B33C9C340E537BD01">
    <w:name w:val="672D1F56B2294655B33C9C340E537BD01"/>
    <w:rsid w:val="00404387"/>
    <w:pPr>
      <w:adjustRightInd w:val="0"/>
      <w:snapToGrid w:val="0"/>
      <w:spacing w:before="60" w:after="120" w:line="240" w:lineRule="auto"/>
    </w:pPr>
    <w:rPr>
      <w:rFonts w:ascii="Arial" w:eastAsia="Times New Roman" w:hAnsi="Arial" w:cs="Times New Roman"/>
      <w:szCs w:val="24"/>
    </w:rPr>
  </w:style>
  <w:style w:type="paragraph" w:customStyle="1" w:styleId="FD57749359D749D486346C152EFD15421">
    <w:name w:val="FD57749359D749D486346C152EFD15421"/>
    <w:rsid w:val="00404387"/>
    <w:pPr>
      <w:adjustRightInd w:val="0"/>
      <w:snapToGrid w:val="0"/>
      <w:spacing w:before="60" w:after="120" w:line="240" w:lineRule="auto"/>
    </w:pPr>
    <w:rPr>
      <w:rFonts w:ascii="Arial" w:eastAsia="Times New Roman" w:hAnsi="Arial" w:cs="Times New Roman"/>
      <w:szCs w:val="24"/>
    </w:rPr>
  </w:style>
  <w:style w:type="paragraph" w:customStyle="1" w:styleId="C20223CA18CA4CE99E95E5FB7EFD37E11">
    <w:name w:val="C20223CA18CA4CE99E95E5FB7EFD37E11"/>
    <w:rsid w:val="00404387"/>
    <w:pPr>
      <w:adjustRightInd w:val="0"/>
      <w:snapToGrid w:val="0"/>
      <w:spacing w:before="60" w:after="120" w:line="240" w:lineRule="auto"/>
    </w:pPr>
    <w:rPr>
      <w:rFonts w:ascii="Arial" w:eastAsia="Times New Roman" w:hAnsi="Arial" w:cs="Times New Roman"/>
      <w:szCs w:val="24"/>
    </w:rPr>
  </w:style>
  <w:style w:type="paragraph" w:customStyle="1" w:styleId="F760FE575632463787CC4174D59F27C21">
    <w:name w:val="F760FE575632463787CC4174D59F27C21"/>
    <w:rsid w:val="00404387"/>
    <w:pPr>
      <w:adjustRightInd w:val="0"/>
      <w:snapToGrid w:val="0"/>
      <w:spacing w:before="60" w:after="120" w:line="240" w:lineRule="auto"/>
    </w:pPr>
    <w:rPr>
      <w:rFonts w:ascii="Arial" w:eastAsia="Times New Roman" w:hAnsi="Arial" w:cs="Times New Roman"/>
      <w:szCs w:val="24"/>
    </w:rPr>
  </w:style>
  <w:style w:type="paragraph" w:customStyle="1" w:styleId="E5CA6483EAE34C8FB7A4556D5B79E8681">
    <w:name w:val="E5CA6483EAE34C8FB7A4556D5B79E8681"/>
    <w:rsid w:val="00404387"/>
    <w:pPr>
      <w:adjustRightInd w:val="0"/>
      <w:snapToGrid w:val="0"/>
      <w:spacing w:before="60" w:after="120" w:line="240" w:lineRule="auto"/>
    </w:pPr>
    <w:rPr>
      <w:rFonts w:ascii="Arial" w:eastAsia="Times New Roman" w:hAnsi="Arial" w:cs="Times New Roman"/>
      <w:szCs w:val="24"/>
    </w:rPr>
  </w:style>
  <w:style w:type="paragraph" w:customStyle="1" w:styleId="81F845A394DA445E9023CE9530D690991">
    <w:name w:val="81F845A394DA445E9023CE9530D690991"/>
    <w:rsid w:val="00404387"/>
    <w:pPr>
      <w:adjustRightInd w:val="0"/>
      <w:snapToGrid w:val="0"/>
      <w:spacing w:before="60" w:after="120" w:line="240" w:lineRule="auto"/>
    </w:pPr>
    <w:rPr>
      <w:rFonts w:ascii="Arial" w:eastAsia="Times New Roman" w:hAnsi="Arial" w:cs="Times New Roman"/>
      <w:szCs w:val="24"/>
    </w:rPr>
  </w:style>
  <w:style w:type="paragraph" w:customStyle="1" w:styleId="06780976A0E14552AAD2DA220C5C4E031">
    <w:name w:val="06780976A0E14552AAD2DA220C5C4E031"/>
    <w:rsid w:val="00404387"/>
    <w:pPr>
      <w:adjustRightInd w:val="0"/>
      <w:snapToGrid w:val="0"/>
      <w:spacing w:before="60" w:after="120" w:line="240" w:lineRule="auto"/>
    </w:pPr>
    <w:rPr>
      <w:rFonts w:ascii="Arial" w:eastAsia="Times New Roman" w:hAnsi="Arial" w:cs="Times New Roman"/>
      <w:szCs w:val="24"/>
    </w:rPr>
  </w:style>
  <w:style w:type="paragraph" w:customStyle="1" w:styleId="81CD53FCC87A49D9AC6230642C9304892">
    <w:name w:val="81CD53FCC87A49D9AC6230642C9304892"/>
    <w:rsid w:val="00404387"/>
    <w:pPr>
      <w:adjustRightInd w:val="0"/>
      <w:snapToGrid w:val="0"/>
      <w:spacing w:before="60" w:after="120" w:line="240" w:lineRule="auto"/>
    </w:pPr>
    <w:rPr>
      <w:rFonts w:ascii="Arial" w:eastAsia="Times New Roman" w:hAnsi="Arial" w:cs="Times New Roman"/>
      <w:szCs w:val="24"/>
    </w:rPr>
  </w:style>
  <w:style w:type="paragraph" w:customStyle="1" w:styleId="32643C4B63F24553B0AE4B39CDA3F2892">
    <w:name w:val="32643C4B63F24553B0AE4B39CDA3F2892"/>
    <w:rsid w:val="00404387"/>
    <w:pPr>
      <w:adjustRightInd w:val="0"/>
      <w:snapToGrid w:val="0"/>
      <w:spacing w:before="60" w:after="120" w:line="240" w:lineRule="auto"/>
    </w:pPr>
    <w:rPr>
      <w:rFonts w:ascii="Arial" w:eastAsia="Times New Roman" w:hAnsi="Arial" w:cs="Times New Roman"/>
      <w:szCs w:val="24"/>
    </w:rPr>
  </w:style>
  <w:style w:type="paragraph" w:customStyle="1" w:styleId="CEDBF22D12F24D32A80C559FF3A00DE62">
    <w:name w:val="CEDBF22D12F24D32A80C559FF3A00DE62"/>
    <w:rsid w:val="00404387"/>
    <w:pPr>
      <w:adjustRightInd w:val="0"/>
      <w:snapToGrid w:val="0"/>
      <w:spacing w:before="60" w:after="120" w:line="240" w:lineRule="auto"/>
    </w:pPr>
    <w:rPr>
      <w:rFonts w:ascii="Arial" w:eastAsia="Times New Roman" w:hAnsi="Arial" w:cs="Times New Roman"/>
      <w:szCs w:val="24"/>
    </w:rPr>
  </w:style>
  <w:style w:type="paragraph" w:customStyle="1" w:styleId="93CFDABED5FB47DB80C3CA30E4D3EAE92">
    <w:name w:val="93CFDABED5FB47DB80C3CA30E4D3EAE92"/>
    <w:rsid w:val="00404387"/>
    <w:pPr>
      <w:adjustRightInd w:val="0"/>
      <w:snapToGrid w:val="0"/>
      <w:spacing w:before="60" w:after="120" w:line="240" w:lineRule="auto"/>
    </w:pPr>
    <w:rPr>
      <w:rFonts w:ascii="Arial" w:eastAsia="Times New Roman" w:hAnsi="Arial" w:cs="Times New Roman"/>
      <w:szCs w:val="24"/>
    </w:rPr>
  </w:style>
  <w:style w:type="paragraph" w:customStyle="1" w:styleId="9F634563655E493DBD9477625B7EE62B2">
    <w:name w:val="9F634563655E493DBD9477625B7EE62B2"/>
    <w:rsid w:val="00404387"/>
    <w:pPr>
      <w:adjustRightInd w:val="0"/>
      <w:snapToGrid w:val="0"/>
      <w:spacing w:before="60" w:after="120" w:line="240" w:lineRule="auto"/>
    </w:pPr>
    <w:rPr>
      <w:rFonts w:ascii="Arial" w:eastAsia="Times New Roman" w:hAnsi="Arial" w:cs="Times New Roman"/>
      <w:szCs w:val="24"/>
    </w:rPr>
  </w:style>
  <w:style w:type="paragraph" w:customStyle="1" w:styleId="4182F3861C8D4D1E86C9798C057AC5142">
    <w:name w:val="4182F3861C8D4D1E86C9798C057AC5142"/>
    <w:rsid w:val="00404387"/>
    <w:pPr>
      <w:adjustRightInd w:val="0"/>
      <w:snapToGrid w:val="0"/>
      <w:spacing w:before="60" w:after="120" w:line="240" w:lineRule="auto"/>
    </w:pPr>
    <w:rPr>
      <w:rFonts w:ascii="Arial" w:eastAsia="Times New Roman" w:hAnsi="Arial" w:cs="Times New Roman"/>
      <w:szCs w:val="24"/>
    </w:rPr>
  </w:style>
  <w:style w:type="paragraph" w:customStyle="1" w:styleId="DC21B8D46E794A3F999D013E3EA940642">
    <w:name w:val="DC21B8D46E794A3F999D013E3EA940642"/>
    <w:rsid w:val="00404387"/>
    <w:pPr>
      <w:adjustRightInd w:val="0"/>
      <w:snapToGrid w:val="0"/>
      <w:spacing w:before="60" w:after="120" w:line="240" w:lineRule="auto"/>
    </w:pPr>
    <w:rPr>
      <w:rFonts w:ascii="Arial" w:eastAsia="Times New Roman" w:hAnsi="Arial" w:cs="Times New Roman"/>
      <w:szCs w:val="24"/>
    </w:rPr>
  </w:style>
  <w:style w:type="paragraph" w:customStyle="1" w:styleId="96A59D5BF75445E898977FB36D435E112">
    <w:name w:val="96A59D5BF75445E898977FB36D435E112"/>
    <w:rsid w:val="00404387"/>
    <w:pPr>
      <w:adjustRightInd w:val="0"/>
      <w:snapToGrid w:val="0"/>
      <w:spacing w:before="60" w:after="120" w:line="240" w:lineRule="auto"/>
    </w:pPr>
    <w:rPr>
      <w:rFonts w:ascii="Arial" w:eastAsia="Times New Roman" w:hAnsi="Arial" w:cs="Times New Roman"/>
      <w:szCs w:val="24"/>
    </w:rPr>
  </w:style>
  <w:style w:type="paragraph" w:customStyle="1" w:styleId="BBC2BDA42F1848288D5D740E559BC70C2">
    <w:name w:val="BBC2BDA42F1848288D5D740E559BC70C2"/>
    <w:rsid w:val="00404387"/>
    <w:pPr>
      <w:adjustRightInd w:val="0"/>
      <w:snapToGrid w:val="0"/>
      <w:spacing w:before="60" w:after="120" w:line="240" w:lineRule="auto"/>
    </w:pPr>
    <w:rPr>
      <w:rFonts w:ascii="Arial" w:eastAsia="Times New Roman" w:hAnsi="Arial" w:cs="Times New Roman"/>
      <w:szCs w:val="24"/>
    </w:rPr>
  </w:style>
  <w:style w:type="paragraph" w:customStyle="1" w:styleId="6A07DB62F81343D89A56A64E59009EEF2">
    <w:name w:val="6A07DB62F81343D89A56A64E59009EEF2"/>
    <w:rsid w:val="00404387"/>
    <w:pPr>
      <w:adjustRightInd w:val="0"/>
      <w:snapToGrid w:val="0"/>
      <w:spacing w:before="60" w:after="120" w:line="240" w:lineRule="auto"/>
    </w:pPr>
    <w:rPr>
      <w:rFonts w:ascii="Arial" w:eastAsia="Times New Roman" w:hAnsi="Arial" w:cs="Times New Roman"/>
      <w:szCs w:val="24"/>
    </w:rPr>
  </w:style>
  <w:style w:type="paragraph" w:customStyle="1" w:styleId="74E6DD610B20453381159B8173804BF92">
    <w:name w:val="74E6DD610B20453381159B8173804BF92"/>
    <w:rsid w:val="00404387"/>
    <w:pPr>
      <w:adjustRightInd w:val="0"/>
      <w:snapToGrid w:val="0"/>
      <w:spacing w:before="60" w:after="120" w:line="240" w:lineRule="auto"/>
    </w:pPr>
    <w:rPr>
      <w:rFonts w:ascii="Arial" w:eastAsia="Times New Roman" w:hAnsi="Arial" w:cs="Times New Roman"/>
      <w:szCs w:val="24"/>
    </w:rPr>
  </w:style>
  <w:style w:type="paragraph" w:customStyle="1" w:styleId="AC9C491E26A5454EA2A5768EA97879CA2">
    <w:name w:val="AC9C491E26A5454EA2A5768EA97879CA2"/>
    <w:rsid w:val="00404387"/>
    <w:pPr>
      <w:adjustRightInd w:val="0"/>
      <w:snapToGrid w:val="0"/>
      <w:spacing w:before="60" w:after="120" w:line="240" w:lineRule="auto"/>
    </w:pPr>
    <w:rPr>
      <w:rFonts w:ascii="Arial" w:eastAsia="Times New Roman" w:hAnsi="Arial" w:cs="Times New Roman"/>
      <w:szCs w:val="24"/>
    </w:rPr>
  </w:style>
  <w:style w:type="paragraph" w:customStyle="1" w:styleId="D326F229187F455DAD96FBFB05090FE62">
    <w:name w:val="D326F229187F455DAD96FBFB05090FE62"/>
    <w:rsid w:val="00404387"/>
    <w:pPr>
      <w:adjustRightInd w:val="0"/>
      <w:snapToGrid w:val="0"/>
      <w:spacing w:before="60" w:after="120" w:line="240" w:lineRule="auto"/>
    </w:pPr>
    <w:rPr>
      <w:rFonts w:ascii="Arial" w:eastAsia="Times New Roman" w:hAnsi="Arial" w:cs="Times New Roman"/>
      <w:szCs w:val="24"/>
    </w:rPr>
  </w:style>
  <w:style w:type="paragraph" w:customStyle="1" w:styleId="CEF88301F1ED4BA6A8573CC278A8736A2">
    <w:name w:val="CEF88301F1ED4BA6A8573CC278A8736A2"/>
    <w:rsid w:val="00404387"/>
    <w:pPr>
      <w:adjustRightInd w:val="0"/>
      <w:snapToGrid w:val="0"/>
      <w:spacing w:before="60" w:after="120" w:line="240" w:lineRule="auto"/>
    </w:pPr>
    <w:rPr>
      <w:rFonts w:ascii="Arial" w:eastAsia="Times New Roman" w:hAnsi="Arial" w:cs="Times New Roman"/>
      <w:szCs w:val="24"/>
    </w:rPr>
  </w:style>
  <w:style w:type="paragraph" w:customStyle="1" w:styleId="9586118D7BFA45F1A6B6DCD8216754DB2">
    <w:name w:val="9586118D7BFA45F1A6B6DCD8216754DB2"/>
    <w:rsid w:val="00404387"/>
    <w:pPr>
      <w:adjustRightInd w:val="0"/>
      <w:snapToGrid w:val="0"/>
      <w:spacing w:before="60" w:after="120" w:line="240" w:lineRule="auto"/>
    </w:pPr>
    <w:rPr>
      <w:rFonts w:ascii="Arial" w:eastAsia="Times New Roman" w:hAnsi="Arial" w:cs="Times New Roman"/>
      <w:szCs w:val="24"/>
    </w:rPr>
  </w:style>
  <w:style w:type="paragraph" w:customStyle="1" w:styleId="ECC283318E8846BA8751ED18CCF179E92">
    <w:name w:val="ECC283318E8846BA8751ED18CCF179E92"/>
    <w:rsid w:val="00404387"/>
    <w:pPr>
      <w:adjustRightInd w:val="0"/>
      <w:snapToGrid w:val="0"/>
      <w:spacing w:before="60" w:after="120" w:line="240" w:lineRule="auto"/>
    </w:pPr>
    <w:rPr>
      <w:rFonts w:ascii="Arial" w:eastAsia="Times New Roman" w:hAnsi="Arial" w:cs="Times New Roman"/>
      <w:szCs w:val="24"/>
    </w:rPr>
  </w:style>
  <w:style w:type="paragraph" w:customStyle="1" w:styleId="FD478F02B8E943F284CFAE82BC47D6212">
    <w:name w:val="FD478F02B8E943F284CFAE82BC47D6212"/>
    <w:rsid w:val="00404387"/>
    <w:pPr>
      <w:adjustRightInd w:val="0"/>
      <w:snapToGrid w:val="0"/>
      <w:spacing w:before="60" w:after="120" w:line="240" w:lineRule="auto"/>
    </w:pPr>
    <w:rPr>
      <w:rFonts w:ascii="Arial" w:eastAsia="Times New Roman" w:hAnsi="Arial" w:cs="Times New Roman"/>
      <w:szCs w:val="24"/>
    </w:rPr>
  </w:style>
  <w:style w:type="paragraph" w:customStyle="1" w:styleId="76FED9ED49A64AA7852C1D0659A5E9202">
    <w:name w:val="76FED9ED49A64AA7852C1D0659A5E9202"/>
    <w:rsid w:val="00404387"/>
    <w:pPr>
      <w:adjustRightInd w:val="0"/>
      <w:snapToGrid w:val="0"/>
      <w:spacing w:before="60" w:after="120" w:line="240" w:lineRule="auto"/>
    </w:pPr>
    <w:rPr>
      <w:rFonts w:ascii="Arial" w:eastAsia="Times New Roman" w:hAnsi="Arial" w:cs="Times New Roman"/>
      <w:szCs w:val="24"/>
    </w:rPr>
  </w:style>
  <w:style w:type="paragraph" w:customStyle="1" w:styleId="5ADDB4C8A1FB4D0FA4A3E60CB2CE60B02">
    <w:name w:val="5ADDB4C8A1FB4D0FA4A3E60CB2CE60B02"/>
    <w:rsid w:val="00404387"/>
    <w:pPr>
      <w:adjustRightInd w:val="0"/>
      <w:snapToGrid w:val="0"/>
      <w:spacing w:before="60" w:after="120" w:line="240" w:lineRule="auto"/>
    </w:pPr>
    <w:rPr>
      <w:rFonts w:ascii="Arial" w:eastAsia="Times New Roman" w:hAnsi="Arial" w:cs="Times New Roman"/>
      <w:szCs w:val="24"/>
    </w:rPr>
  </w:style>
  <w:style w:type="paragraph" w:customStyle="1" w:styleId="F1DC4377C4EF431BA5D3D70EF9F1A9652">
    <w:name w:val="F1DC4377C4EF431BA5D3D70EF9F1A9652"/>
    <w:rsid w:val="00404387"/>
    <w:pPr>
      <w:adjustRightInd w:val="0"/>
      <w:snapToGrid w:val="0"/>
      <w:spacing w:before="60" w:after="120" w:line="240" w:lineRule="auto"/>
    </w:pPr>
    <w:rPr>
      <w:rFonts w:ascii="Arial" w:eastAsia="Times New Roman" w:hAnsi="Arial" w:cs="Times New Roman"/>
      <w:szCs w:val="24"/>
    </w:rPr>
  </w:style>
  <w:style w:type="paragraph" w:customStyle="1" w:styleId="B1C0F7243FCE40638C279F4E921E97F22">
    <w:name w:val="B1C0F7243FCE40638C279F4E921E97F22"/>
    <w:rsid w:val="00404387"/>
    <w:pPr>
      <w:adjustRightInd w:val="0"/>
      <w:snapToGrid w:val="0"/>
      <w:spacing w:before="60" w:after="120" w:line="240" w:lineRule="auto"/>
    </w:pPr>
    <w:rPr>
      <w:rFonts w:ascii="Arial" w:eastAsia="Times New Roman" w:hAnsi="Arial" w:cs="Times New Roman"/>
      <w:szCs w:val="24"/>
    </w:rPr>
  </w:style>
  <w:style w:type="paragraph" w:customStyle="1" w:styleId="D3955BD6718147218741D2876E800F242">
    <w:name w:val="D3955BD6718147218741D2876E800F242"/>
    <w:rsid w:val="00404387"/>
    <w:pPr>
      <w:adjustRightInd w:val="0"/>
      <w:snapToGrid w:val="0"/>
      <w:spacing w:before="60" w:after="120" w:line="240" w:lineRule="auto"/>
    </w:pPr>
    <w:rPr>
      <w:rFonts w:ascii="Arial" w:eastAsia="Times New Roman" w:hAnsi="Arial" w:cs="Times New Roman"/>
      <w:szCs w:val="24"/>
    </w:rPr>
  </w:style>
  <w:style w:type="paragraph" w:customStyle="1" w:styleId="15777D7D20E241929EF4E27E0C9A32C22">
    <w:name w:val="15777D7D20E241929EF4E27E0C9A32C22"/>
    <w:rsid w:val="00404387"/>
    <w:pPr>
      <w:adjustRightInd w:val="0"/>
      <w:snapToGrid w:val="0"/>
      <w:spacing w:before="60" w:after="120" w:line="240" w:lineRule="auto"/>
    </w:pPr>
    <w:rPr>
      <w:rFonts w:ascii="Arial" w:eastAsia="Times New Roman" w:hAnsi="Arial" w:cs="Times New Roman"/>
      <w:szCs w:val="24"/>
    </w:rPr>
  </w:style>
  <w:style w:type="paragraph" w:customStyle="1" w:styleId="17AA36CEE99141B188A5AD69E1DC562F2">
    <w:name w:val="17AA36CEE99141B188A5AD69E1DC562F2"/>
    <w:rsid w:val="00404387"/>
    <w:pPr>
      <w:adjustRightInd w:val="0"/>
      <w:snapToGrid w:val="0"/>
      <w:spacing w:before="60" w:after="120" w:line="240" w:lineRule="auto"/>
    </w:pPr>
    <w:rPr>
      <w:rFonts w:ascii="Arial" w:eastAsia="Times New Roman" w:hAnsi="Arial" w:cs="Times New Roman"/>
      <w:szCs w:val="24"/>
    </w:rPr>
  </w:style>
  <w:style w:type="paragraph" w:customStyle="1" w:styleId="9C28E32534AD47778C44254B09B77AB62">
    <w:name w:val="9C28E32534AD47778C44254B09B77AB62"/>
    <w:rsid w:val="00404387"/>
    <w:pPr>
      <w:adjustRightInd w:val="0"/>
      <w:snapToGrid w:val="0"/>
      <w:spacing w:before="60" w:after="120" w:line="240" w:lineRule="auto"/>
    </w:pPr>
    <w:rPr>
      <w:rFonts w:ascii="Arial" w:eastAsia="Times New Roman" w:hAnsi="Arial" w:cs="Times New Roman"/>
      <w:szCs w:val="24"/>
    </w:rPr>
  </w:style>
  <w:style w:type="paragraph" w:customStyle="1" w:styleId="5DC03C05CEDD4E76B9E0DDD3EA4AADD32">
    <w:name w:val="5DC03C05CEDD4E76B9E0DDD3EA4AADD32"/>
    <w:rsid w:val="00404387"/>
    <w:pPr>
      <w:adjustRightInd w:val="0"/>
      <w:snapToGrid w:val="0"/>
      <w:spacing w:before="60" w:after="120" w:line="240" w:lineRule="auto"/>
    </w:pPr>
    <w:rPr>
      <w:rFonts w:ascii="Arial" w:eastAsia="Times New Roman" w:hAnsi="Arial" w:cs="Times New Roman"/>
      <w:szCs w:val="24"/>
    </w:rPr>
  </w:style>
  <w:style w:type="paragraph" w:customStyle="1" w:styleId="BEC609F603D94F1DBDFD6686FA1219342">
    <w:name w:val="BEC609F603D94F1DBDFD6686FA1219342"/>
    <w:rsid w:val="00404387"/>
    <w:pPr>
      <w:adjustRightInd w:val="0"/>
      <w:snapToGrid w:val="0"/>
      <w:spacing w:before="60" w:after="120" w:line="240" w:lineRule="auto"/>
    </w:pPr>
    <w:rPr>
      <w:rFonts w:ascii="Arial" w:eastAsia="Times New Roman" w:hAnsi="Arial" w:cs="Times New Roman"/>
      <w:szCs w:val="24"/>
    </w:rPr>
  </w:style>
  <w:style w:type="paragraph" w:customStyle="1" w:styleId="FD326C5B045E454FA7CE95B442C380392">
    <w:name w:val="FD326C5B045E454FA7CE95B442C380392"/>
    <w:rsid w:val="00404387"/>
    <w:pPr>
      <w:adjustRightInd w:val="0"/>
      <w:snapToGrid w:val="0"/>
      <w:spacing w:before="60" w:after="120" w:line="240" w:lineRule="auto"/>
    </w:pPr>
    <w:rPr>
      <w:rFonts w:ascii="Arial" w:eastAsia="Times New Roman" w:hAnsi="Arial" w:cs="Times New Roman"/>
      <w:szCs w:val="24"/>
    </w:rPr>
  </w:style>
  <w:style w:type="paragraph" w:customStyle="1" w:styleId="660BA6C6528A41BD9D345EC7546FA5402">
    <w:name w:val="660BA6C6528A41BD9D345EC7546FA5402"/>
    <w:rsid w:val="00404387"/>
    <w:pPr>
      <w:adjustRightInd w:val="0"/>
      <w:snapToGrid w:val="0"/>
      <w:spacing w:before="60" w:after="120" w:line="240" w:lineRule="auto"/>
    </w:pPr>
    <w:rPr>
      <w:rFonts w:ascii="Arial" w:eastAsia="Times New Roman" w:hAnsi="Arial" w:cs="Times New Roman"/>
      <w:szCs w:val="24"/>
    </w:rPr>
  </w:style>
  <w:style w:type="paragraph" w:customStyle="1" w:styleId="672D1F56B2294655B33C9C340E537BD02">
    <w:name w:val="672D1F56B2294655B33C9C340E537BD02"/>
    <w:rsid w:val="00404387"/>
    <w:pPr>
      <w:adjustRightInd w:val="0"/>
      <w:snapToGrid w:val="0"/>
      <w:spacing w:before="60" w:after="120" w:line="240" w:lineRule="auto"/>
    </w:pPr>
    <w:rPr>
      <w:rFonts w:ascii="Arial" w:eastAsia="Times New Roman" w:hAnsi="Arial" w:cs="Times New Roman"/>
      <w:szCs w:val="24"/>
    </w:rPr>
  </w:style>
  <w:style w:type="paragraph" w:customStyle="1" w:styleId="FD57749359D749D486346C152EFD15422">
    <w:name w:val="FD57749359D749D486346C152EFD15422"/>
    <w:rsid w:val="00404387"/>
    <w:pPr>
      <w:adjustRightInd w:val="0"/>
      <w:snapToGrid w:val="0"/>
      <w:spacing w:before="60" w:after="120" w:line="240" w:lineRule="auto"/>
    </w:pPr>
    <w:rPr>
      <w:rFonts w:ascii="Arial" w:eastAsia="Times New Roman" w:hAnsi="Arial" w:cs="Times New Roman"/>
      <w:szCs w:val="24"/>
    </w:rPr>
  </w:style>
  <w:style w:type="paragraph" w:customStyle="1" w:styleId="C20223CA18CA4CE99E95E5FB7EFD37E12">
    <w:name w:val="C20223CA18CA4CE99E95E5FB7EFD37E12"/>
    <w:rsid w:val="00404387"/>
    <w:pPr>
      <w:adjustRightInd w:val="0"/>
      <w:snapToGrid w:val="0"/>
      <w:spacing w:before="60" w:after="120" w:line="240" w:lineRule="auto"/>
    </w:pPr>
    <w:rPr>
      <w:rFonts w:ascii="Arial" w:eastAsia="Times New Roman" w:hAnsi="Arial" w:cs="Times New Roman"/>
      <w:szCs w:val="24"/>
    </w:rPr>
  </w:style>
  <w:style w:type="paragraph" w:customStyle="1" w:styleId="F760FE575632463787CC4174D59F27C22">
    <w:name w:val="F760FE575632463787CC4174D59F27C22"/>
    <w:rsid w:val="00404387"/>
    <w:pPr>
      <w:adjustRightInd w:val="0"/>
      <w:snapToGrid w:val="0"/>
      <w:spacing w:before="60" w:after="120" w:line="240" w:lineRule="auto"/>
    </w:pPr>
    <w:rPr>
      <w:rFonts w:ascii="Arial" w:eastAsia="Times New Roman" w:hAnsi="Arial" w:cs="Times New Roman"/>
      <w:szCs w:val="24"/>
    </w:rPr>
  </w:style>
  <w:style w:type="paragraph" w:customStyle="1" w:styleId="E5CA6483EAE34C8FB7A4556D5B79E8682">
    <w:name w:val="E5CA6483EAE34C8FB7A4556D5B79E8682"/>
    <w:rsid w:val="00404387"/>
    <w:pPr>
      <w:adjustRightInd w:val="0"/>
      <w:snapToGrid w:val="0"/>
      <w:spacing w:before="60" w:after="120" w:line="240" w:lineRule="auto"/>
    </w:pPr>
    <w:rPr>
      <w:rFonts w:ascii="Arial" w:eastAsia="Times New Roman" w:hAnsi="Arial" w:cs="Times New Roman"/>
      <w:szCs w:val="24"/>
    </w:rPr>
  </w:style>
  <w:style w:type="paragraph" w:customStyle="1" w:styleId="81F845A394DA445E9023CE9530D690992">
    <w:name w:val="81F845A394DA445E9023CE9530D690992"/>
    <w:rsid w:val="00404387"/>
    <w:pPr>
      <w:adjustRightInd w:val="0"/>
      <w:snapToGrid w:val="0"/>
      <w:spacing w:before="60" w:after="120" w:line="240" w:lineRule="auto"/>
    </w:pPr>
    <w:rPr>
      <w:rFonts w:ascii="Arial" w:eastAsia="Times New Roman" w:hAnsi="Arial" w:cs="Times New Roman"/>
      <w:szCs w:val="24"/>
    </w:rPr>
  </w:style>
  <w:style w:type="paragraph" w:customStyle="1" w:styleId="06780976A0E14552AAD2DA220C5C4E032">
    <w:name w:val="06780976A0E14552AAD2DA220C5C4E032"/>
    <w:rsid w:val="00404387"/>
    <w:pPr>
      <w:adjustRightInd w:val="0"/>
      <w:snapToGrid w:val="0"/>
      <w:spacing w:before="60" w:after="120" w:line="240" w:lineRule="auto"/>
    </w:pPr>
    <w:rPr>
      <w:rFonts w:ascii="Arial" w:eastAsia="Times New Roman" w:hAnsi="Arial" w:cs="Times New Roman"/>
      <w:szCs w:val="24"/>
    </w:rPr>
  </w:style>
  <w:style w:type="paragraph" w:customStyle="1" w:styleId="08CD004FC19B4E85ADAB1F8B990F3D95">
    <w:name w:val="08CD004FC19B4E85ADAB1F8B990F3D95"/>
    <w:rsid w:val="00404387"/>
  </w:style>
  <w:style w:type="paragraph" w:customStyle="1" w:styleId="1491459D66EF4E0EA48173D960300F41">
    <w:name w:val="1491459D66EF4E0EA48173D960300F41"/>
    <w:rsid w:val="00404387"/>
  </w:style>
  <w:style w:type="paragraph" w:customStyle="1" w:styleId="21A32C7E595243FFB9B843602E42C895">
    <w:name w:val="21A32C7E595243FFB9B843602E42C895"/>
    <w:rsid w:val="00404387"/>
  </w:style>
  <w:style w:type="paragraph" w:customStyle="1" w:styleId="A0C9AED759304FF28E27B716AC8598FC">
    <w:name w:val="A0C9AED759304FF28E27B716AC8598FC"/>
    <w:rsid w:val="00404387"/>
  </w:style>
  <w:style w:type="paragraph" w:customStyle="1" w:styleId="28860E9C05C24737A4BF4E7D0DE9E4BD">
    <w:name w:val="28860E9C05C24737A4BF4E7D0DE9E4BD"/>
    <w:rsid w:val="00404387"/>
  </w:style>
  <w:style w:type="paragraph" w:customStyle="1" w:styleId="8321BFFC173143BC97DD3858ADDE3391">
    <w:name w:val="8321BFFC173143BC97DD3858ADDE3391"/>
    <w:rsid w:val="00404387"/>
  </w:style>
  <w:style w:type="paragraph" w:customStyle="1" w:styleId="00E4A9AA3D754057A9568A1EFC4EA759">
    <w:name w:val="00E4A9AA3D754057A9568A1EFC4EA759"/>
    <w:rsid w:val="00404387"/>
  </w:style>
  <w:style w:type="paragraph" w:customStyle="1" w:styleId="E774EE69A5634DE3867CCD8E12F7BC95">
    <w:name w:val="E774EE69A5634DE3867CCD8E12F7BC95"/>
    <w:rsid w:val="00404387"/>
  </w:style>
  <w:style w:type="paragraph" w:customStyle="1" w:styleId="BF6BA12ACBB94676A720EB5E9DB5C2B1">
    <w:name w:val="BF6BA12ACBB94676A720EB5E9DB5C2B1"/>
    <w:rsid w:val="00404387"/>
  </w:style>
  <w:style w:type="paragraph" w:customStyle="1" w:styleId="AE12F4802D7349DC9E5FE751E39459D3">
    <w:name w:val="AE12F4802D7349DC9E5FE751E39459D3"/>
    <w:rsid w:val="00404387"/>
  </w:style>
  <w:style w:type="paragraph" w:customStyle="1" w:styleId="F897598928314183A3DAF7380843CFBD">
    <w:name w:val="F897598928314183A3DAF7380843CFBD"/>
    <w:rsid w:val="00404387"/>
  </w:style>
  <w:style w:type="paragraph" w:customStyle="1" w:styleId="C5B83D4B75714AAB80CBD537D430D643">
    <w:name w:val="C5B83D4B75714AAB80CBD537D430D643"/>
    <w:rsid w:val="00404387"/>
  </w:style>
  <w:style w:type="paragraph" w:customStyle="1" w:styleId="BFFE7A8DD596435892D5FE5E75F9032D">
    <w:name w:val="BFFE7A8DD596435892D5FE5E75F9032D"/>
    <w:rsid w:val="00404387"/>
  </w:style>
  <w:style w:type="paragraph" w:customStyle="1" w:styleId="AA1E0505145B4614BA8CB20CA8E0240A">
    <w:name w:val="AA1E0505145B4614BA8CB20CA8E0240A"/>
    <w:rsid w:val="00404387"/>
  </w:style>
  <w:style w:type="paragraph" w:customStyle="1" w:styleId="62158BF0DB0E4CD5B42866D24C502A5B">
    <w:name w:val="62158BF0DB0E4CD5B42866D24C502A5B"/>
    <w:rsid w:val="00404387"/>
  </w:style>
  <w:style w:type="paragraph" w:customStyle="1" w:styleId="7350F333133345DF8140B97A4470FD72">
    <w:name w:val="7350F333133345DF8140B97A4470FD72"/>
    <w:rsid w:val="00404387"/>
  </w:style>
  <w:style w:type="paragraph" w:customStyle="1" w:styleId="2DFA7639855547C0B7A5A9EC7B3D8204">
    <w:name w:val="2DFA7639855547C0B7A5A9EC7B3D8204"/>
    <w:rsid w:val="00404387"/>
  </w:style>
  <w:style w:type="paragraph" w:customStyle="1" w:styleId="44A639230DD3411D82351A669C49C21E">
    <w:name w:val="44A639230DD3411D82351A669C49C21E"/>
    <w:rsid w:val="00404387"/>
  </w:style>
  <w:style w:type="paragraph" w:customStyle="1" w:styleId="CD79B81F1AB74E0AA92B59554688FC55">
    <w:name w:val="CD79B81F1AB74E0AA92B59554688FC55"/>
    <w:rsid w:val="00404387"/>
  </w:style>
  <w:style w:type="paragraph" w:customStyle="1" w:styleId="17D1DB0C4DC04506A064CFF8445187C4">
    <w:name w:val="17D1DB0C4DC04506A064CFF8445187C4"/>
    <w:rsid w:val="00404387"/>
  </w:style>
  <w:style w:type="paragraph" w:customStyle="1" w:styleId="1DCACC178F7D4C01AB7ED5DAB37B6DBF">
    <w:name w:val="1DCACC178F7D4C01AB7ED5DAB37B6DBF"/>
    <w:rsid w:val="00404387"/>
  </w:style>
  <w:style w:type="paragraph" w:customStyle="1" w:styleId="1E53F227A5C942268BF179C2D700104B">
    <w:name w:val="1E53F227A5C942268BF179C2D700104B"/>
    <w:rsid w:val="00404387"/>
  </w:style>
  <w:style w:type="paragraph" w:customStyle="1" w:styleId="6ACE1EACBFA44C609A7C6C331130C236">
    <w:name w:val="6ACE1EACBFA44C609A7C6C331130C236"/>
    <w:rsid w:val="00404387"/>
  </w:style>
  <w:style w:type="paragraph" w:customStyle="1" w:styleId="FA537A57D43748E6B7B60F7B2F9D9CAA">
    <w:name w:val="FA537A57D43748E6B7B60F7B2F9D9CAA"/>
    <w:rsid w:val="00404387"/>
  </w:style>
  <w:style w:type="paragraph" w:customStyle="1" w:styleId="1649D666FE7B4B42AAE04C1F7C73F3BD">
    <w:name w:val="1649D666FE7B4B42AAE04C1F7C73F3BD"/>
    <w:rsid w:val="00404387"/>
  </w:style>
  <w:style w:type="paragraph" w:customStyle="1" w:styleId="68B0BDD2A31B41D28AA1858F25CE6DBB">
    <w:name w:val="68B0BDD2A31B41D28AA1858F25CE6DBB"/>
    <w:rsid w:val="00404387"/>
  </w:style>
  <w:style w:type="paragraph" w:customStyle="1" w:styleId="437803E2AD8D473488F4C6DFDB31F39F">
    <w:name w:val="437803E2AD8D473488F4C6DFDB31F39F"/>
    <w:rsid w:val="006D0059"/>
  </w:style>
  <w:style w:type="paragraph" w:customStyle="1" w:styleId="63FDC76FD3E743229BF0DAD1464E6268">
    <w:name w:val="63FDC76FD3E743229BF0DAD1464E6268"/>
    <w:rsid w:val="006D0059"/>
  </w:style>
  <w:style w:type="paragraph" w:customStyle="1" w:styleId="C70B1449E85943E38701C7DFBEB9ADCB">
    <w:name w:val="C70B1449E85943E38701C7DFBEB9ADCB"/>
    <w:rsid w:val="006D0059"/>
  </w:style>
  <w:style w:type="paragraph" w:customStyle="1" w:styleId="3C520654AB4D42A296CECBFFF2BDFF07">
    <w:name w:val="3C520654AB4D42A296CECBFFF2BDFF07"/>
    <w:rsid w:val="006D0059"/>
  </w:style>
  <w:style w:type="paragraph" w:customStyle="1" w:styleId="A2AFDF55259944D2B78B54599081979D">
    <w:name w:val="A2AFDF55259944D2B78B54599081979D"/>
    <w:rsid w:val="006D0059"/>
  </w:style>
  <w:style w:type="paragraph" w:customStyle="1" w:styleId="E5F7ACA7B57C4813A1C499F618B65B23">
    <w:name w:val="E5F7ACA7B57C4813A1C499F618B65B23"/>
    <w:rsid w:val="006D0059"/>
  </w:style>
  <w:style w:type="paragraph" w:customStyle="1" w:styleId="5B27E73B8EA3432793EF5922B0C0954A">
    <w:name w:val="5B27E73B8EA3432793EF5922B0C0954A"/>
    <w:rsid w:val="006D0059"/>
  </w:style>
  <w:style w:type="paragraph" w:customStyle="1" w:styleId="AEB079C9D1264200BCA2F119B4E84342">
    <w:name w:val="AEB079C9D1264200BCA2F119B4E84342"/>
    <w:rsid w:val="006D0059"/>
  </w:style>
  <w:style w:type="paragraph" w:customStyle="1" w:styleId="329A8B8DA1A141D39F8DD3669E8DC067">
    <w:name w:val="329A8B8DA1A141D39F8DD3669E8DC067"/>
    <w:rsid w:val="006D0059"/>
  </w:style>
  <w:style w:type="paragraph" w:customStyle="1" w:styleId="B75FAA3DB8EE41ECB6A3E1F59E19755E">
    <w:name w:val="B75FAA3DB8EE41ECB6A3E1F59E19755E"/>
    <w:rsid w:val="006D0059"/>
  </w:style>
  <w:style w:type="paragraph" w:customStyle="1" w:styleId="CF743F0384164D508C1BA822F8C63D83">
    <w:name w:val="CF743F0384164D508C1BA822F8C63D83"/>
    <w:rsid w:val="006D0059"/>
  </w:style>
  <w:style w:type="paragraph" w:customStyle="1" w:styleId="AC37AAC53802408EBE040C90D6B73995">
    <w:name w:val="AC37AAC53802408EBE040C90D6B73995"/>
    <w:rsid w:val="006D0059"/>
  </w:style>
  <w:style w:type="paragraph" w:customStyle="1" w:styleId="EA2C9725C5294C59AA99B93F4D63D1B6">
    <w:name w:val="EA2C9725C5294C59AA99B93F4D63D1B6"/>
    <w:rsid w:val="006D0059"/>
  </w:style>
  <w:style w:type="paragraph" w:customStyle="1" w:styleId="68002B4B37E64A0986082E589B9D9CE3">
    <w:name w:val="68002B4B37E64A0986082E589B9D9CE3"/>
    <w:rsid w:val="006D0059"/>
  </w:style>
  <w:style w:type="paragraph" w:customStyle="1" w:styleId="89DC53C054874D83B8ABBB0A2A247B8B">
    <w:name w:val="89DC53C054874D83B8ABBB0A2A247B8B"/>
    <w:rsid w:val="006D0059"/>
  </w:style>
  <w:style w:type="paragraph" w:customStyle="1" w:styleId="6BE5FEE088D9443B95849A311B70BA99">
    <w:name w:val="6BE5FEE088D9443B95849A311B70BA99"/>
    <w:rsid w:val="006D0059"/>
  </w:style>
  <w:style w:type="paragraph" w:customStyle="1" w:styleId="E5C2BE03AFC84C38BEFF7A2AA6A36D5C">
    <w:name w:val="E5C2BE03AFC84C38BEFF7A2AA6A36D5C"/>
    <w:rsid w:val="006D0059"/>
  </w:style>
  <w:style w:type="paragraph" w:customStyle="1" w:styleId="8392DF2A597E4477A2796D50B2D7449D">
    <w:name w:val="8392DF2A597E4477A2796D50B2D7449D"/>
    <w:rsid w:val="006D0059"/>
  </w:style>
  <w:style w:type="paragraph" w:customStyle="1" w:styleId="1D41118289A34047AB95FE529E0AAF67">
    <w:name w:val="1D41118289A34047AB95FE529E0AAF67"/>
    <w:rsid w:val="006D0059"/>
  </w:style>
  <w:style w:type="paragraph" w:customStyle="1" w:styleId="64F253CC802A4EF493C2E626A9489A43">
    <w:name w:val="64F253CC802A4EF493C2E626A9489A43"/>
    <w:rsid w:val="006D0059"/>
  </w:style>
  <w:style w:type="paragraph" w:customStyle="1" w:styleId="ABF5C14A134D493F8B60162147027054">
    <w:name w:val="ABF5C14A134D493F8B60162147027054"/>
    <w:rsid w:val="006D005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D0059"/>
    <w:rPr>
      <w:color w:val="808080"/>
      <w:lang w:val="de-CH"/>
    </w:rPr>
  </w:style>
  <w:style w:type="paragraph" w:customStyle="1" w:styleId="81CD53FCC87A49D9AC6230642C930489">
    <w:name w:val="81CD53FCC87A49D9AC6230642C930489"/>
    <w:rsid w:val="00404387"/>
  </w:style>
  <w:style w:type="paragraph" w:customStyle="1" w:styleId="32643C4B63F24553B0AE4B39CDA3F289">
    <w:name w:val="32643C4B63F24553B0AE4B39CDA3F289"/>
    <w:rsid w:val="00404387"/>
  </w:style>
  <w:style w:type="paragraph" w:customStyle="1" w:styleId="CEDBF22D12F24D32A80C559FF3A00DE6">
    <w:name w:val="CEDBF22D12F24D32A80C559FF3A00DE6"/>
    <w:rsid w:val="00404387"/>
  </w:style>
  <w:style w:type="paragraph" w:customStyle="1" w:styleId="93CFDABED5FB47DB80C3CA30E4D3EAE9">
    <w:name w:val="93CFDABED5FB47DB80C3CA30E4D3EAE9"/>
    <w:rsid w:val="00404387"/>
  </w:style>
  <w:style w:type="paragraph" w:customStyle="1" w:styleId="9F634563655E493DBD9477625B7EE62B">
    <w:name w:val="9F634563655E493DBD9477625B7EE62B"/>
    <w:rsid w:val="00404387"/>
  </w:style>
  <w:style w:type="paragraph" w:customStyle="1" w:styleId="4182F3861C8D4D1E86C9798C057AC514">
    <w:name w:val="4182F3861C8D4D1E86C9798C057AC514"/>
    <w:rsid w:val="00404387"/>
  </w:style>
  <w:style w:type="paragraph" w:customStyle="1" w:styleId="DC21B8D46E794A3F999D013E3EA94064">
    <w:name w:val="DC21B8D46E794A3F999D013E3EA94064"/>
    <w:rsid w:val="00404387"/>
  </w:style>
  <w:style w:type="paragraph" w:customStyle="1" w:styleId="96A59D5BF75445E898977FB36D435E11">
    <w:name w:val="96A59D5BF75445E898977FB36D435E11"/>
    <w:rsid w:val="00404387"/>
  </w:style>
  <w:style w:type="paragraph" w:customStyle="1" w:styleId="BBC2BDA42F1848288D5D740E559BC70C">
    <w:name w:val="BBC2BDA42F1848288D5D740E559BC70C"/>
    <w:rsid w:val="00404387"/>
  </w:style>
  <w:style w:type="paragraph" w:customStyle="1" w:styleId="6A07DB62F81343D89A56A64E59009EEF">
    <w:name w:val="6A07DB62F81343D89A56A64E59009EEF"/>
    <w:rsid w:val="00404387"/>
  </w:style>
  <w:style w:type="paragraph" w:customStyle="1" w:styleId="74E6DD610B20453381159B8173804BF9">
    <w:name w:val="74E6DD610B20453381159B8173804BF9"/>
    <w:rsid w:val="00404387"/>
  </w:style>
  <w:style w:type="paragraph" w:customStyle="1" w:styleId="AC9C491E26A5454EA2A5768EA97879CA">
    <w:name w:val="AC9C491E26A5454EA2A5768EA97879CA"/>
    <w:rsid w:val="00404387"/>
  </w:style>
  <w:style w:type="paragraph" w:customStyle="1" w:styleId="D326F229187F455DAD96FBFB05090FE6">
    <w:name w:val="D326F229187F455DAD96FBFB05090FE6"/>
    <w:rsid w:val="00404387"/>
  </w:style>
  <w:style w:type="paragraph" w:customStyle="1" w:styleId="CEF88301F1ED4BA6A8573CC278A8736A">
    <w:name w:val="CEF88301F1ED4BA6A8573CC278A8736A"/>
    <w:rsid w:val="00404387"/>
  </w:style>
  <w:style w:type="paragraph" w:customStyle="1" w:styleId="9586118D7BFA45F1A6B6DCD8216754DB">
    <w:name w:val="9586118D7BFA45F1A6B6DCD8216754DB"/>
    <w:rsid w:val="00404387"/>
  </w:style>
  <w:style w:type="paragraph" w:customStyle="1" w:styleId="ECC283318E8846BA8751ED18CCF179E9">
    <w:name w:val="ECC283318E8846BA8751ED18CCF179E9"/>
    <w:rsid w:val="00404387"/>
  </w:style>
  <w:style w:type="paragraph" w:customStyle="1" w:styleId="FD478F02B8E943F284CFAE82BC47D621">
    <w:name w:val="FD478F02B8E943F284CFAE82BC47D621"/>
    <w:rsid w:val="00404387"/>
  </w:style>
  <w:style w:type="paragraph" w:customStyle="1" w:styleId="76FED9ED49A64AA7852C1D0659A5E920">
    <w:name w:val="76FED9ED49A64AA7852C1D0659A5E920"/>
    <w:rsid w:val="00404387"/>
  </w:style>
  <w:style w:type="paragraph" w:customStyle="1" w:styleId="5ADDB4C8A1FB4D0FA4A3E60CB2CE60B0">
    <w:name w:val="5ADDB4C8A1FB4D0FA4A3E60CB2CE60B0"/>
    <w:rsid w:val="00404387"/>
  </w:style>
  <w:style w:type="paragraph" w:customStyle="1" w:styleId="F1DC4377C4EF431BA5D3D70EF9F1A965">
    <w:name w:val="F1DC4377C4EF431BA5D3D70EF9F1A965"/>
    <w:rsid w:val="00404387"/>
  </w:style>
  <w:style w:type="paragraph" w:customStyle="1" w:styleId="B1C0F7243FCE40638C279F4E921E97F2">
    <w:name w:val="B1C0F7243FCE40638C279F4E921E97F2"/>
    <w:rsid w:val="00404387"/>
  </w:style>
  <w:style w:type="paragraph" w:customStyle="1" w:styleId="D3955BD6718147218741D2876E800F24">
    <w:name w:val="D3955BD6718147218741D2876E800F24"/>
    <w:rsid w:val="00404387"/>
  </w:style>
  <w:style w:type="paragraph" w:customStyle="1" w:styleId="15777D7D20E241929EF4E27E0C9A32C2">
    <w:name w:val="15777D7D20E241929EF4E27E0C9A32C2"/>
    <w:rsid w:val="00404387"/>
  </w:style>
  <w:style w:type="paragraph" w:customStyle="1" w:styleId="17AA36CEE99141B188A5AD69E1DC562F">
    <w:name w:val="17AA36CEE99141B188A5AD69E1DC562F"/>
    <w:rsid w:val="00404387"/>
  </w:style>
  <w:style w:type="paragraph" w:customStyle="1" w:styleId="9C28E32534AD47778C44254B09B77AB6">
    <w:name w:val="9C28E32534AD47778C44254B09B77AB6"/>
    <w:rsid w:val="00404387"/>
  </w:style>
  <w:style w:type="paragraph" w:customStyle="1" w:styleId="5DC03C05CEDD4E76B9E0DDD3EA4AADD3">
    <w:name w:val="5DC03C05CEDD4E76B9E0DDD3EA4AADD3"/>
    <w:rsid w:val="00404387"/>
  </w:style>
  <w:style w:type="paragraph" w:customStyle="1" w:styleId="BEC609F603D94F1DBDFD6686FA121934">
    <w:name w:val="BEC609F603D94F1DBDFD6686FA121934"/>
    <w:rsid w:val="00404387"/>
  </w:style>
  <w:style w:type="paragraph" w:customStyle="1" w:styleId="FD326C5B045E454FA7CE95B442C38039">
    <w:name w:val="FD326C5B045E454FA7CE95B442C38039"/>
    <w:rsid w:val="00404387"/>
  </w:style>
  <w:style w:type="paragraph" w:customStyle="1" w:styleId="660BA6C6528A41BD9D345EC7546FA540">
    <w:name w:val="660BA6C6528A41BD9D345EC7546FA540"/>
    <w:rsid w:val="00404387"/>
  </w:style>
  <w:style w:type="paragraph" w:customStyle="1" w:styleId="672D1F56B2294655B33C9C340E537BD0">
    <w:name w:val="672D1F56B2294655B33C9C340E537BD0"/>
    <w:rsid w:val="00404387"/>
  </w:style>
  <w:style w:type="paragraph" w:customStyle="1" w:styleId="FD57749359D749D486346C152EFD1542">
    <w:name w:val="FD57749359D749D486346C152EFD1542"/>
    <w:rsid w:val="00404387"/>
  </w:style>
  <w:style w:type="paragraph" w:customStyle="1" w:styleId="C20223CA18CA4CE99E95E5FB7EFD37E1">
    <w:name w:val="C20223CA18CA4CE99E95E5FB7EFD37E1"/>
    <w:rsid w:val="00404387"/>
  </w:style>
  <w:style w:type="paragraph" w:customStyle="1" w:styleId="F760FE575632463787CC4174D59F27C2">
    <w:name w:val="F760FE575632463787CC4174D59F27C2"/>
    <w:rsid w:val="00404387"/>
  </w:style>
  <w:style w:type="paragraph" w:customStyle="1" w:styleId="E5CA6483EAE34C8FB7A4556D5B79E868">
    <w:name w:val="E5CA6483EAE34C8FB7A4556D5B79E868"/>
    <w:rsid w:val="00404387"/>
  </w:style>
  <w:style w:type="paragraph" w:customStyle="1" w:styleId="81F845A394DA445E9023CE9530D69099">
    <w:name w:val="81F845A394DA445E9023CE9530D69099"/>
    <w:rsid w:val="00404387"/>
  </w:style>
  <w:style w:type="paragraph" w:customStyle="1" w:styleId="06780976A0E14552AAD2DA220C5C4E03">
    <w:name w:val="06780976A0E14552AAD2DA220C5C4E03"/>
    <w:rsid w:val="00404387"/>
  </w:style>
  <w:style w:type="paragraph" w:customStyle="1" w:styleId="81CD53FCC87A49D9AC6230642C9304891">
    <w:name w:val="81CD53FCC87A49D9AC6230642C9304891"/>
    <w:rsid w:val="00404387"/>
    <w:pPr>
      <w:adjustRightInd w:val="0"/>
      <w:snapToGrid w:val="0"/>
      <w:spacing w:before="60" w:after="120" w:line="240" w:lineRule="auto"/>
    </w:pPr>
    <w:rPr>
      <w:rFonts w:ascii="Arial" w:eastAsia="Times New Roman" w:hAnsi="Arial" w:cs="Times New Roman"/>
      <w:szCs w:val="24"/>
    </w:rPr>
  </w:style>
  <w:style w:type="paragraph" w:customStyle="1" w:styleId="32643C4B63F24553B0AE4B39CDA3F2891">
    <w:name w:val="32643C4B63F24553B0AE4B39CDA3F2891"/>
    <w:rsid w:val="00404387"/>
    <w:pPr>
      <w:adjustRightInd w:val="0"/>
      <w:snapToGrid w:val="0"/>
      <w:spacing w:before="60" w:after="120" w:line="240" w:lineRule="auto"/>
    </w:pPr>
    <w:rPr>
      <w:rFonts w:ascii="Arial" w:eastAsia="Times New Roman" w:hAnsi="Arial" w:cs="Times New Roman"/>
      <w:szCs w:val="24"/>
    </w:rPr>
  </w:style>
  <w:style w:type="paragraph" w:customStyle="1" w:styleId="CEDBF22D12F24D32A80C559FF3A00DE61">
    <w:name w:val="CEDBF22D12F24D32A80C559FF3A00DE61"/>
    <w:rsid w:val="00404387"/>
    <w:pPr>
      <w:adjustRightInd w:val="0"/>
      <w:snapToGrid w:val="0"/>
      <w:spacing w:before="60" w:after="120" w:line="240" w:lineRule="auto"/>
    </w:pPr>
    <w:rPr>
      <w:rFonts w:ascii="Arial" w:eastAsia="Times New Roman" w:hAnsi="Arial" w:cs="Times New Roman"/>
      <w:szCs w:val="24"/>
    </w:rPr>
  </w:style>
  <w:style w:type="paragraph" w:customStyle="1" w:styleId="93CFDABED5FB47DB80C3CA30E4D3EAE91">
    <w:name w:val="93CFDABED5FB47DB80C3CA30E4D3EAE91"/>
    <w:rsid w:val="00404387"/>
    <w:pPr>
      <w:adjustRightInd w:val="0"/>
      <w:snapToGrid w:val="0"/>
      <w:spacing w:before="60" w:after="120" w:line="240" w:lineRule="auto"/>
    </w:pPr>
    <w:rPr>
      <w:rFonts w:ascii="Arial" w:eastAsia="Times New Roman" w:hAnsi="Arial" w:cs="Times New Roman"/>
      <w:szCs w:val="24"/>
    </w:rPr>
  </w:style>
  <w:style w:type="paragraph" w:customStyle="1" w:styleId="9F634563655E493DBD9477625B7EE62B1">
    <w:name w:val="9F634563655E493DBD9477625B7EE62B1"/>
    <w:rsid w:val="00404387"/>
    <w:pPr>
      <w:adjustRightInd w:val="0"/>
      <w:snapToGrid w:val="0"/>
      <w:spacing w:before="60" w:after="120" w:line="240" w:lineRule="auto"/>
    </w:pPr>
    <w:rPr>
      <w:rFonts w:ascii="Arial" w:eastAsia="Times New Roman" w:hAnsi="Arial" w:cs="Times New Roman"/>
      <w:szCs w:val="24"/>
    </w:rPr>
  </w:style>
  <w:style w:type="paragraph" w:customStyle="1" w:styleId="4182F3861C8D4D1E86C9798C057AC5141">
    <w:name w:val="4182F3861C8D4D1E86C9798C057AC5141"/>
    <w:rsid w:val="00404387"/>
    <w:pPr>
      <w:adjustRightInd w:val="0"/>
      <w:snapToGrid w:val="0"/>
      <w:spacing w:before="60" w:after="120" w:line="240" w:lineRule="auto"/>
    </w:pPr>
    <w:rPr>
      <w:rFonts w:ascii="Arial" w:eastAsia="Times New Roman" w:hAnsi="Arial" w:cs="Times New Roman"/>
      <w:szCs w:val="24"/>
    </w:rPr>
  </w:style>
  <w:style w:type="paragraph" w:customStyle="1" w:styleId="DC21B8D46E794A3F999D013E3EA940641">
    <w:name w:val="DC21B8D46E794A3F999D013E3EA940641"/>
    <w:rsid w:val="00404387"/>
    <w:pPr>
      <w:adjustRightInd w:val="0"/>
      <w:snapToGrid w:val="0"/>
      <w:spacing w:before="60" w:after="120" w:line="240" w:lineRule="auto"/>
    </w:pPr>
    <w:rPr>
      <w:rFonts w:ascii="Arial" w:eastAsia="Times New Roman" w:hAnsi="Arial" w:cs="Times New Roman"/>
      <w:szCs w:val="24"/>
    </w:rPr>
  </w:style>
  <w:style w:type="paragraph" w:customStyle="1" w:styleId="96A59D5BF75445E898977FB36D435E111">
    <w:name w:val="96A59D5BF75445E898977FB36D435E111"/>
    <w:rsid w:val="00404387"/>
    <w:pPr>
      <w:adjustRightInd w:val="0"/>
      <w:snapToGrid w:val="0"/>
      <w:spacing w:before="60" w:after="120" w:line="240" w:lineRule="auto"/>
    </w:pPr>
    <w:rPr>
      <w:rFonts w:ascii="Arial" w:eastAsia="Times New Roman" w:hAnsi="Arial" w:cs="Times New Roman"/>
      <w:szCs w:val="24"/>
    </w:rPr>
  </w:style>
  <w:style w:type="paragraph" w:customStyle="1" w:styleId="BBC2BDA42F1848288D5D740E559BC70C1">
    <w:name w:val="BBC2BDA42F1848288D5D740E559BC70C1"/>
    <w:rsid w:val="00404387"/>
    <w:pPr>
      <w:adjustRightInd w:val="0"/>
      <w:snapToGrid w:val="0"/>
      <w:spacing w:before="60" w:after="120" w:line="240" w:lineRule="auto"/>
    </w:pPr>
    <w:rPr>
      <w:rFonts w:ascii="Arial" w:eastAsia="Times New Roman" w:hAnsi="Arial" w:cs="Times New Roman"/>
      <w:szCs w:val="24"/>
    </w:rPr>
  </w:style>
  <w:style w:type="paragraph" w:customStyle="1" w:styleId="6A07DB62F81343D89A56A64E59009EEF1">
    <w:name w:val="6A07DB62F81343D89A56A64E59009EEF1"/>
    <w:rsid w:val="00404387"/>
    <w:pPr>
      <w:adjustRightInd w:val="0"/>
      <w:snapToGrid w:val="0"/>
      <w:spacing w:before="60" w:after="120" w:line="240" w:lineRule="auto"/>
    </w:pPr>
    <w:rPr>
      <w:rFonts w:ascii="Arial" w:eastAsia="Times New Roman" w:hAnsi="Arial" w:cs="Times New Roman"/>
      <w:szCs w:val="24"/>
    </w:rPr>
  </w:style>
  <w:style w:type="paragraph" w:customStyle="1" w:styleId="74E6DD610B20453381159B8173804BF91">
    <w:name w:val="74E6DD610B20453381159B8173804BF91"/>
    <w:rsid w:val="00404387"/>
    <w:pPr>
      <w:adjustRightInd w:val="0"/>
      <w:snapToGrid w:val="0"/>
      <w:spacing w:before="60" w:after="120" w:line="240" w:lineRule="auto"/>
    </w:pPr>
    <w:rPr>
      <w:rFonts w:ascii="Arial" w:eastAsia="Times New Roman" w:hAnsi="Arial" w:cs="Times New Roman"/>
      <w:szCs w:val="24"/>
    </w:rPr>
  </w:style>
  <w:style w:type="paragraph" w:customStyle="1" w:styleId="AC9C491E26A5454EA2A5768EA97879CA1">
    <w:name w:val="AC9C491E26A5454EA2A5768EA97879CA1"/>
    <w:rsid w:val="00404387"/>
    <w:pPr>
      <w:adjustRightInd w:val="0"/>
      <w:snapToGrid w:val="0"/>
      <w:spacing w:before="60" w:after="120" w:line="240" w:lineRule="auto"/>
    </w:pPr>
    <w:rPr>
      <w:rFonts w:ascii="Arial" w:eastAsia="Times New Roman" w:hAnsi="Arial" w:cs="Times New Roman"/>
      <w:szCs w:val="24"/>
    </w:rPr>
  </w:style>
  <w:style w:type="paragraph" w:customStyle="1" w:styleId="D326F229187F455DAD96FBFB05090FE61">
    <w:name w:val="D326F229187F455DAD96FBFB05090FE61"/>
    <w:rsid w:val="00404387"/>
    <w:pPr>
      <w:adjustRightInd w:val="0"/>
      <w:snapToGrid w:val="0"/>
      <w:spacing w:before="60" w:after="120" w:line="240" w:lineRule="auto"/>
    </w:pPr>
    <w:rPr>
      <w:rFonts w:ascii="Arial" w:eastAsia="Times New Roman" w:hAnsi="Arial" w:cs="Times New Roman"/>
      <w:szCs w:val="24"/>
    </w:rPr>
  </w:style>
  <w:style w:type="paragraph" w:customStyle="1" w:styleId="CEF88301F1ED4BA6A8573CC278A8736A1">
    <w:name w:val="CEF88301F1ED4BA6A8573CC278A8736A1"/>
    <w:rsid w:val="00404387"/>
    <w:pPr>
      <w:adjustRightInd w:val="0"/>
      <w:snapToGrid w:val="0"/>
      <w:spacing w:before="60" w:after="120" w:line="240" w:lineRule="auto"/>
    </w:pPr>
    <w:rPr>
      <w:rFonts w:ascii="Arial" w:eastAsia="Times New Roman" w:hAnsi="Arial" w:cs="Times New Roman"/>
      <w:szCs w:val="24"/>
    </w:rPr>
  </w:style>
  <w:style w:type="paragraph" w:customStyle="1" w:styleId="9586118D7BFA45F1A6B6DCD8216754DB1">
    <w:name w:val="9586118D7BFA45F1A6B6DCD8216754DB1"/>
    <w:rsid w:val="00404387"/>
    <w:pPr>
      <w:adjustRightInd w:val="0"/>
      <w:snapToGrid w:val="0"/>
      <w:spacing w:before="60" w:after="120" w:line="240" w:lineRule="auto"/>
    </w:pPr>
    <w:rPr>
      <w:rFonts w:ascii="Arial" w:eastAsia="Times New Roman" w:hAnsi="Arial" w:cs="Times New Roman"/>
      <w:szCs w:val="24"/>
    </w:rPr>
  </w:style>
  <w:style w:type="paragraph" w:customStyle="1" w:styleId="ECC283318E8846BA8751ED18CCF179E91">
    <w:name w:val="ECC283318E8846BA8751ED18CCF179E91"/>
    <w:rsid w:val="00404387"/>
    <w:pPr>
      <w:adjustRightInd w:val="0"/>
      <w:snapToGrid w:val="0"/>
      <w:spacing w:before="60" w:after="120" w:line="240" w:lineRule="auto"/>
    </w:pPr>
    <w:rPr>
      <w:rFonts w:ascii="Arial" w:eastAsia="Times New Roman" w:hAnsi="Arial" w:cs="Times New Roman"/>
      <w:szCs w:val="24"/>
    </w:rPr>
  </w:style>
  <w:style w:type="paragraph" w:customStyle="1" w:styleId="FD478F02B8E943F284CFAE82BC47D6211">
    <w:name w:val="FD478F02B8E943F284CFAE82BC47D6211"/>
    <w:rsid w:val="00404387"/>
    <w:pPr>
      <w:adjustRightInd w:val="0"/>
      <w:snapToGrid w:val="0"/>
      <w:spacing w:before="60" w:after="120" w:line="240" w:lineRule="auto"/>
    </w:pPr>
    <w:rPr>
      <w:rFonts w:ascii="Arial" w:eastAsia="Times New Roman" w:hAnsi="Arial" w:cs="Times New Roman"/>
      <w:szCs w:val="24"/>
    </w:rPr>
  </w:style>
  <w:style w:type="paragraph" w:customStyle="1" w:styleId="76FED9ED49A64AA7852C1D0659A5E9201">
    <w:name w:val="76FED9ED49A64AA7852C1D0659A5E9201"/>
    <w:rsid w:val="00404387"/>
    <w:pPr>
      <w:adjustRightInd w:val="0"/>
      <w:snapToGrid w:val="0"/>
      <w:spacing w:before="60" w:after="120" w:line="240" w:lineRule="auto"/>
    </w:pPr>
    <w:rPr>
      <w:rFonts w:ascii="Arial" w:eastAsia="Times New Roman" w:hAnsi="Arial" w:cs="Times New Roman"/>
      <w:szCs w:val="24"/>
    </w:rPr>
  </w:style>
  <w:style w:type="paragraph" w:customStyle="1" w:styleId="5ADDB4C8A1FB4D0FA4A3E60CB2CE60B01">
    <w:name w:val="5ADDB4C8A1FB4D0FA4A3E60CB2CE60B01"/>
    <w:rsid w:val="00404387"/>
    <w:pPr>
      <w:adjustRightInd w:val="0"/>
      <w:snapToGrid w:val="0"/>
      <w:spacing w:before="60" w:after="120" w:line="240" w:lineRule="auto"/>
    </w:pPr>
    <w:rPr>
      <w:rFonts w:ascii="Arial" w:eastAsia="Times New Roman" w:hAnsi="Arial" w:cs="Times New Roman"/>
      <w:szCs w:val="24"/>
    </w:rPr>
  </w:style>
  <w:style w:type="paragraph" w:customStyle="1" w:styleId="F1DC4377C4EF431BA5D3D70EF9F1A9651">
    <w:name w:val="F1DC4377C4EF431BA5D3D70EF9F1A9651"/>
    <w:rsid w:val="00404387"/>
    <w:pPr>
      <w:adjustRightInd w:val="0"/>
      <w:snapToGrid w:val="0"/>
      <w:spacing w:before="60" w:after="120" w:line="240" w:lineRule="auto"/>
    </w:pPr>
    <w:rPr>
      <w:rFonts w:ascii="Arial" w:eastAsia="Times New Roman" w:hAnsi="Arial" w:cs="Times New Roman"/>
      <w:szCs w:val="24"/>
    </w:rPr>
  </w:style>
  <w:style w:type="paragraph" w:customStyle="1" w:styleId="B1C0F7243FCE40638C279F4E921E97F21">
    <w:name w:val="B1C0F7243FCE40638C279F4E921E97F21"/>
    <w:rsid w:val="00404387"/>
    <w:pPr>
      <w:adjustRightInd w:val="0"/>
      <w:snapToGrid w:val="0"/>
      <w:spacing w:before="60" w:after="120" w:line="240" w:lineRule="auto"/>
    </w:pPr>
    <w:rPr>
      <w:rFonts w:ascii="Arial" w:eastAsia="Times New Roman" w:hAnsi="Arial" w:cs="Times New Roman"/>
      <w:szCs w:val="24"/>
    </w:rPr>
  </w:style>
  <w:style w:type="paragraph" w:customStyle="1" w:styleId="D3955BD6718147218741D2876E800F241">
    <w:name w:val="D3955BD6718147218741D2876E800F241"/>
    <w:rsid w:val="00404387"/>
    <w:pPr>
      <w:adjustRightInd w:val="0"/>
      <w:snapToGrid w:val="0"/>
      <w:spacing w:before="60" w:after="120" w:line="240" w:lineRule="auto"/>
    </w:pPr>
    <w:rPr>
      <w:rFonts w:ascii="Arial" w:eastAsia="Times New Roman" w:hAnsi="Arial" w:cs="Times New Roman"/>
      <w:szCs w:val="24"/>
    </w:rPr>
  </w:style>
  <w:style w:type="paragraph" w:customStyle="1" w:styleId="15777D7D20E241929EF4E27E0C9A32C21">
    <w:name w:val="15777D7D20E241929EF4E27E0C9A32C21"/>
    <w:rsid w:val="00404387"/>
    <w:pPr>
      <w:adjustRightInd w:val="0"/>
      <w:snapToGrid w:val="0"/>
      <w:spacing w:before="60" w:after="120" w:line="240" w:lineRule="auto"/>
    </w:pPr>
    <w:rPr>
      <w:rFonts w:ascii="Arial" w:eastAsia="Times New Roman" w:hAnsi="Arial" w:cs="Times New Roman"/>
      <w:szCs w:val="24"/>
    </w:rPr>
  </w:style>
  <w:style w:type="paragraph" w:customStyle="1" w:styleId="17AA36CEE99141B188A5AD69E1DC562F1">
    <w:name w:val="17AA36CEE99141B188A5AD69E1DC562F1"/>
    <w:rsid w:val="00404387"/>
    <w:pPr>
      <w:adjustRightInd w:val="0"/>
      <w:snapToGrid w:val="0"/>
      <w:spacing w:before="60" w:after="120" w:line="240" w:lineRule="auto"/>
    </w:pPr>
    <w:rPr>
      <w:rFonts w:ascii="Arial" w:eastAsia="Times New Roman" w:hAnsi="Arial" w:cs="Times New Roman"/>
      <w:szCs w:val="24"/>
    </w:rPr>
  </w:style>
  <w:style w:type="paragraph" w:customStyle="1" w:styleId="9C28E32534AD47778C44254B09B77AB61">
    <w:name w:val="9C28E32534AD47778C44254B09B77AB61"/>
    <w:rsid w:val="00404387"/>
    <w:pPr>
      <w:adjustRightInd w:val="0"/>
      <w:snapToGrid w:val="0"/>
      <w:spacing w:before="60" w:after="120" w:line="240" w:lineRule="auto"/>
    </w:pPr>
    <w:rPr>
      <w:rFonts w:ascii="Arial" w:eastAsia="Times New Roman" w:hAnsi="Arial" w:cs="Times New Roman"/>
      <w:szCs w:val="24"/>
    </w:rPr>
  </w:style>
  <w:style w:type="paragraph" w:customStyle="1" w:styleId="5DC03C05CEDD4E76B9E0DDD3EA4AADD31">
    <w:name w:val="5DC03C05CEDD4E76B9E0DDD3EA4AADD31"/>
    <w:rsid w:val="00404387"/>
    <w:pPr>
      <w:adjustRightInd w:val="0"/>
      <w:snapToGrid w:val="0"/>
      <w:spacing w:before="60" w:after="120" w:line="240" w:lineRule="auto"/>
    </w:pPr>
    <w:rPr>
      <w:rFonts w:ascii="Arial" w:eastAsia="Times New Roman" w:hAnsi="Arial" w:cs="Times New Roman"/>
      <w:szCs w:val="24"/>
    </w:rPr>
  </w:style>
  <w:style w:type="paragraph" w:customStyle="1" w:styleId="BEC609F603D94F1DBDFD6686FA1219341">
    <w:name w:val="BEC609F603D94F1DBDFD6686FA1219341"/>
    <w:rsid w:val="00404387"/>
    <w:pPr>
      <w:adjustRightInd w:val="0"/>
      <w:snapToGrid w:val="0"/>
      <w:spacing w:before="60" w:after="120" w:line="240" w:lineRule="auto"/>
    </w:pPr>
    <w:rPr>
      <w:rFonts w:ascii="Arial" w:eastAsia="Times New Roman" w:hAnsi="Arial" w:cs="Times New Roman"/>
      <w:szCs w:val="24"/>
    </w:rPr>
  </w:style>
  <w:style w:type="paragraph" w:customStyle="1" w:styleId="FD326C5B045E454FA7CE95B442C380391">
    <w:name w:val="FD326C5B045E454FA7CE95B442C380391"/>
    <w:rsid w:val="00404387"/>
    <w:pPr>
      <w:adjustRightInd w:val="0"/>
      <w:snapToGrid w:val="0"/>
      <w:spacing w:before="60" w:after="120" w:line="240" w:lineRule="auto"/>
    </w:pPr>
    <w:rPr>
      <w:rFonts w:ascii="Arial" w:eastAsia="Times New Roman" w:hAnsi="Arial" w:cs="Times New Roman"/>
      <w:szCs w:val="24"/>
    </w:rPr>
  </w:style>
  <w:style w:type="paragraph" w:customStyle="1" w:styleId="660BA6C6528A41BD9D345EC7546FA5401">
    <w:name w:val="660BA6C6528A41BD9D345EC7546FA5401"/>
    <w:rsid w:val="00404387"/>
    <w:pPr>
      <w:adjustRightInd w:val="0"/>
      <w:snapToGrid w:val="0"/>
      <w:spacing w:before="60" w:after="120" w:line="240" w:lineRule="auto"/>
    </w:pPr>
    <w:rPr>
      <w:rFonts w:ascii="Arial" w:eastAsia="Times New Roman" w:hAnsi="Arial" w:cs="Times New Roman"/>
      <w:szCs w:val="24"/>
    </w:rPr>
  </w:style>
  <w:style w:type="paragraph" w:customStyle="1" w:styleId="672D1F56B2294655B33C9C340E537BD01">
    <w:name w:val="672D1F56B2294655B33C9C340E537BD01"/>
    <w:rsid w:val="00404387"/>
    <w:pPr>
      <w:adjustRightInd w:val="0"/>
      <w:snapToGrid w:val="0"/>
      <w:spacing w:before="60" w:after="120" w:line="240" w:lineRule="auto"/>
    </w:pPr>
    <w:rPr>
      <w:rFonts w:ascii="Arial" w:eastAsia="Times New Roman" w:hAnsi="Arial" w:cs="Times New Roman"/>
      <w:szCs w:val="24"/>
    </w:rPr>
  </w:style>
  <w:style w:type="paragraph" w:customStyle="1" w:styleId="FD57749359D749D486346C152EFD15421">
    <w:name w:val="FD57749359D749D486346C152EFD15421"/>
    <w:rsid w:val="00404387"/>
    <w:pPr>
      <w:adjustRightInd w:val="0"/>
      <w:snapToGrid w:val="0"/>
      <w:spacing w:before="60" w:after="120" w:line="240" w:lineRule="auto"/>
    </w:pPr>
    <w:rPr>
      <w:rFonts w:ascii="Arial" w:eastAsia="Times New Roman" w:hAnsi="Arial" w:cs="Times New Roman"/>
      <w:szCs w:val="24"/>
    </w:rPr>
  </w:style>
  <w:style w:type="paragraph" w:customStyle="1" w:styleId="C20223CA18CA4CE99E95E5FB7EFD37E11">
    <w:name w:val="C20223CA18CA4CE99E95E5FB7EFD37E11"/>
    <w:rsid w:val="00404387"/>
    <w:pPr>
      <w:adjustRightInd w:val="0"/>
      <w:snapToGrid w:val="0"/>
      <w:spacing w:before="60" w:after="120" w:line="240" w:lineRule="auto"/>
    </w:pPr>
    <w:rPr>
      <w:rFonts w:ascii="Arial" w:eastAsia="Times New Roman" w:hAnsi="Arial" w:cs="Times New Roman"/>
      <w:szCs w:val="24"/>
    </w:rPr>
  </w:style>
  <w:style w:type="paragraph" w:customStyle="1" w:styleId="F760FE575632463787CC4174D59F27C21">
    <w:name w:val="F760FE575632463787CC4174D59F27C21"/>
    <w:rsid w:val="00404387"/>
    <w:pPr>
      <w:adjustRightInd w:val="0"/>
      <w:snapToGrid w:val="0"/>
      <w:spacing w:before="60" w:after="120" w:line="240" w:lineRule="auto"/>
    </w:pPr>
    <w:rPr>
      <w:rFonts w:ascii="Arial" w:eastAsia="Times New Roman" w:hAnsi="Arial" w:cs="Times New Roman"/>
      <w:szCs w:val="24"/>
    </w:rPr>
  </w:style>
  <w:style w:type="paragraph" w:customStyle="1" w:styleId="E5CA6483EAE34C8FB7A4556D5B79E8681">
    <w:name w:val="E5CA6483EAE34C8FB7A4556D5B79E8681"/>
    <w:rsid w:val="00404387"/>
    <w:pPr>
      <w:adjustRightInd w:val="0"/>
      <w:snapToGrid w:val="0"/>
      <w:spacing w:before="60" w:after="120" w:line="240" w:lineRule="auto"/>
    </w:pPr>
    <w:rPr>
      <w:rFonts w:ascii="Arial" w:eastAsia="Times New Roman" w:hAnsi="Arial" w:cs="Times New Roman"/>
      <w:szCs w:val="24"/>
    </w:rPr>
  </w:style>
  <w:style w:type="paragraph" w:customStyle="1" w:styleId="81F845A394DA445E9023CE9530D690991">
    <w:name w:val="81F845A394DA445E9023CE9530D690991"/>
    <w:rsid w:val="00404387"/>
    <w:pPr>
      <w:adjustRightInd w:val="0"/>
      <w:snapToGrid w:val="0"/>
      <w:spacing w:before="60" w:after="120" w:line="240" w:lineRule="auto"/>
    </w:pPr>
    <w:rPr>
      <w:rFonts w:ascii="Arial" w:eastAsia="Times New Roman" w:hAnsi="Arial" w:cs="Times New Roman"/>
      <w:szCs w:val="24"/>
    </w:rPr>
  </w:style>
  <w:style w:type="paragraph" w:customStyle="1" w:styleId="06780976A0E14552AAD2DA220C5C4E031">
    <w:name w:val="06780976A0E14552AAD2DA220C5C4E031"/>
    <w:rsid w:val="00404387"/>
    <w:pPr>
      <w:adjustRightInd w:val="0"/>
      <w:snapToGrid w:val="0"/>
      <w:spacing w:before="60" w:after="120" w:line="240" w:lineRule="auto"/>
    </w:pPr>
    <w:rPr>
      <w:rFonts w:ascii="Arial" w:eastAsia="Times New Roman" w:hAnsi="Arial" w:cs="Times New Roman"/>
      <w:szCs w:val="24"/>
    </w:rPr>
  </w:style>
  <w:style w:type="paragraph" w:customStyle="1" w:styleId="81CD53FCC87A49D9AC6230642C9304892">
    <w:name w:val="81CD53FCC87A49D9AC6230642C9304892"/>
    <w:rsid w:val="00404387"/>
    <w:pPr>
      <w:adjustRightInd w:val="0"/>
      <w:snapToGrid w:val="0"/>
      <w:spacing w:before="60" w:after="120" w:line="240" w:lineRule="auto"/>
    </w:pPr>
    <w:rPr>
      <w:rFonts w:ascii="Arial" w:eastAsia="Times New Roman" w:hAnsi="Arial" w:cs="Times New Roman"/>
      <w:szCs w:val="24"/>
    </w:rPr>
  </w:style>
  <w:style w:type="paragraph" w:customStyle="1" w:styleId="32643C4B63F24553B0AE4B39CDA3F2892">
    <w:name w:val="32643C4B63F24553B0AE4B39CDA3F2892"/>
    <w:rsid w:val="00404387"/>
    <w:pPr>
      <w:adjustRightInd w:val="0"/>
      <w:snapToGrid w:val="0"/>
      <w:spacing w:before="60" w:after="120" w:line="240" w:lineRule="auto"/>
    </w:pPr>
    <w:rPr>
      <w:rFonts w:ascii="Arial" w:eastAsia="Times New Roman" w:hAnsi="Arial" w:cs="Times New Roman"/>
      <w:szCs w:val="24"/>
    </w:rPr>
  </w:style>
  <w:style w:type="paragraph" w:customStyle="1" w:styleId="CEDBF22D12F24D32A80C559FF3A00DE62">
    <w:name w:val="CEDBF22D12F24D32A80C559FF3A00DE62"/>
    <w:rsid w:val="00404387"/>
    <w:pPr>
      <w:adjustRightInd w:val="0"/>
      <w:snapToGrid w:val="0"/>
      <w:spacing w:before="60" w:after="120" w:line="240" w:lineRule="auto"/>
    </w:pPr>
    <w:rPr>
      <w:rFonts w:ascii="Arial" w:eastAsia="Times New Roman" w:hAnsi="Arial" w:cs="Times New Roman"/>
      <w:szCs w:val="24"/>
    </w:rPr>
  </w:style>
  <w:style w:type="paragraph" w:customStyle="1" w:styleId="93CFDABED5FB47DB80C3CA30E4D3EAE92">
    <w:name w:val="93CFDABED5FB47DB80C3CA30E4D3EAE92"/>
    <w:rsid w:val="00404387"/>
    <w:pPr>
      <w:adjustRightInd w:val="0"/>
      <w:snapToGrid w:val="0"/>
      <w:spacing w:before="60" w:after="120" w:line="240" w:lineRule="auto"/>
    </w:pPr>
    <w:rPr>
      <w:rFonts w:ascii="Arial" w:eastAsia="Times New Roman" w:hAnsi="Arial" w:cs="Times New Roman"/>
      <w:szCs w:val="24"/>
    </w:rPr>
  </w:style>
  <w:style w:type="paragraph" w:customStyle="1" w:styleId="9F634563655E493DBD9477625B7EE62B2">
    <w:name w:val="9F634563655E493DBD9477625B7EE62B2"/>
    <w:rsid w:val="00404387"/>
    <w:pPr>
      <w:adjustRightInd w:val="0"/>
      <w:snapToGrid w:val="0"/>
      <w:spacing w:before="60" w:after="120" w:line="240" w:lineRule="auto"/>
    </w:pPr>
    <w:rPr>
      <w:rFonts w:ascii="Arial" w:eastAsia="Times New Roman" w:hAnsi="Arial" w:cs="Times New Roman"/>
      <w:szCs w:val="24"/>
    </w:rPr>
  </w:style>
  <w:style w:type="paragraph" w:customStyle="1" w:styleId="4182F3861C8D4D1E86C9798C057AC5142">
    <w:name w:val="4182F3861C8D4D1E86C9798C057AC5142"/>
    <w:rsid w:val="00404387"/>
    <w:pPr>
      <w:adjustRightInd w:val="0"/>
      <w:snapToGrid w:val="0"/>
      <w:spacing w:before="60" w:after="120" w:line="240" w:lineRule="auto"/>
    </w:pPr>
    <w:rPr>
      <w:rFonts w:ascii="Arial" w:eastAsia="Times New Roman" w:hAnsi="Arial" w:cs="Times New Roman"/>
      <w:szCs w:val="24"/>
    </w:rPr>
  </w:style>
  <w:style w:type="paragraph" w:customStyle="1" w:styleId="DC21B8D46E794A3F999D013E3EA940642">
    <w:name w:val="DC21B8D46E794A3F999D013E3EA940642"/>
    <w:rsid w:val="00404387"/>
    <w:pPr>
      <w:adjustRightInd w:val="0"/>
      <w:snapToGrid w:val="0"/>
      <w:spacing w:before="60" w:after="120" w:line="240" w:lineRule="auto"/>
    </w:pPr>
    <w:rPr>
      <w:rFonts w:ascii="Arial" w:eastAsia="Times New Roman" w:hAnsi="Arial" w:cs="Times New Roman"/>
      <w:szCs w:val="24"/>
    </w:rPr>
  </w:style>
  <w:style w:type="paragraph" w:customStyle="1" w:styleId="96A59D5BF75445E898977FB36D435E112">
    <w:name w:val="96A59D5BF75445E898977FB36D435E112"/>
    <w:rsid w:val="00404387"/>
    <w:pPr>
      <w:adjustRightInd w:val="0"/>
      <w:snapToGrid w:val="0"/>
      <w:spacing w:before="60" w:after="120" w:line="240" w:lineRule="auto"/>
    </w:pPr>
    <w:rPr>
      <w:rFonts w:ascii="Arial" w:eastAsia="Times New Roman" w:hAnsi="Arial" w:cs="Times New Roman"/>
      <w:szCs w:val="24"/>
    </w:rPr>
  </w:style>
  <w:style w:type="paragraph" w:customStyle="1" w:styleId="BBC2BDA42F1848288D5D740E559BC70C2">
    <w:name w:val="BBC2BDA42F1848288D5D740E559BC70C2"/>
    <w:rsid w:val="00404387"/>
    <w:pPr>
      <w:adjustRightInd w:val="0"/>
      <w:snapToGrid w:val="0"/>
      <w:spacing w:before="60" w:after="120" w:line="240" w:lineRule="auto"/>
    </w:pPr>
    <w:rPr>
      <w:rFonts w:ascii="Arial" w:eastAsia="Times New Roman" w:hAnsi="Arial" w:cs="Times New Roman"/>
      <w:szCs w:val="24"/>
    </w:rPr>
  </w:style>
  <w:style w:type="paragraph" w:customStyle="1" w:styleId="6A07DB62F81343D89A56A64E59009EEF2">
    <w:name w:val="6A07DB62F81343D89A56A64E59009EEF2"/>
    <w:rsid w:val="00404387"/>
    <w:pPr>
      <w:adjustRightInd w:val="0"/>
      <w:snapToGrid w:val="0"/>
      <w:spacing w:before="60" w:after="120" w:line="240" w:lineRule="auto"/>
    </w:pPr>
    <w:rPr>
      <w:rFonts w:ascii="Arial" w:eastAsia="Times New Roman" w:hAnsi="Arial" w:cs="Times New Roman"/>
      <w:szCs w:val="24"/>
    </w:rPr>
  </w:style>
  <w:style w:type="paragraph" w:customStyle="1" w:styleId="74E6DD610B20453381159B8173804BF92">
    <w:name w:val="74E6DD610B20453381159B8173804BF92"/>
    <w:rsid w:val="00404387"/>
    <w:pPr>
      <w:adjustRightInd w:val="0"/>
      <w:snapToGrid w:val="0"/>
      <w:spacing w:before="60" w:after="120" w:line="240" w:lineRule="auto"/>
    </w:pPr>
    <w:rPr>
      <w:rFonts w:ascii="Arial" w:eastAsia="Times New Roman" w:hAnsi="Arial" w:cs="Times New Roman"/>
      <w:szCs w:val="24"/>
    </w:rPr>
  </w:style>
  <w:style w:type="paragraph" w:customStyle="1" w:styleId="AC9C491E26A5454EA2A5768EA97879CA2">
    <w:name w:val="AC9C491E26A5454EA2A5768EA97879CA2"/>
    <w:rsid w:val="00404387"/>
    <w:pPr>
      <w:adjustRightInd w:val="0"/>
      <w:snapToGrid w:val="0"/>
      <w:spacing w:before="60" w:after="120" w:line="240" w:lineRule="auto"/>
    </w:pPr>
    <w:rPr>
      <w:rFonts w:ascii="Arial" w:eastAsia="Times New Roman" w:hAnsi="Arial" w:cs="Times New Roman"/>
      <w:szCs w:val="24"/>
    </w:rPr>
  </w:style>
  <w:style w:type="paragraph" w:customStyle="1" w:styleId="D326F229187F455DAD96FBFB05090FE62">
    <w:name w:val="D326F229187F455DAD96FBFB05090FE62"/>
    <w:rsid w:val="00404387"/>
    <w:pPr>
      <w:adjustRightInd w:val="0"/>
      <w:snapToGrid w:val="0"/>
      <w:spacing w:before="60" w:after="120" w:line="240" w:lineRule="auto"/>
    </w:pPr>
    <w:rPr>
      <w:rFonts w:ascii="Arial" w:eastAsia="Times New Roman" w:hAnsi="Arial" w:cs="Times New Roman"/>
      <w:szCs w:val="24"/>
    </w:rPr>
  </w:style>
  <w:style w:type="paragraph" w:customStyle="1" w:styleId="CEF88301F1ED4BA6A8573CC278A8736A2">
    <w:name w:val="CEF88301F1ED4BA6A8573CC278A8736A2"/>
    <w:rsid w:val="00404387"/>
    <w:pPr>
      <w:adjustRightInd w:val="0"/>
      <w:snapToGrid w:val="0"/>
      <w:spacing w:before="60" w:after="120" w:line="240" w:lineRule="auto"/>
    </w:pPr>
    <w:rPr>
      <w:rFonts w:ascii="Arial" w:eastAsia="Times New Roman" w:hAnsi="Arial" w:cs="Times New Roman"/>
      <w:szCs w:val="24"/>
    </w:rPr>
  </w:style>
  <w:style w:type="paragraph" w:customStyle="1" w:styleId="9586118D7BFA45F1A6B6DCD8216754DB2">
    <w:name w:val="9586118D7BFA45F1A6B6DCD8216754DB2"/>
    <w:rsid w:val="00404387"/>
    <w:pPr>
      <w:adjustRightInd w:val="0"/>
      <w:snapToGrid w:val="0"/>
      <w:spacing w:before="60" w:after="120" w:line="240" w:lineRule="auto"/>
    </w:pPr>
    <w:rPr>
      <w:rFonts w:ascii="Arial" w:eastAsia="Times New Roman" w:hAnsi="Arial" w:cs="Times New Roman"/>
      <w:szCs w:val="24"/>
    </w:rPr>
  </w:style>
  <w:style w:type="paragraph" w:customStyle="1" w:styleId="ECC283318E8846BA8751ED18CCF179E92">
    <w:name w:val="ECC283318E8846BA8751ED18CCF179E92"/>
    <w:rsid w:val="00404387"/>
    <w:pPr>
      <w:adjustRightInd w:val="0"/>
      <w:snapToGrid w:val="0"/>
      <w:spacing w:before="60" w:after="120" w:line="240" w:lineRule="auto"/>
    </w:pPr>
    <w:rPr>
      <w:rFonts w:ascii="Arial" w:eastAsia="Times New Roman" w:hAnsi="Arial" w:cs="Times New Roman"/>
      <w:szCs w:val="24"/>
    </w:rPr>
  </w:style>
  <w:style w:type="paragraph" w:customStyle="1" w:styleId="FD478F02B8E943F284CFAE82BC47D6212">
    <w:name w:val="FD478F02B8E943F284CFAE82BC47D6212"/>
    <w:rsid w:val="00404387"/>
    <w:pPr>
      <w:adjustRightInd w:val="0"/>
      <w:snapToGrid w:val="0"/>
      <w:spacing w:before="60" w:after="120" w:line="240" w:lineRule="auto"/>
    </w:pPr>
    <w:rPr>
      <w:rFonts w:ascii="Arial" w:eastAsia="Times New Roman" w:hAnsi="Arial" w:cs="Times New Roman"/>
      <w:szCs w:val="24"/>
    </w:rPr>
  </w:style>
  <w:style w:type="paragraph" w:customStyle="1" w:styleId="76FED9ED49A64AA7852C1D0659A5E9202">
    <w:name w:val="76FED9ED49A64AA7852C1D0659A5E9202"/>
    <w:rsid w:val="00404387"/>
    <w:pPr>
      <w:adjustRightInd w:val="0"/>
      <w:snapToGrid w:val="0"/>
      <w:spacing w:before="60" w:after="120" w:line="240" w:lineRule="auto"/>
    </w:pPr>
    <w:rPr>
      <w:rFonts w:ascii="Arial" w:eastAsia="Times New Roman" w:hAnsi="Arial" w:cs="Times New Roman"/>
      <w:szCs w:val="24"/>
    </w:rPr>
  </w:style>
  <w:style w:type="paragraph" w:customStyle="1" w:styleId="5ADDB4C8A1FB4D0FA4A3E60CB2CE60B02">
    <w:name w:val="5ADDB4C8A1FB4D0FA4A3E60CB2CE60B02"/>
    <w:rsid w:val="00404387"/>
    <w:pPr>
      <w:adjustRightInd w:val="0"/>
      <w:snapToGrid w:val="0"/>
      <w:spacing w:before="60" w:after="120" w:line="240" w:lineRule="auto"/>
    </w:pPr>
    <w:rPr>
      <w:rFonts w:ascii="Arial" w:eastAsia="Times New Roman" w:hAnsi="Arial" w:cs="Times New Roman"/>
      <w:szCs w:val="24"/>
    </w:rPr>
  </w:style>
  <w:style w:type="paragraph" w:customStyle="1" w:styleId="F1DC4377C4EF431BA5D3D70EF9F1A9652">
    <w:name w:val="F1DC4377C4EF431BA5D3D70EF9F1A9652"/>
    <w:rsid w:val="00404387"/>
    <w:pPr>
      <w:adjustRightInd w:val="0"/>
      <w:snapToGrid w:val="0"/>
      <w:spacing w:before="60" w:after="120" w:line="240" w:lineRule="auto"/>
    </w:pPr>
    <w:rPr>
      <w:rFonts w:ascii="Arial" w:eastAsia="Times New Roman" w:hAnsi="Arial" w:cs="Times New Roman"/>
      <w:szCs w:val="24"/>
    </w:rPr>
  </w:style>
  <w:style w:type="paragraph" w:customStyle="1" w:styleId="B1C0F7243FCE40638C279F4E921E97F22">
    <w:name w:val="B1C0F7243FCE40638C279F4E921E97F22"/>
    <w:rsid w:val="00404387"/>
    <w:pPr>
      <w:adjustRightInd w:val="0"/>
      <w:snapToGrid w:val="0"/>
      <w:spacing w:before="60" w:after="120" w:line="240" w:lineRule="auto"/>
    </w:pPr>
    <w:rPr>
      <w:rFonts w:ascii="Arial" w:eastAsia="Times New Roman" w:hAnsi="Arial" w:cs="Times New Roman"/>
      <w:szCs w:val="24"/>
    </w:rPr>
  </w:style>
  <w:style w:type="paragraph" w:customStyle="1" w:styleId="D3955BD6718147218741D2876E800F242">
    <w:name w:val="D3955BD6718147218741D2876E800F242"/>
    <w:rsid w:val="00404387"/>
    <w:pPr>
      <w:adjustRightInd w:val="0"/>
      <w:snapToGrid w:val="0"/>
      <w:spacing w:before="60" w:after="120" w:line="240" w:lineRule="auto"/>
    </w:pPr>
    <w:rPr>
      <w:rFonts w:ascii="Arial" w:eastAsia="Times New Roman" w:hAnsi="Arial" w:cs="Times New Roman"/>
      <w:szCs w:val="24"/>
    </w:rPr>
  </w:style>
  <w:style w:type="paragraph" w:customStyle="1" w:styleId="15777D7D20E241929EF4E27E0C9A32C22">
    <w:name w:val="15777D7D20E241929EF4E27E0C9A32C22"/>
    <w:rsid w:val="00404387"/>
    <w:pPr>
      <w:adjustRightInd w:val="0"/>
      <w:snapToGrid w:val="0"/>
      <w:spacing w:before="60" w:after="120" w:line="240" w:lineRule="auto"/>
    </w:pPr>
    <w:rPr>
      <w:rFonts w:ascii="Arial" w:eastAsia="Times New Roman" w:hAnsi="Arial" w:cs="Times New Roman"/>
      <w:szCs w:val="24"/>
    </w:rPr>
  </w:style>
  <w:style w:type="paragraph" w:customStyle="1" w:styleId="17AA36CEE99141B188A5AD69E1DC562F2">
    <w:name w:val="17AA36CEE99141B188A5AD69E1DC562F2"/>
    <w:rsid w:val="00404387"/>
    <w:pPr>
      <w:adjustRightInd w:val="0"/>
      <w:snapToGrid w:val="0"/>
      <w:spacing w:before="60" w:after="120" w:line="240" w:lineRule="auto"/>
    </w:pPr>
    <w:rPr>
      <w:rFonts w:ascii="Arial" w:eastAsia="Times New Roman" w:hAnsi="Arial" w:cs="Times New Roman"/>
      <w:szCs w:val="24"/>
    </w:rPr>
  </w:style>
  <w:style w:type="paragraph" w:customStyle="1" w:styleId="9C28E32534AD47778C44254B09B77AB62">
    <w:name w:val="9C28E32534AD47778C44254B09B77AB62"/>
    <w:rsid w:val="00404387"/>
    <w:pPr>
      <w:adjustRightInd w:val="0"/>
      <w:snapToGrid w:val="0"/>
      <w:spacing w:before="60" w:after="120" w:line="240" w:lineRule="auto"/>
    </w:pPr>
    <w:rPr>
      <w:rFonts w:ascii="Arial" w:eastAsia="Times New Roman" w:hAnsi="Arial" w:cs="Times New Roman"/>
      <w:szCs w:val="24"/>
    </w:rPr>
  </w:style>
  <w:style w:type="paragraph" w:customStyle="1" w:styleId="5DC03C05CEDD4E76B9E0DDD3EA4AADD32">
    <w:name w:val="5DC03C05CEDD4E76B9E0DDD3EA4AADD32"/>
    <w:rsid w:val="00404387"/>
    <w:pPr>
      <w:adjustRightInd w:val="0"/>
      <w:snapToGrid w:val="0"/>
      <w:spacing w:before="60" w:after="120" w:line="240" w:lineRule="auto"/>
    </w:pPr>
    <w:rPr>
      <w:rFonts w:ascii="Arial" w:eastAsia="Times New Roman" w:hAnsi="Arial" w:cs="Times New Roman"/>
      <w:szCs w:val="24"/>
    </w:rPr>
  </w:style>
  <w:style w:type="paragraph" w:customStyle="1" w:styleId="BEC609F603D94F1DBDFD6686FA1219342">
    <w:name w:val="BEC609F603D94F1DBDFD6686FA1219342"/>
    <w:rsid w:val="00404387"/>
    <w:pPr>
      <w:adjustRightInd w:val="0"/>
      <w:snapToGrid w:val="0"/>
      <w:spacing w:before="60" w:after="120" w:line="240" w:lineRule="auto"/>
    </w:pPr>
    <w:rPr>
      <w:rFonts w:ascii="Arial" w:eastAsia="Times New Roman" w:hAnsi="Arial" w:cs="Times New Roman"/>
      <w:szCs w:val="24"/>
    </w:rPr>
  </w:style>
  <w:style w:type="paragraph" w:customStyle="1" w:styleId="FD326C5B045E454FA7CE95B442C380392">
    <w:name w:val="FD326C5B045E454FA7CE95B442C380392"/>
    <w:rsid w:val="00404387"/>
    <w:pPr>
      <w:adjustRightInd w:val="0"/>
      <w:snapToGrid w:val="0"/>
      <w:spacing w:before="60" w:after="120" w:line="240" w:lineRule="auto"/>
    </w:pPr>
    <w:rPr>
      <w:rFonts w:ascii="Arial" w:eastAsia="Times New Roman" w:hAnsi="Arial" w:cs="Times New Roman"/>
      <w:szCs w:val="24"/>
    </w:rPr>
  </w:style>
  <w:style w:type="paragraph" w:customStyle="1" w:styleId="660BA6C6528A41BD9D345EC7546FA5402">
    <w:name w:val="660BA6C6528A41BD9D345EC7546FA5402"/>
    <w:rsid w:val="00404387"/>
    <w:pPr>
      <w:adjustRightInd w:val="0"/>
      <w:snapToGrid w:val="0"/>
      <w:spacing w:before="60" w:after="120" w:line="240" w:lineRule="auto"/>
    </w:pPr>
    <w:rPr>
      <w:rFonts w:ascii="Arial" w:eastAsia="Times New Roman" w:hAnsi="Arial" w:cs="Times New Roman"/>
      <w:szCs w:val="24"/>
    </w:rPr>
  </w:style>
  <w:style w:type="paragraph" w:customStyle="1" w:styleId="672D1F56B2294655B33C9C340E537BD02">
    <w:name w:val="672D1F56B2294655B33C9C340E537BD02"/>
    <w:rsid w:val="00404387"/>
    <w:pPr>
      <w:adjustRightInd w:val="0"/>
      <w:snapToGrid w:val="0"/>
      <w:spacing w:before="60" w:after="120" w:line="240" w:lineRule="auto"/>
    </w:pPr>
    <w:rPr>
      <w:rFonts w:ascii="Arial" w:eastAsia="Times New Roman" w:hAnsi="Arial" w:cs="Times New Roman"/>
      <w:szCs w:val="24"/>
    </w:rPr>
  </w:style>
  <w:style w:type="paragraph" w:customStyle="1" w:styleId="FD57749359D749D486346C152EFD15422">
    <w:name w:val="FD57749359D749D486346C152EFD15422"/>
    <w:rsid w:val="00404387"/>
    <w:pPr>
      <w:adjustRightInd w:val="0"/>
      <w:snapToGrid w:val="0"/>
      <w:spacing w:before="60" w:after="120" w:line="240" w:lineRule="auto"/>
    </w:pPr>
    <w:rPr>
      <w:rFonts w:ascii="Arial" w:eastAsia="Times New Roman" w:hAnsi="Arial" w:cs="Times New Roman"/>
      <w:szCs w:val="24"/>
    </w:rPr>
  </w:style>
  <w:style w:type="paragraph" w:customStyle="1" w:styleId="C20223CA18CA4CE99E95E5FB7EFD37E12">
    <w:name w:val="C20223CA18CA4CE99E95E5FB7EFD37E12"/>
    <w:rsid w:val="00404387"/>
    <w:pPr>
      <w:adjustRightInd w:val="0"/>
      <w:snapToGrid w:val="0"/>
      <w:spacing w:before="60" w:after="120" w:line="240" w:lineRule="auto"/>
    </w:pPr>
    <w:rPr>
      <w:rFonts w:ascii="Arial" w:eastAsia="Times New Roman" w:hAnsi="Arial" w:cs="Times New Roman"/>
      <w:szCs w:val="24"/>
    </w:rPr>
  </w:style>
  <w:style w:type="paragraph" w:customStyle="1" w:styleId="F760FE575632463787CC4174D59F27C22">
    <w:name w:val="F760FE575632463787CC4174D59F27C22"/>
    <w:rsid w:val="00404387"/>
    <w:pPr>
      <w:adjustRightInd w:val="0"/>
      <w:snapToGrid w:val="0"/>
      <w:spacing w:before="60" w:after="120" w:line="240" w:lineRule="auto"/>
    </w:pPr>
    <w:rPr>
      <w:rFonts w:ascii="Arial" w:eastAsia="Times New Roman" w:hAnsi="Arial" w:cs="Times New Roman"/>
      <w:szCs w:val="24"/>
    </w:rPr>
  </w:style>
  <w:style w:type="paragraph" w:customStyle="1" w:styleId="E5CA6483EAE34C8FB7A4556D5B79E8682">
    <w:name w:val="E5CA6483EAE34C8FB7A4556D5B79E8682"/>
    <w:rsid w:val="00404387"/>
    <w:pPr>
      <w:adjustRightInd w:val="0"/>
      <w:snapToGrid w:val="0"/>
      <w:spacing w:before="60" w:after="120" w:line="240" w:lineRule="auto"/>
    </w:pPr>
    <w:rPr>
      <w:rFonts w:ascii="Arial" w:eastAsia="Times New Roman" w:hAnsi="Arial" w:cs="Times New Roman"/>
      <w:szCs w:val="24"/>
    </w:rPr>
  </w:style>
  <w:style w:type="paragraph" w:customStyle="1" w:styleId="81F845A394DA445E9023CE9530D690992">
    <w:name w:val="81F845A394DA445E9023CE9530D690992"/>
    <w:rsid w:val="00404387"/>
    <w:pPr>
      <w:adjustRightInd w:val="0"/>
      <w:snapToGrid w:val="0"/>
      <w:spacing w:before="60" w:after="120" w:line="240" w:lineRule="auto"/>
    </w:pPr>
    <w:rPr>
      <w:rFonts w:ascii="Arial" w:eastAsia="Times New Roman" w:hAnsi="Arial" w:cs="Times New Roman"/>
      <w:szCs w:val="24"/>
    </w:rPr>
  </w:style>
  <w:style w:type="paragraph" w:customStyle="1" w:styleId="06780976A0E14552AAD2DA220C5C4E032">
    <w:name w:val="06780976A0E14552AAD2DA220C5C4E032"/>
    <w:rsid w:val="00404387"/>
    <w:pPr>
      <w:adjustRightInd w:val="0"/>
      <w:snapToGrid w:val="0"/>
      <w:spacing w:before="60" w:after="120" w:line="240" w:lineRule="auto"/>
    </w:pPr>
    <w:rPr>
      <w:rFonts w:ascii="Arial" w:eastAsia="Times New Roman" w:hAnsi="Arial" w:cs="Times New Roman"/>
      <w:szCs w:val="24"/>
    </w:rPr>
  </w:style>
  <w:style w:type="paragraph" w:customStyle="1" w:styleId="08CD004FC19B4E85ADAB1F8B990F3D95">
    <w:name w:val="08CD004FC19B4E85ADAB1F8B990F3D95"/>
    <w:rsid w:val="00404387"/>
  </w:style>
  <w:style w:type="paragraph" w:customStyle="1" w:styleId="1491459D66EF4E0EA48173D960300F41">
    <w:name w:val="1491459D66EF4E0EA48173D960300F41"/>
    <w:rsid w:val="00404387"/>
  </w:style>
  <w:style w:type="paragraph" w:customStyle="1" w:styleId="21A32C7E595243FFB9B843602E42C895">
    <w:name w:val="21A32C7E595243FFB9B843602E42C895"/>
    <w:rsid w:val="00404387"/>
  </w:style>
  <w:style w:type="paragraph" w:customStyle="1" w:styleId="A0C9AED759304FF28E27B716AC8598FC">
    <w:name w:val="A0C9AED759304FF28E27B716AC8598FC"/>
    <w:rsid w:val="00404387"/>
  </w:style>
  <w:style w:type="paragraph" w:customStyle="1" w:styleId="28860E9C05C24737A4BF4E7D0DE9E4BD">
    <w:name w:val="28860E9C05C24737A4BF4E7D0DE9E4BD"/>
    <w:rsid w:val="00404387"/>
  </w:style>
  <w:style w:type="paragraph" w:customStyle="1" w:styleId="8321BFFC173143BC97DD3858ADDE3391">
    <w:name w:val="8321BFFC173143BC97DD3858ADDE3391"/>
    <w:rsid w:val="00404387"/>
  </w:style>
  <w:style w:type="paragraph" w:customStyle="1" w:styleId="00E4A9AA3D754057A9568A1EFC4EA759">
    <w:name w:val="00E4A9AA3D754057A9568A1EFC4EA759"/>
    <w:rsid w:val="00404387"/>
  </w:style>
  <w:style w:type="paragraph" w:customStyle="1" w:styleId="E774EE69A5634DE3867CCD8E12F7BC95">
    <w:name w:val="E774EE69A5634DE3867CCD8E12F7BC95"/>
    <w:rsid w:val="00404387"/>
  </w:style>
  <w:style w:type="paragraph" w:customStyle="1" w:styleId="BF6BA12ACBB94676A720EB5E9DB5C2B1">
    <w:name w:val="BF6BA12ACBB94676A720EB5E9DB5C2B1"/>
    <w:rsid w:val="00404387"/>
  </w:style>
  <w:style w:type="paragraph" w:customStyle="1" w:styleId="AE12F4802D7349DC9E5FE751E39459D3">
    <w:name w:val="AE12F4802D7349DC9E5FE751E39459D3"/>
    <w:rsid w:val="00404387"/>
  </w:style>
  <w:style w:type="paragraph" w:customStyle="1" w:styleId="F897598928314183A3DAF7380843CFBD">
    <w:name w:val="F897598928314183A3DAF7380843CFBD"/>
    <w:rsid w:val="00404387"/>
  </w:style>
  <w:style w:type="paragraph" w:customStyle="1" w:styleId="C5B83D4B75714AAB80CBD537D430D643">
    <w:name w:val="C5B83D4B75714AAB80CBD537D430D643"/>
    <w:rsid w:val="00404387"/>
  </w:style>
  <w:style w:type="paragraph" w:customStyle="1" w:styleId="BFFE7A8DD596435892D5FE5E75F9032D">
    <w:name w:val="BFFE7A8DD596435892D5FE5E75F9032D"/>
    <w:rsid w:val="00404387"/>
  </w:style>
  <w:style w:type="paragraph" w:customStyle="1" w:styleId="AA1E0505145B4614BA8CB20CA8E0240A">
    <w:name w:val="AA1E0505145B4614BA8CB20CA8E0240A"/>
    <w:rsid w:val="00404387"/>
  </w:style>
  <w:style w:type="paragraph" w:customStyle="1" w:styleId="62158BF0DB0E4CD5B42866D24C502A5B">
    <w:name w:val="62158BF0DB0E4CD5B42866D24C502A5B"/>
    <w:rsid w:val="00404387"/>
  </w:style>
  <w:style w:type="paragraph" w:customStyle="1" w:styleId="7350F333133345DF8140B97A4470FD72">
    <w:name w:val="7350F333133345DF8140B97A4470FD72"/>
    <w:rsid w:val="00404387"/>
  </w:style>
  <w:style w:type="paragraph" w:customStyle="1" w:styleId="2DFA7639855547C0B7A5A9EC7B3D8204">
    <w:name w:val="2DFA7639855547C0B7A5A9EC7B3D8204"/>
    <w:rsid w:val="00404387"/>
  </w:style>
  <w:style w:type="paragraph" w:customStyle="1" w:styleId="44A639230DD3411D82351A669C49C21E">
    <w:name w:val="44A639230DD3411D82351A669C49C21E"/>
    <w:rsid w:val="00404387"/>
  </w:style>
  <w:style w:type="paragraph" w:customStyle="1" w:styleId="CD79B81F1AB74E0AA92B59554688FC55">
    <w:name w:val="CD79B81F1AB74E0AA92B59554688FC55"/>
    <w:rsid w:val="00404387"/>
  </w:style>
  <w:style w:type="paragraph" w:customStyle="1" w:styleId="17D1DB0C4DC04506A064CFF8445187C4">
    <w:name w:val="17D1DB0C4DC04506A064CFF8445187C4"/>
    <w:rsid w:val="00404387"/>
  </w:style>
  <w:style w:type="paragraph" w:customStyle="1" w:styleId="1DCACC178F7D4C01AB7ED5DAB37B6DBF">
    <w:name w:val="1DCACC178F7D4C01AB7ED5DAB37B6DBF"/>
    <w:rsid w:val="00404387"/>
  </w:style>
  <w:style w:type="paragraph" w:customStyle="1" w:styleId="1E53F227A5C942268BF179C2D700104B">
    <w:name w:val="1E53F227A5C942268BF179C2D700104B"/>
    <w:rsid w:val="00404387"/>
  </w:style>
  <w:style w:type="paragraph" w:customStyle="1" w:styleId="6ACE1EACBFA44C609A7C6C331130C236">
    <w:name w:val="6ACE1EACBFA44C609A7C6C331130C236"/>
    <w:rsid w:val="00404387"/>
  </w:style>
  <w:style w:type="paragraph" w:customStyle="1" w:styleId="FA537A57D43748E6B7B60F7B2F9D9CAA">
    <w:name w:val="FA537A57D43748E6B7B60F7B2F9D9CAA"/>
    <w:rsid w:val="00404387"/>
  </w:style>
  <w:style w:type="paragraph" w:customStyle="1" w:styleId="1649D666FE7B4B42AAE04C1F7C73F3BD">
    <w:name w:val="1649D666FE7B4B42AAE04C1F7C73F3BD"/>
    <w:rsid w:val="00404387"/>
  </w:style>
  <w:style w:type="paragraph" w:customStyle="1" w:styleId="68B0BDD2A31B41D28AA1858F25CE6DBB">
    <w:name w:val="68B0BDD2A31B41D28AA1858F25CE6DBB"/>
    <w:rsid w:val="00404387"/>
  </w:style>
  <w:style w:type="paragraph" w:customStyle="1" w:styleId="437803E2AD8D473488F4C6DFDB31F39F">
    <w:name w:val="437803E2AD8D473488F4C6DFDB31F39F"/>
    <w:rsid w:val="006D0059"/>
  </w:style>
  <w:style w:type="paragraph" w:customStyle="1" w:styleId="63FDC76FD3E743229BF0DAD1464E6268">
    <w:name w:val="63FDC76FD3E743229BF0DAD1464E6268"/>
    <w:rsid w:val="006D0059"/>
  </w:style>
  <w:style w:type="paragraph" w:customStyle="1" w:styleId="C70B1449E85943E38701C7DFBEB9ADCB">
    <w:name w:val="C70B1449E85943E38701C7DFBEB9ADCB"/>
    <w:rsid w:val="006D0059"/>
  </w:style>
  <w:style w:type="paragraph" w:customStyle="1" w:styleId="3C520654AB4D42A296CECBFFF2BDFF07">
    <w:name w:val="3C520654AB4D42A296CECBFFF2BDFF07"/>
    <w:rsid w:val="006D0059"/>
  </w:style>
  <w:style w:type="paragraph" w:customStyle="1" w:styleId="A2AFDF55259944D2B78B54599081979D">
    <w:name w:val="A2AFDF55259944D2B78B54599081979D"/>
    <w:rsid w:val="006D0059"/>
  </w:style>
  <w:style w:type="paragraph" w:customStyle="1" w:styleId="E5F7ACA7B57C4813A1C499F618B65B23">
    <w:name w:val="E5F7ACA7B57C4813A1C499F618B65B23"/>
    <w:rsid w:val="006D0059"/>
  </w:style>
  <w:style w:type="paragraph" w:customStyle="1" w:styleId="5B27E73B8EA3432793EF5922B0C0954A">
    <w:name w:val="5B27E73B8EA3432793EF5922B0C0954A"/>
    <w:rsid w:val="006D0059"/>
  </w:style>
  <w:style w:type="paragraph" w:customStyle="1" w:styleId="AEB079C9D1264200BCA2F119B4E84342">
    <w:name w:val="AEB079C9D1264200BCA2F119B4E84342"/>
    <w:rsid w:val="006D0059"/>
  </w:style>
  <w:style w:type="paragraph" w:customStyle="1" w:styleId="329A8B8DA1A141D39F8DD3669E8DC067">
    <w:name w:val="329A8B8DA1A141D39F8DD3669E8DC067"/>
    <w:rsid w:val="006D0059"/>
  </w:style>
  <w:style w:type="paragraph" w:customStyle="1" w:styleId="B75FAA3DB8EE41ECB6A3E1F59E19755E">
    <w:name w:val="B75FAA3DB8EE41ECB6A3E1F59E19755E"/>
    <w:rsid w:val="006D0059"/>
  </w:style>
  <w:style w:type="paragraph" w:customStyle="1" w:styleId="CF743F0384164D508C1BA822F8C63D83">
    <w:name w:val="CF743F0384164D508C1BA822F8C63D83"/>
    <w:rsid w:val="006D0059"/>
  </w:style>
  <w:style w:type="paragraph" w:customStyle="1" w:styleId="AC37AAC53802408EBE040C90D6B73995">
    <w:name w:val="AC37AAC53802408EBE040C90D6B73995"/>
    <w:rsid w:val="006D0059"/>
  </w:style>
  <w:style w:type="paragraph" w:customStyle="1" w:styleId="EA2C9725C5294C59AA99B93F4D63D1B6">
    <w:name w:val="EA2C9725C5294C59AA99B93F4D63D1B6"/>
    <w:rsid w:val="006D0059"/>
  </w:style>
  <w:style w:type="paragraph" w:customStyle="1" w:styleId="68002B4B37E64A0986082E589B9D9CE3">
    <w:name w:val="68002B4B37E64A0986082E589B9D9CE3"/>
    <w:rsid w:val="006D0059"/>
  </w:style>
  <w:style w:type="paragraph" w:customStyle="1" w:styleId="89DC53C054874D83B8ABBB0A2A247B8B">
    <w:name w:val="89DC53C054874D83B8ABBB0A2A247B8B"/>
    <w:rsid w:val="006D0059"/>
  </w:style>
  <w:style w:type="paragraph" w:customStyle="1" w:styleId="6BE5FEE088D9443B95849A311B70BA99">
    <w:name w:val="6BE5FEE088D9443B95849A311B70BA99"/>
    <w:rsid w:val="006D0059"/>
  </w:style>
  <w:style w:type="paragraph" w:customStyle="1" w:styleId="E5C2BE03AFC84C38BEFF7A2AA6A36D5C">
    <w:name w:val="E5C2BE03AFC84C38BEFF7A2AA6A36D5C"/>
    <w:rsid w:val="006D0059"/>
  </w:style>
  <w:style w:type="paragraph" w:customStyle="1" w:styleId="8392DF2A597E4477A2796D50B2D7449D">
    <w:name w:val="8392DF2A597E4477A2796D50B2D7449D"/>
    <w:rsid w:val="006D0059"/>
  </w:style>
  <w:style w:type="paragraph" w:customStyle="1" w:styleId="1D41118289A34047AB95FE529E0AAF67">
    <w:name w:val="1D41118289A34047AB95FE529E0AAF67"/>
    <w:rsid w:val="006D0059"/>
  </w:style>
  <w:style w:type="paragraph" w:customStyle="1" w:styleId="64F253CC802A4EF493C2E626A9489A43">
    <w:name w:val="64F253CC802A4EF493C2E626A9489A43"/>
    <w:rsid w:val="006D0059"/>
  </w:style>
  <w:style w:type="paragraph" w:customStyle="1" w:styleId="ABF5C14A134D493F8B60162147027054">
    <w:name w:val="ABF5C14A134D493F8B60162147027054"/>
    <w:rsid w:val="006D00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Media"/>
</file>

<file path=customXml/item2.xml><?xml version="1.0" encoding="utf-8"?>
<officeatwork xmlns="http://schemas.officeatwork.com/CustomXMLPart">
  <Department1.DepartmentNominationCanton>Erziehungsdepartement des Kantons Basel-Stadt</Department1.DepartmentNominationCanton>
  <Department1.DepartmentNominationCanton2>Volksschulen, Mittelschulen und Berufsbildung</Department1.DepartmentNominationCanton2>
</officeatwork>
</file>

<file path=customXml/item3.xml><?xml version="1.0" encoding="utf-8"?>
<officeatwork xmlns="http://schemas.officeatwork.com/Formulas">eNqtk89KxDAQxl8lzKmFZeN6XNpeWoSF3VoUYWHZwxinNLhJajJVfDYPPpKvYCuu+0fwID0EMpmZ/L75Qj7e3pMr5023w5AleRfYmbXZVehZrCvkJgVpw9zVtVaE/OL84xAX1PYVhizPpod96Yy2yNrZHC07C6JEQ6FFRSk0zO1cyqAaMhimxzdOlTPym71aDmwQt/TUkVVUduaefAozyPZCs81mUYtohYHJV9615Pk1gtxZRsV9FHr0RMCiGPAQi1RAtCTy8XDar/POo2lgAn/ME8fbbSL3MpKe+KCHdK/o2t6QIv1MBTJGX3WHdCJPnB3d6Msxnb4Yyen/u/y794wId1bzeK8hf37AJ1ecGRg=</officeatwork>
</file>

<file path=customXml/item4.xml><?xml version="1.0" encoding="utf-8"?>
<officeatwork xmlns="http://schemas.officeatwork.com/Document">eNp7v3u/jUt+cmlual6JnU1wfk5pSWZ+nmeKnY0+MscnMS+9NDE91c7IwNTURh/OtQnLTC0HqoVScJMAxiof0g==</officeatwork>
</file>

<file path=customXml/item5.xml><?xml version="1.0" encoding="utf-8"?>
<officeatwork xmlns="http://schemas.officeatwork.com/MasterProperties">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</officeatwork>
</file>

<file path=customXml/itemProps1.xml><?xml version="1.0" encoding="utf-8"?>
<ds:datastoreItem xmlns:ds="http://schemas.openxmlformats.org/officeDocument/2006/customXml" ds:itemID="{CDA1BF25-869B-4049-8708-DE96020BF780}">
  <ds:schemaRefs>
    <ds:schemaRef ds:uri="http://schemas.officeatwork.com/Media"/>
  </ds:schemaRefs>
</ds:datastoreItem>
</file>

<file path=customXml/itemProps2.xml><?xml version="1.0" encoding="utf-8"?>
<ds:datastoreItem xmlns:ds="http://schemas.openxmlformats.org/officeDocument/2006/customXml" ds:itemID="{2DC6520C-FDAD-4581-B8CC-B0FB9D23649C}">
  <ds:schemaRefs>
    <ds:schemaRef ds:uri="http://schemas.officeatwork.com/CustomXMLPart"/>
  </ds:schemaRefs>
</ds:datastoreItem>
</file>

<file path=customXml/itemProps3.xml><?xml version="1.0" encoding="utf-8"?>
<ds:datastoreItem xmlns:ds="http://schemas.openxmlformats.org/officeDocument/2006/customXml" ds:itemID="{25225CA0-0626-4C87-B913-D0F6BF1A7065}">
  <ds:schemaRefs>
    <ds:schemaRef ds:uri="http://schemas.officeatwork.com/Formulas"/>
  </ds:schemaRefs>
</ds:datastoreItem>
</file>

<file path=customXml/itemProps4.xml><?xml version="1.0" encoding="utf-8"?>
<ds:datastoreItem xmlns:ds="http://schemas.openxmlformats.org/officeDocument/2006/customXml" ds:itemID="{DDDA4410-7EF0-4F49-92BE-38556122E2FD}">
  <ds:schemaRefs>
    <ds:schemaRef ds:uri="http://schemas.officeatwork.com/Document"/>
  </ds:schemaRefs>
</ds:datastoreItem>
</file>

<file path=customXml/itemProps5.xml><?xml version="1.0" encoding="utf-8"?>
<ds:datastoreItem xmlns:ds="http://schemas.openxmlformats.org/officeDocument/2006/customXml" ds:itemID="{8E505214-8F30-41CD-AEB6-FA12FC0A1F93}">
  <ds:schemaRefs>
    <ds:schemaRef ds:uri="http://schemas.officeatwork.com/MasterProperties"/>
  </ds:schemaRefs>
</ds:datastoreItem>
</file>

<file path=docProps/app.xml><?xml version="1.0" encoding="utf-8"?>
<Properties xmlns="http://schemas.openxmlformats.org/officeDocument/2006/extended-properties" xmlns:vt="http://schemas.openxmlformats.org/officeDocument/2006/docPropsVTypes">
  <Template>B846E8A6.dotm</Template>
  <TotalTime>0</TotalTime>
  <Pages>8</Pages>
  <Words>1891</Words>
  <Characters>11917</Characters>
  <Application>Microsoft Office Word</Application>
  <DocSecurity>4</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Matthias Hostettler</Manager>
  <Company>Erziehungsdepartement des Kantons Basel-Stadt</Company>
  <LinksUpToDate>false</LinksUpToDate>
  <CharactersWithSpaces>13781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Annina Balli</dc:creator>
  <cp:lastModifiedBy>UserName</cp:lastModifiedBy>
  <cp:revision>2</cp:revision>
  <cp:lastPrinted>2018-09-11T12:08:00Z</cp:lastPrinted>
  <dcterms:created xsi:type="dcterms:W3CDTF">2018-09-11T14:32:00Z</dcterms:created>
  <dcterms:modified xsi:type="dcterms:W3CDTF">2018-09-11T14:32:00Z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Matthias Hostettler</vt:lpwstr>
  </property>
  <property fmtid="{D5CDD505-2E9C-101B-9397-08002B2CF9AE}" pid="13" name="Contactperson.Office">
    <vt:lpwstr>2.07</vt:lpwstr>
  </property>
  <property fmtid="{D5CDD505-2E9C-101B-9397-08002B2CF9AE}" pid="14" name="Doc.Office">
    <vt:lpwstr>Büro</vt:lpwstr>
  </property>
  <property fmtid="{D5CDD505-2E9C-101B-9397-08002B2CF9AE}" pid="15" name="Contactperson.Address2">
    <vt:lpwstr>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+41 61 267 64 41</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matthias.hostettler@bs.ch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Matthias Hostettler</vt:lpwstr>
  </property>
  <property fmtid="{D5CDD505-2E9C-101B-9397-08002B2CF9AE}" pid="31" name="Signature1.Function">
    <vt:lpwstr>Wissenschaftlicher Mitarbeiter Stab</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Matthias Hostettler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www.ed-bs.ch</vt:lpwstr>
  </property>
  <property fmtid="{D5CDD505-2E9C-101B-9397-08002B2CF9AE}" pid="48" name="CustomField.Footer">
    <vt:lpwstr/>
  </property>
  <property fmtid="{D5CDD505-2E9C-101B-9397-08002B2CF9AE}" pid="49" name="Contactperson.IDName">
    <vt:lpwstr>Matthias Hostettler</vt:lpwstr>
  </property>
  <property fmtid="{D5CDD505-2E9C-101B-9397-08002B2CF9AE}" pid="50" name="_AdHocReviewCycleID">
    <vt:i4>-365610222</vt:i4>
  </property>
  <property fmtid="{D5CDD505-2E9C-101B-9397-08002B2CF9AE}" pid="51" name="_NewReviewCycle">
    <vt:lpwstr/>
  </property>
  <property fmtid="{D5CDD505-2E9C-101B-9397-08002B2CF9AE}" pid="52" name="_EmailSubject">
    <vt:lpwstr>Änderungen der Schullaufbahnverordnung 2019 - Einladung zur Konsultation</vt:lpwstr>
  </property>
  <property fmtid="{D5CDD505-2E9C-101B-9397-08002B2CF9AE}" pid="53" name="_AuthorEmail">
    <vt:lpwstr>Sandra.Hesse@bs.ch</vt:lpwstr>
  </property>
  <property fmtid="{D5CDD505-2E9C-101B-9397-08002B2CF9AE}" pid="54" name="_AuthorEmailDisplayName">
    <vt:lpwstr>Hesse Kaiser, Sandra</vt:lpwstr>
  </property>
</Properties>
</file>